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7811F" w14:textId="32210A58" w:rsidR="000E5D49" w:rsidRPr="00510F6E" w:rsidRDefault="003B71E3" w:rsidP="00195F6A">
      <w:pPr>
        <w:pStyle w:val="Heading1"/>
        <w:numPr>
          <w:ilvl w:val="0"/>
          <w:numId w:val="0"/>
        </w:numPr>
        <w:spacing w:line="0" w:lineRule="atLeast"/>
        <w:ind w:left="709" w:hanging="709"/>
        <w:rPr>
          <w:szCs w:val="18"/>
        </w:rPr>
      </w:pPr>
      <w:r>
        <w:rPr>
          <w:szCs w:val="18"/>
        </w:rPr>
        <w:t>0</w:t>
      </w:r>
      <w:r w:rsidR="009E1BB3">
        <w:rPr>
          <w:szCs w:val="18"/>
        </w:rPr>
        <w:t>9</w:t>
      </w:r>
      <w:r w:rsidR="000E5D49" w:rsidRPr="00510F6E">
        <w:rPr>
          <w:szCs w:val="18"/>
        </w:rPr>
        <w:t xml:space="preserve">. </w:t>
      </w:r>
      <w:r w:rsidR="000D4A6A">
        <w:rPr>
          <w:szCs w:val="18"/>
        </w:rPr>
        <w:t>november</w:t>
      </w:r>
      <w:r w:rsidR="000E5D49" w:rsidRPr="00510F6E">
        <w:rPr>
          <w:szCs w:val="18"/>
        </w:rPr>
        <w:t xml:space="preserve"> 202</w:t>
      </w:r>
      <w:r>
        <w:rPr>
          <w:szCs w:val="18"/>
        </w:rPr>
        <w:t>3</w:t>
      </w:r>
    </w:p>
    <w:p w14:paraId="75DFD26C" w14:textId="2698711F" w:rsidR="000E5D49" w:rsidRPr="00510F6E" w:rsidRDefault="000E5D49" w:rsidP="000E5D49">
      <w:pPr>
        <w:rPr>
          <w:lang w:val="et-EE"/>
        </w:rPr>
      </w:pPr>
    </w:p>
    <w:p w14:paraId="41387DB7" w14:textId="07FF6BBF" w:rsidR="000E5D49" w:rsidRPr="00510F6E" w:rsidRDefault="00F87362" w:rsidP="000E5D49">
      <w:pPr>
        <w:rPr>
          <w:b/>
          <w:bCs/>
          <w:lang w:val="et-EE"/>
        </w:rPr>
      </w:pPr>
      <w:r>
        <w:rPr>
          <w:b/>
          <w:bCs/>
          <w:lang w:val="et-EE"/>
        </w:rPr>
        <w:t xml:space="preserve">Riigimetsa Majandamise Keskus </w:t>
      </w:r>
    </w:p>
    <w:p w14:paraId="6C3C016C" w14:textId="671812CF" w:rsidR="000E5D49" w:rsidRPr="00510F6E" w:rsidRDefault="00C13875" w:rsidP="000E5D49">
      <w:pPr>
        <w:rPr>
          <w:b/>
          <w:bCs/>
          <w:lang w:val="et-EE"/>
        </w:rPr>
      </w:pPr>
      <w:proofErr w:type="spellStart"/>
      <w:r>
        <w:rPr>
          <w:b/>
          <w:bCs/>
          <w:lang w:val="et-EE"/>
        </w:rPr>
        <w:t>Sagadi</w:t>
      </w:r>
      <w:proofErr w:type="spellEnd"/>
      <w:r>
        <w:rPr>
          <w:b/>
          <w:bCs/>
          <w:lang w:val="et-EE"/>
        </w:rPr>
        <w:t xml:space="preserve"> küla, Haljala vald, 45</w:t>
      </w:r>
      <w:r w:rsidR="00427776">
        <w:rPr>
          <w:b/>
          <w:bCs/>
          <w:lang w:val="et-EE"/>
        </w:rPr>
        <w:t>403 Lääne-Viru maakond</w:t>
      </w:r>
    </w:p>
    <w:p w14:paraId="4476DE0B" w14:textId="419B7AEF" w:rsidR="005E5747" w:rsidRPr="00510F6E" w:rsidRDefault="005E5747" w:rsidP="000E5D49">
      <w:pPr>
        <w:rPr>
          <w:b/>
          <w:bCs/>
          <w:lang w:val="et-EE"/>
        </w:rPr>
      </w:pPr>
      <w:r w:rsidRPr="00510F6E">
        <w:rPr>
          <w:b/>
          <w:bCs/>
          <w:lang w:val="et-EE"/>
        </w:rPr>
        <w:t>E-post:</w:t>
      </w:r>
      <w:r w:rsidR="00427776">
        <w:rPr>
          <w:b/>
          <w:bCs/>
          <w:lang w:val="et-EE"/>
        </w:rPr>
        <w:t xml:space="preserve"> </w:t>
      </w:r>
      <w:hyperlink r:id="rId8" w:history="1">
        <w:r w:rsidR="00427776" w:rsidRPr="002F2DC9">
          <w:rPr>
            <w:rStyle w:val="Hyperlink"/>
            <w:b/>
            <w:bCs/>
            <w:lang w:val="et-EE"/>
          </w:rPr>
          <w:t>hiiumaa@rmk.ee</w:t>
        </w:r>
      </w:hyperlink>
      <w:r w:rsidR="0003708C">
        <w:rPr>
          <w:b/>
          <w:bCs/>
          <w:lang w:val="et-EE"/>
        </w:rPr>
        <w:t xml:space="preserve">; </w:t>
      </w:r>
      <w:hyperlink r:id="rId9" w:history="1">
        <w:r w:rsidR="00DB35A8" w:rsidRPr="002F2DC9">
          <w:rPr>
            <w:rStyle w:val="Hyperlink"/>
            <w:b/>
            <w:bCs/>
            <w:lang w:val="et-EE"/>
          </w:rPr>
          <w:t>andres.tammeveski@rmk.ee</w:t>
        </w:r>
      </w:hyperlink>
      <w:r w:rsidR="0003708C">
        <w:rPr>
          <w:b/>
          <w:bCs/>
          <w:lang w:val="et-EE"/>
        </w:rPr>
        <w:t xml:space="preserve"> </w:t>
      </w:r>
    </w:p>
    <w:p w14:paraId="15A9A0D1" w14:textId="34319BEB" w:rsidR="002635C4" w:rsidRDefault="002635C4" w:rsidP="000E5D49">
      <w:pPr>
        <w:rPr>
          <w:lang w:val="et-EE"/>
        </w:rPr>
      </w:pPr>
    </w:p>
    <w:p w14:paraId="05C8420F" w14:textId="77777777" w:rsidR="006D1996" w:rsidRPr="00510F6E" w:rsidRDefault="006D1996" w:rsidP="000E5D49">
      <w:pPr>
        <w:rPr>
          <w:lang w:val="et-EE"/>
        </w:rPr>
      </w:pPr>
    </w:p>
    <w:p w14:paraId="4B286A57" w14:textId="183E046A" w:rsidR="005E5747" w:rsidRPr="00510F6E" w:rsidRDefault="006D1996" w:rsidP="000E5D49">
      <w:pPr>
        <w:rPr>
          <w:b/>
          <w:bCs/>
          <w:lang w:val="et-EE"/>
        </w:rPr>
      </w:pPr>
      <w:r>
        <w:rPr>
          <w:b/>
          <w:bCs/>
          <w:lang w:val="et-EE"/>
        </w:rPr>
        <w:t>VASTUVÄIDE</w:t>
      </w:r>
    </w:p>
    <w:p w14:paraId="657C4EEA" w14:textId="7AE9F984" w:rsidR="005E5747" w:rsidRPr="00510F6E" w:rsidRDefault="006D1996" w:rsidP="000E5D49">
      <w:pPr>
        <w:rPr>
          <w:b/>
          <w:bCs/>
          <w:lang w:val="et-EE"/>
        </w:rPr>
      </w:pPr>
      <w:r>
        <w:rPr>
          <w:b/>
          <w:bCs/>
          <w:lang w:val="et-EE"/>
        </w:rPr>
        <w:t xml:space="preserve">seonduvalt </w:t>
      </w:r>
      <w:r w:rsidR="00F87362">
        <w:rPr>
          <w:b/>
          <w:bCs/>
          <w:lang w:val="et-EE"/>
        </w:rPr>
        <w:t>Riigimetsa Majandamise Keskuse poolt</w:t>
      </w:r>
      <w:r w:rsidR="003B71E3">
        <w:rPr>
          <w:b/>
          <w:bCs/>
          <w:lang w:val="et-EE"/>
        </w:rPr>
        <w:t xml:space="preserve"> 02.11.2023</w:t>
      </w:r>
      <w:r w:rsidR="00F87362">
        <w:rPr>
          <w:b/>
          <w:bCs/>
          <w:lang w:val="et-EE"/>
        </w:rPr>
        <w:t xml:space="preserve"> </w:t>
      </w:r>
      <w:r w:rsidR="00832F64">
        <w:rPr>
          <w:b/>
          <w:bCs/>
          <w:lang w:val="et-EE"/>
        </w:rPr>
        <w:t xml:space="preserve">MTÜ-le </w:t>
      </w:r>
      <w:r w:rsidR="00F87362">
        <w:rPr>
          <w:b/>
          <w:bCs/>
          <w:lang w:val="et-EE"/>
        </w:rPr>
        <w:t>Leluselja Jahiselt</w:t>
      </w:r>
      <w:r w:rsidR="00F87362" w:rsidRPr="00664E9C">
        <w:rPr>
          <w:b/>
          <w:bCs/>
          <w:lang w:val="et-EE"/>
        </w:rPr>
        <w:t xml:space="preserve">s </w:t>
      </w:r>
      <w:r w:rsidR="00832F64" w:rsidRPr="00664E9C">
        <w:rPr>
          <w:b/>
          <w:bCs/>
          <w:lang w:val="et-EE"/>
        </w:rPr>
        <w:t>edastatud</w:t>
      </w:r>
      <w:r w:rsidR="00575C2D" w:rsidRPr="00664E9C">
        <w:rPr>
          <w:b/>
          <w:bCs/>
          <w:lang w:val="et-EE"/>
        </w:rPr>
        <w:t xml:space="preserve"> </w:t>
      </w:r>
      <w:r w:rsidR="004B29DA" w:rsidRPr="00664E9C">
        <w:rPr>
          <w:b/>
          <w:bCs/>
          <w:lang w:val="et-EE"/>
        </w:rPr>
        <w:t>kahju hindamise akti</w:t>
      </w:r>
      <w:r w:rsidR="003B71E3" w:rsidRPr="00664E9C">
        <w:rPr>
          <w:b/>
          <w:bCs/>
          <w:lang w:val="et-EE"/>
        </w:rPr>
        <w:t>de</w:t>
      </w:r>
      <w:r w:rsidR="00DA0313" w:rsidRPr="00664E9C">
        <w:rPr>
          <w:b/>
          <w:bCs/>
          <w:lang w:val="et-EE"/>
        </w:rPr>
        <w:t>ga</w:t>
      </w:r>
      <w:r w:rsidR="004B29DA" w:rsidRPr="00664E9C">
        <w:rPr>
          <w:b/>
          <w:bCs/>
          <w:lang w:val="et-EE"/>
        </w:rPr>
        <w:t xml:space="preserve"> </w:t>
      </w:r>
      <w:r w:rsidR="00575C2D" w:rsidRPr="00664E9C">
        <w:rPr>
          <w:b/>
          <w:bCs/>
          <w:lang w:val="et-EE"/>
        </w:rPr>
        <w:t xml:space="preserve">nr </w:t>
      </w:r>
      <w:r w:rsidR="00664E9C" w:rsidRPr="00E4658F">
        <w:rPr>
          <w:b/>
          <w:bCs/>
          <w:lang w:val="et-EE"/>
        </w:rPr>
        <w:t>3-1.61/87</w:t>
      </w:r>
      <w:r w:rsidR="003B71E3" w:rsidRPr="00664E9C">
        <w:rPr>
          <w:b/>
          <w:bCs/>
          <w:lang w:val="et-EE"/>
        </w:rPr>
        <w:t xml:space="preserve">, </w:t>
      </w:r>
      <w:r w:rsidR="00664E9C" w:rsidRPr="00E4658F">
        <w:rPr>
          <w:b/>
          <w:bCs/>
          <w:lang w:val="et-EE"/>
        </w:rPr>
        <w:t>3-1.61/88</w:t>
      </w:r>
      <w:r w:rsidR="003B71E3" w:rsidRPr="00664E9C">
        <w:rPr>
          <w:b/>
          <w:bCs/>
          <w:lang w:val="et-EE"/>
        </w:rPr>
        <w:t xml:space="preserve">, </w:t>
      </w:r>
      <w:r w:rsidR="00664E9C" w:rsidRPr="00E4658F">
        <w:rPr>
          <w:b/>
          <w:bCs/>
          <w:lang w:val="et-EE"/>
        </w:rPr>
        <w:t>3-1.61/89. 3-1.61/90 ja 3-1.61/91</w:t>
      </w:r>
      <w:r w:rsidR="00664E9C" w:rsidRPr="00E4658F">
        <w:rPr>
          <w:lang w:val="et-EE"/>
        </w:rPr>
        <w:t>.</w:t>
      </w:r>
    </w:p>
    <w:p w14:paraId="160E5E4D" w14:textId="77777777" w:rsidR="00B966B5" w:rsidRPr="00510F6E" w:rsidRDefault="00B966B5" w:rsidP="000E5D49">
      <w:pPr>
        <w:rPr>
          <w:lang w:val="et-EE"/>
        </w:rPr>
      </w:pPr>
    </w:p>
    <w:p w14:paraId="37B4BF62" w14:textId="2C1EEDCA" w:rsidR="0034242E" w:rsidRPr="00510F6E" w:rsidRDefault="0034242E" w:rsidP="000E5D49">
      <w:pPr>
        <w:rPr>
          <w:lang w:val="et-EE"/>
        </w:rPr>
      </w:pPr>
    </w:p>
    <w:p w14:paraId="39953A65" w14:textId="7274AEC3" w:rsidR="0034242E" w:rsidRPr="00510F6E" w:rsidRDefault="0034242E" w:rsidP="000E5D49">
      <w:pPr>
        <w:rPr>
          <w:lang w:val="et-EE"/>
        </w:rPr>
      </w:pPr>
      <w:r w:rsidRPr="00510F6E">
        <w:rPr>
          <w:lang w:val="et-EE"/>
        </w:rPr>
        <w:t xml:space="preserve">Lugupeetud </w:t>
      </w:r>
      <w:r w:rsidR="00427776">
        <w:rPr>
          <w:lang w:val="et-EE"/>
        </w:rPr>
        <w:t>Riigimetsa Majandamise Keskus</w:t>
      </w:r>
      <w:r w:rsidRPr="00510F6E">
        <w:rPr>
          <w:lang w:val="et-EE"/>
        </w:rPr>
        <w:t>,</w:t>
      </w:r>
    </w:p>
    <w:p w14:paraId="2845FE61" w14:textId="203C918D" w:rsidR="0034242E" w:rsidRPr="00510F6E" w:rsidRDefault="0034242E" w:rsidP="000E5D49">
      <w:pPr>
        <w:rPr>
          <w:lang w:val="et-EE"/>
        </w:rPr>
      </w:pPr>
    </w:p>
    <w:p w14:paraId="4EA89E8C" w14:textId="6FD376E3" w:rsidR="0034242E" w:rsidRPr="00510F6E" w:rsidRDefault="007C1CF5" w:rsidP="000E5D49">
      <w:pPr>
        <w:rPr>
          <w:lang w:val="et-EE"/>
        </w:rPr>
      </w:pPr>
      <w:r w:rsidRPr="00510F6E">
        <w:rPr>
          <w:lang w:val="et-EE"/>
        </w:rPr>
        <w:t xml:space="preserve">Pöördume Teie poole meie </w:t>
      </w:r>
      <w:r w:rsidR="0000293D">
        <w:rPr>
          <w:lang w:val="et-EE"/>
        </w:rPr>
        <w:t>kliendi</w:t>
      </w:r>
      <w:r w:rsidRPr="00510F6E">
        <w:rPr>
          <w:lang w:val="et-EE"/>
        </w:rPr>
        <w:t xml:space="preserve"> </w:t>
      </w:r>
      <w:r w:rsidR="008050A3">
        <w:rPr>
          <w:lang w:val="et-EE"/>
        </w:rPr>
        <w:t>MTÜ Leluselja Jahiselts</w:t>
      </w:r>
      <w:r w:rsidR="00B950BF" w:rsidRPr="00510F6E">
        <w:rPr>
          <w:lang w:val="et-EE"/>
        </w:rPr>
        <w:t xml:space="preserve"> (edaspidi </w:t>
      </w:r>
      <w:r w:rsidR="0000293D">
        <w:rPr>
          <w:b/>
          <w:bCs/>
          <w:lang w:val="et-EE"/>
        </w:rPr>
        <w:t>Klient</w:t>
      </w:r>
      <w:r w:rsidR="00B950BF" w:rsidRPr="00510F6E">
        <w:rPr>
          <w:lang w:val="et-EE"/>
        </w:rPr>
        <w:t xml:space="preserve">) nimel ja ülesandel selleks, et esitada </w:t>
      </w:r>
      <w:r w:rsidR="00D82B24">
        <w:rPr>
          <w:lang w:val="et-EE"/>
        </w:rPr>
        <w:t>Kliendi</w:t>
      </w:r>
      <w:r w:rsidR="00B950BF" w:rsidRPr="00510F6E">
        <w:rPr>
          <w:lang w:val="et-EE"/>
        </w:rPr>
        <w:t xml:space="preserve"> </w:t>
      </w:r>
      <w:r w:rsidR="00D82B24">
        <w:rPr>
          <w:lang w:val="et-EE"/>
        </w:rPr>
        <w:t>vastuväide</w:t>
      </w:r>
      <w:r w:rsidR="00B950BF" w:rsidRPr="00510F6E">
        <w:rPr>
          <w:lang w:val="et-EE"/>
        </w:rPr>
        <w:t xml:space="preserve"> </w:t>
      </w:r>
      <w:r w:rsidR="00A94993">
        <w:rPr>
          <w:lang w:val="et-EE"/>
        </w:rPr>
        <w:t>02.11.2023</w:t>
      </w:r>
      <w:r w:rsidR="00DB35A8">
        <w:rPr>
          <w:lang w:val="et-EE"/>
        </w:rPr>
        <w:t xml:space="preserve"> </w:t>
      </w:r>
      <w:r w:rsidR="008050A3">
        <w:rPr>
          <w:lang w:val="et-EE"/>
        </w:rPr>
        <w:t xml:space="preserve">Riigimetsa Majandamise Keskuse (edaspidi </w:t>
      </w:r>
      <w:r w:rsidR="008050A3" w:rsidRPr="008050A3">
        <w:rPr>
          <w:b/>
          <w:bCs/>
          <w:lang w:val="et-EE"/>
        </w:rPr>
        <w:t>RMK</w:t>
      </w:r>
      <w:r w:rsidR="008050A3">
        <w:rPr>
          <w:lang w:val="et-EE"/>
        </w:rPr>
        <w:t>) poolt Kliendi</w:t>
      </w:r>
      <w:r w:rsidR="007E0646">
        <w:rPr>
          <w:lang w:val="et-EE"/>
        </w:rPr>
        <w:t xml:space="preserve">le edastatud </w:t>
      </w:r>
      <w:r w:rsidR="001746DD">
        <w:rPr>
          <w:lang w:val="et-EE"/>
        </w:rPr>
        <w:t>kahju hindamise akti</w:t>
      </w:r>
      <w:r w:rsidR="00A94993">
        <w:rPr>
          <w:lang w:val="et-EE"/>
        </w:rPr>
        <w:t>de</w:t>
      </w:r>
      <w:r w:rsidR="002470B2">
        <w:rPr>
          <w:lang w:val="et-EE"/>
        </w:rPr>
        <w:t>le</w:t>
      </w:r>
      <w:r w:rsidR="0078174B">
        <w:rPr>
          <w:lang w:val="et-EE"/>
        </w:rPr>
        <w:t xml:space="preserve"> nr </w:t>
      </w:r>
      <w:r w:rsidR="00664E9C" w:rsidRPr="00664E9C">
        <w:rPr>
          <w:lang w:val="et-EE"/>
        </w:rPr>
        <w:t>3-1.61/87, 3-1.61/88, 3-1.61/89. 3-1.61/90 ja 3-1.61/91</w:t>
      </w:r>
      <w:r w:rsidR="00B32D53" w:rsidRPr="00510F6E">
        <w:rPr>
          <w:lang w:val="et-EE"/>
        </w:rPr>
        <w:t>.</w:t>
      </w:r>
    </w:p>
    <w:p w14:paraId="65747B6D" w14:textId="40AFE8C7" w:rsidR="00B32D53" w:rsidRPr="00510F6E" w:rsidRDefault="00B32D53" w:rsidP="000E5D49">
      <w:pPr>
        <w:rPr>
          <w:lang w:val="et-EE"/>
        </w:rPr>
      </w:pPr>
    </w:p>
    <w:p w14:paraId="08E0ED06" w14:textId="4BBD0F40" w:rsidR="00BA10E7" w:rsidRPr="00510F6E" w:rsidRDefault="00096C60" w:rsidP="00127581">
      <w:pPr>
        <w:pStyle w:val="Heading1"/>
        <w:spacing w:line="0" w:lineRule="atLeast"/>
        <w:rPr>
          <w:szCs w:val="18"/>
        </w:rPr>
      </w:pPr>
      <w:r>
        <w:rPr>
          <w:szCs w:val="18"/>
        </w:rPr>
        <w:t>SISSEJUHATUS</w:t>
      </w:r>
    </w:p>
    <w:p w14:paraId="4D9391E2" w14:textId="3E5C21BA" w:rsidR="00BA10E7" w:rsidRPr="00510F6E" w:rsidRDefault="00BA10E7" w:rsidP="00127581">
      <w:pPr>
        <w:pStyle w:val="Heading1"/>
        <w:numPr>
          <w:ilvl w:val="0"/>
          <w:numId w:val="0"/>
        </w:numPr>
        <w:spacing w:line="0" w:lineRule="atLeast"/>
        <w:rPr>
          <w:szCs w:val="18"/>
        </w:rPr>
      </w:pPr>
    </w:p>
    <w:p w14:paraId="7D744CB5" w14:textId="17FB078D" w:rsidR="009573C2" w:rsidRPr="00510F6E" w:rsidRDefault="00096C60" w:rsidP="001746DD">
      <w:pPr>
        <w:pStyle w:val="Level1"/>
        <w:spacing w:line="0" w:lineRule="atLeast"/>
      </w:pPr>
      <w:r>
        <w:rPr>
          <w:bCs w:val="0"/>
        </w:rPr>
        <w:t>Klien</w:t>
      </w:r>
      <w:r w:rsidR="00D53849">
        <w:rPr>
          <w:bCs w:val="0"/>
        </w:rPr>
        <w:t>di ja RMK vahel on 20.09.2013 sõlmitud riigimaa jahindusliku kasutamise leping 3-1.38/8</w:t>
      </w:r>
      <w:r w:rsidR="005B4D77">
        <w:rPr>
          <w:bCs w:val="0"/>
        </w:rPr>
        <w:t xml:space="preserve">. </w:t>
      </w:r>
      <w:r w:rsidR="00E103D2">
        <w:rPr>
          <w:bCs w:val="0"/>
        </w:rPr>
        <w:t xml:space="preserve">Lepingut muudeti 11.10.2017 ning muudatuse </w:t>
      </w:r>
      <w:r w:rsidR="00562E95">
        <w:rPr>
          <w:bCs w:val="0"/>
        </w:rPr>
        <w:t xml:space="preserve">järgi, RMK ja Klient kehtestasid lepingu uue terviktekstina. </w:t>
      </w:r>
      <w:r w:rsidR="00BF45C4">
        <w:rPr>
          <w:bCs w:val="0"/>
        </w:rPr>
        <w:t>Seega tuleb lähtuda 11.10.2017 sõlmitud muudatuse</w:t>
      </w:r>
      <w:r w:rsidR="006E7817">
        <w:rPr>
          <w:bCs w:val="0"/>
        </w:rPr>
        <w:t xml:space="preserve"> (edaspidi </w:t>
      </w:r>
      <w:r w:rsidR="006E7817" w:rsidRPr="006E7817">
        <w:rPr>
          <w:b/>
        </w:rPr>
        <w:t>Leping</w:t>
      </w:r>
      <w:r w:rsidR="006E7817">
        <w:rPr>
          <w:bCs w:val="0"/>
        </w:rPr>
        <w:t>)</w:t>
      </w:r>
      <w:r w:rsidR="00BF45C4">
        <w:rPr>
          <w:bCs w:val="0"/>
        </w:rPr>
        <w:t xml:space="preserve"> tekstist. </w:t>
      </w:r>
    </w:p>
    <w:p w14:paraId="60D69BDD" w14:textId="77777777" w:rsidR="003A21A9" w:rsidRPr="00510F6E" w:rsidRDefault="003A21A9" w:rsidP="003A21A9">
      <w:pPr>
        <w:pStyle w:val="Level1"/>
        <w:numPr>
          <w:ilvl w:val="0"/>
          <w:numId w:val="0"/>
        </w:numPr>
        <w:spacing w:line="0" w:lineRule="atLeast"/>
        <w:ind w:left="397"/>
        <w:rPr>
          <w:bCs w:val="0"/>
        </w:rPr>
      </w:pPr>
    </w:p>
    <w:p w14:paraId="1DA0B4C2" w14:textId="220A4A6F" w:rsidR="00A24D8B" w:rsidRPr="002C53BE" w:rsidRDefault="00E215B6" w:rsidP="001746DD">
      <w:pPr>
        <w:pStyle w:val="Level1"/>
        <w:spacing w:line="0" w:lineRule="atLeast"/>
        <w:rPr>
          <w:bCs w:val="0"/>
          <w:u w:val="single"/>
        </w:rPr>
      </w:pPr>
      <w:r>
        <w:rPr>
          <w:bCs w:val="0"/>
        </w:rPr>
        <w:t>02</w:t>
      </w:r>
      <w:r w:rsidR="00AF0EF2">
        <w:rPr>
          <w:bCs w:val="0"/>
        </w:rPr>
        <w:t>.</w:t>
      </w:r>
      <w:r w:rsidR="004848BA">
        <w:rPr>
          <w:bCs w:val="0"/>
        </w:rPr>
        <w:t>11</w:t>
      </w:r>
      <w:r w:rsidR="00AF0EF2">
        <w:rPr>
          <w:bCs w:val="0"/>
        </w:rPr>
        <w:t>.202</w:t>
      </w:r>
      <w:r>
        <w:rPr>
          <w:bCs w:val="0"/>
        </w:rPr>
        <w:t>3</w:t>
      </w:r>
      <w:r w:rsidR="00AF0EF2">
        <w:rPr>
          <w:bCs w:val="0"/>
        </w:rPr>
        <w:t xml:space="preserve"> RMK edastas Kliendile kahju hindamise akti</w:t>
      </w:r>
      <w:r>
        <w:rPr>
          <w:bCs w:val="0"/>
        </w:rPr>
        <w:t>d</w:t>
      </w:r>
      <w:r w:rsidR="00AF0EF2">
        <w:rPr>
          <w:bCs w:val="0"/>
        </w:rPr>
        <w:t xml:space="preserve"> (edaspidi </w:t>
      </w:r>
      <w:r w:rsidR="004848BA" w:rsidRPr="004848BA">
        <w:rPr>
          <w:b/>
        </w:rPr>
        <w:t>Akt</w:t>
      </w:r>
      <w:r>
        <w:rPr>
          <w:b/>
        </w:rPr>
        <w:t>id</w:t>
      </w:r>
      <w:r w:rsidR="00AF0EF2">
        <w:rPr>
          <w:bCs w:val="0"/>
        </w:rPr>
        <w:t>)</w:t>
      </w:r>
      <w:r w:rsidR="006B4866">
        <w:rPr>
          <w:bCs w:val="0"/>
        </w:rPr>
        <w:t xml:space="preserve"> mille järgi</w:t>
      </w:r>
      <w:r>
        <w:rPr>
          <w:bCs w:val="0"/>
        </w:rPr>
        <w:t xml:space="preserve"> </w:t>
      </w:r>
      <w:r w:rsidR="00600EA3">
        <w:rPr>
          <w:bCs w:val="0"/>
        </w:rPr>
        <w:t xml:space="preserve">on </w:t>
      </w:r>
      <w:r>
        <w:rPr>
          <w:bCs w:val="0"/>
        </w:rPr>
        <w:t xml:space="preserve">Aktidel märgitud eraldistel </w:t>
      </w:r>
      <w:r w:rsidR="00600EA3">
        <w:rPr>
          <w:bCs w:val="0"/>
        </w:rPr>
        <w:t xml:space="preserve">elujõuliste taimede arv langenud alla miinimumeesmärgi </w:t>
      </w:r>
      <w:r w:rsidR="008332A6">
        <w:rPr>
          <w:bCs w:val="0"/>
        </w:rPr>
        <w:t xml:space="preserve">ning tekkinud kahju korvamiseks on vaja teha kulutusi kokku summas </w:t>
      </w:r>
      <w:r w:rsidR="00664E9C">
        <w:rPr>
          <w:bCs w:val="0"/>
        </w:rPr>
        <w:t>2545,22</w:t>
      </w:r>
      <w:r w:rsidR="008332A6">
        <w:rPr>
          <w:bCs w:val="0"/>
        </w:rPr>
        <w:t xml:space="preserve"> eurot, mille hüvitamist Kliendilt RMK nõuabki. </w:t>
      </w:r>
      <w:r w:rsidR="002C53BE">
        <w:rPr>
          <w:bCs w:val="0"/>
        </w:rPr>
        <w:t xml:space="preserve">RMK edastas Kliendile järgmised aktid: </w:t>
      </w:r>
    </w:p>
    <w:p w14:paraId="4ACC797B" w14:textId="77777777" w:rsidR="002C53BE" w:rsidRDefault="002C53BE" w:rsidP="002C53BE">
      <w:pPr>
        <w:pStyle w:val="ListParagraph"/>
        <w:rPr>
          <w:bCs/>
          <w:u w:val="single"/>
        </w:rPr>
      </w:pPr>
    </w:p>
    <w:p w14:paraId="17A25CBD" w14:textId="4668A6BA" w:rsidR="002C53BE" w:rsidRDefault="009F5E53" w:rsidP="002C53BE">
      <w:pPr>
        <w:pStyle w:val="Level2"/>
      </w:pPr>
      <w:r>
        <w:t xml:space="preserve">Akt nr 3-1.61/87, kvartal PU212, </w:t>
      </w:r>
      <w:r w:rsidR="00F93DBB">
        <w:t xml:space="preserve">eraldis 4, kahju kokku summas 181,16 eurot; </w:t>
      </w:r>
    </w:p>
    <w:p w14:paraId="67C2E813" w14:textId="05789FD7" w:rsidR="00F93DBB" w:rsidRDefault="00F93DBB" w:rsidP="002C53BE">
      <w:pPr>
        <w:pStyle w:val="Level2"/>
      </w:pPr>
      <w:r>
        <w:t xml:space="preserve">Akt nr 3-1.61/88, kvartal PU212, eraldis 13, kahju kokku summas 403,62 eurot; </w:t>
      </w:r>
    </w:p>
    <w:p w14:paraId="27FD1862" w14:textId="51EAF87F" w:rsidR="006026E8" w:rsidRDefault="006026E8" w:rsidP="002C53BE">
      <w:pPr>
        <w:pStyle w:val="Level2"/>
      </w:pPr>
      <w:r>
        <w:t xml:space="preserve">Akt nr 3-1.61/89, kvartal PU269, eraldis 80, kahju kokku summas 288,67 eurot; </w:t>
      </w:r>
    </w:p>
    <w:p w14:paraId="218503C0" w14:textId="3BA61EDF" w:rsidR="00F93DBB" w:rsidRDefault="00F93DBB" w:rsidP="002C53BE">
      <w:pPr>
        <w:pStyle w:val="Level2"/>
      </w:pPr>
      <w:r>
        <w:t>Akt</w:t>
      </w:r>
      <w:r w:rsidR="006026E8">
        <w:t xml:space="preserve"> nr 3-1.61/90, kvartal PU269, eraldis 61, kahju kokku summas 589,99 eurot; </w:t>
      </w:r>
    </w:p>
    <w:p w14:paraId="33406F09" w14:textId="55321A0A" w:rsidR="006026E8" w:rsidRPr="00AF0EF2" w:rsidRDefault="00E9673B" w:rsidP="002C53BE">
      <w:pPr>
        <w:pStyle w:val="Level2"/>
      </w:pPr>
      <w:r>
        <w:t>Akt nr 3-1.61/91, kvartal PU271, eraldis 20, kahju kokku summas 1081,78 eurot.</w:t>
      </w:r>
    </w:p>
    <w:p w14:paraId="012AA917" w14:textId="77777777" w:rsidR="00AF0EF2" w:rsidRPr="00E4658F" w:rsidRDefault="00AF0EF2" w:rsidP="00AF0EF2">
      <w:pPr>
        <w:pStyle w:val="ListParagraph"/>
        <w:rPr>
          <w:bCs/>
          <w:u w:val="single"/>
          <w:lang w:val="fi-FI"/>
        </w:rPr>
      </w:pPr>
    </w:p>
    <w:p w14:paraId="62DF84CA" w14:textId="254B04FD" w:rsidR="00AC7634" w:rsidRPr="00C659A5" w:rsidRDefault="00AC7634" w:rsidP="00DB35A8">
      <w:pPr>
        <w:pStyle w:val="Level1"/>
        <w:spacing w:line="0" w:lineRule="atLeast"/>
        <w:rPr>
          <w:bCs w:val="0"/>
          <w:u w:val="single"/>
        </w:rPr>
      </w:pPr>
      <w:r w:rsidRPr="00DB35A8">
        <w:rPr>
          <w:bCs w:val="0"/>
        </w:rPr>
        <w:t xml:space="preserve">Siinsega esitab Klient </w:t>
      </w:r>
      <w:r w:rsidR="006C2771" w:rsidRPr="00DB35A8">
        <w:rPr>
          <w:bCs w:val="0"/>
        </w:rPr>
        <w:t>Akti</w:t>
      </w:r>
      <w:r w:rsidR="00F619D1">
        <w:rPr>
          <w:bCs w:val="0"/>
        </w:rPr>
        <w:t>de</w:t>
      </w:r>
      <w:r w:rsidR="006C2771" w:rsidRPr="00DB35A8">
        <w:rPr>
          <w:bCs w:val="0"/>
        </w:rPr>
        <w:t xml:space="preserve">le vastuväited, väljendades </w:t>
      </w:r>
      <w:r w:rsidR="00D03B69" w:rsidRPr="00DB35A8">
        <w:rPr>
          <w:bCs w:val="0"/>
        </w:rPr>
        <w:t>ühemõtteliselt enda mittenõustumist Akti</w:t>
      </w:r>
      <w:r w:rsidR="002D461C">
        <w:rPr>
          <w:bCs w:val="0"/>
        </w:rPr>
        <w:t>de</w:t>
      </w:r>
      <w:r w:rsidR="00D03B69" w:rsidRPr="00DB35A8">
        <w:rPr>
          <w:bCs w:val="0"/>
        </w:rPr>
        <w:t xml:space="preserve">s </w:t>
      </w:r>
      <w:r w:rsidR="00D03B69" w:rsidRPr="00C659A5">
        <w:rPr>
          <w:bCs w:val="0"/>
        </w:rPr>
        <w:t xml:space="preserve">tooduga. </w:t>
      </w:r>
    </w:p>
    <w:p w14:paraId="491CBCB4" w14:textId="77777777" w:rsidR="002635C4" w:rsidRPr="00C659A5" w:rsidRDefault="002635C4" w:rsidP="00DB35A8">
      <w:pPr>
        <w:pStyle w:val="Level1"/>
        <w:numPr>
          <w:ilvl w:val="0"/>
          <w:numId w:val="0"/>
        </w:numPr>
        <w:spacing w:line="0" w:lineRule="atLeast"/>
        <w:rPr>
          <w:b/>
        </w:rPr>
      </w:pPr>
    </w:p>
    <w:p w14:paraId="7D693F1B" w14:textId="7A43796F" w:rsidR="00E50E9C" w:rsidRPr="00C659A5" w:rsidRDefault="00E50E9C" w:rsidP="00E50E9C">
      <w:pPr>
        <w:pStyle w:val="Level1"/>
        <w:numPr>
          <w:ilvl w:val="0"/>
          <w:numId w:val="0"/>
        </w:numPr>
        <w:spacing w:line="0" w:lineRule="atLeast"/>
        <w:ind w:left="397" w:hanging="397"/>
        <w:rPr>
          <w:b/>
        </w:rPr>
      </w:pPr>
      <w:r w:rsidRPr="00C659A5">
        <w:rPr>
          <w:b/>
        </w:rPr>
        <w:t>III</w:t>
      </w:r>
      <w:r w:rsidRPr="00C659A5">
        <w:rPr>
          <w:b/>
        </w:rPr>
        <w:tab/>
      </w:r>
      <w:r w:rsidRPr="00C659A5">
        <w:rPr>
          <w:b/>
        </w:rPr>
        <w:tab/>
      </w:r>
      <w:r w:rsidR="00066CC7" w:rsidRPr="00C659A5">
        <w:rPr>
          <w:b/>
        </w:rPr>
        <w:t>KLIENDI VASTUVÄI</w:t>
      </w:r>
      <w:r w:rsidR="00EC74C1" w:rsidRPr="00C659A5">
        <w:rPr>
          <w:b/>
        </w:rPr>
        <w:t>D</w:t>
      </w:r>
      <w:r w:rsidR="00066CC7" w:rsidRPr="00C659A5">
        <w:rPr>
          <w:b/>
        </w:rPr>
        <w:t>E</w:t>
      </w:r>
      <w:r w:rsidR="00EC74C1" w:rsidRPr="00C659A5">
        <w:rPr>
          <w:b/>
        </w:rPr>
        <w:t>TE</w:t>
      </w:r>
      <w:r w:rsidR="00066CC7" w:rsidRPr="00C659A5">
        <w:rPr>
          <w:b/>
        </w:rPr>
        <w:t xml:space="preserve"> PÕHJENDUSED</w:t>
      </w:r>
    </w:p>
    <w:p w14:paraId="249A9ED2" w14:textId="77777777" w:rsidR="00E50E9C" w:rsidRPr="00C659A5" w:rsidRDefault="00E50E9C" w:rsidP="00E50E9C">
      <w:pPr>
        <w:pStyle w:val="Level1"/>
        <w:numPr>
          <w:ilvl w:val="0"/>
          <w:numId w:val="0"/>
        </w:numPr>
        <w:spacing w:line="0" w:lineRule="atLeast"/>
        <w:ind w:left="397" w:hanging="397"/>
        <w:rPr>
          <w:bCs w:val="0"/>
        </w:rPr>
      </w:pPr>
    </w:p>
    <w:p w14:paraId="2FAF0CB5" w14:textId="727097F0" w:rsidR="00E50E9C" w:rsidRPr="00C659A5" w:rsidRDefault="00DB35A8" w:rsidP="00127581">
      <w:pPr>
        <w:pStyle w:val="Level1"/>
        <w:spacing w:line="0" w:lineRule="atLeast"/>
        <w:rPr>
          <w:b/>
        </w:rPr>
      </w:pPr>
      <w:r w:rsidRPr="00C659A5">
        <w:rPr>
          <w:b/>
        </w:rPr>
        <w:t>RMK on ise</w:t>
      </w:r>
      <w:r w:rsidR="000765D4" w:rsidRPr="00C659A5">
        <w:rPr>
          <w:b/>
        </w:rPr>
        <w:t xml:space="preserve"> jahipiirkonnas väidetavate ulukikahjustuste tekkimises süüdi, kuna </w:t>
      </w:r>
      <w:r w:rsidR="00140A14" w:rsidRPr="00C659A5">
        <w:rPr>
          <w:b/>
        </w:rPr>
        <w:t xml:space="preserve">RMK rikkus lepingulist kohustust anda Kliendile </w:t>
      </w:r>
      <w:r w:rsidRPr="00C659A5">
        <w:rPr>
          <w:b/>
        </w:rPr>
        <w:t xml:space="preserve">vajalikku </w:t>
      </w:r>
      <w:r w:rsidR="00140A14" w:rsidRPr="00C659A5">
        <w:rPr>
          <w:b/>
        </w:rPr>
        <w:t>infot</w:t>
      </w:r>
      <w:r w:rsidR="000B2484" w:rsidRPr="00C659A5">
        <w:rPr>
          <w:b/>
        </w:rPr>
        <w:t>.</w:t>
      </w:r>
    </w:p>
    <w:p w14:paraId="081977D3" w14:textId="208E2329" w:rsidR="00E50E9C" w:rsidRPr="00510F6E" w:rsidRDefault="00E50E9C" w:rsidP="00E50E9C">
      <w:pPr>
        <w:pStyle w:val="Level1"/>
        <w:numPr>
          <w:ilvl w:val="0"/>
          <w:numId w:val="0"/>
        </w:numPr>
        <w:spacing w:line="0" w:lineRule="atLeast"/>
        <w:rPr>
          <w:bCs w:val="0"/>
        </w:rPr>
      </w:pPr>
    </w:p>
    <w:p w14:paraId="2DB6523C" w14:textId="05DB5C11" w:rsidR="005F015F" w:rsidRDefault="00140A14" w:rsidP="00066CC7">
      <w:pPr>
        <w:pStyle w:val="Level2"/>
        <w:ind w:left="510" w:hanging="510"/>
      </w:pPr>
      <w:r>
        <w:t xml:space="preserve">Lepingu punkti </w:t>
      </w:r>
      <w:r w:rsidR="00FD5912">
        <w:t xml:space="preserve">5.3.1 järgi, RMK esitab e-posti teel Kliendile </w:t>
      </w:r>
      <w:r w:rsidR="00B731FA">
        <w:t xml:space="preserve">1. märtsiks puistute, kus on tekkinud või võivad tekkida olulised ulukikahjustused, nimekirja (kvartal, eraldis, kahjustaja jm andmed). </w:t>
      </w:r>
    </w:p>
    <w:p w14:paraId="404A987F" w14:textId="08C908BF" w:rsidR="005F015F" w:rsidRDefault="005F015F" w:rsidP="005F015F">
      <w:pPr>
        <w:pStyle w:val="Level2"/>
        <w:numPr>
          <w:ilvl w:val="0"/>
          <w:numId w:val="0"/>
        </w:numPr>
        <w:ind w:left="510"/>
      </w:pPr>
    </w:p>
    <w:p w14:paraId="48452719" w14:textId="4C995B34" w:rsidR="002D7D61" w:rsidRDefault="00292FAF" w:rsidP="00D03B69">
      <w:pPr>
        <w:pStyle w:val="Level2"/>
        <w:ind w:left="510" w:hanging="510"/>
      </w:pPr>
      <w:r>
        <w:rPr>
          <w:u w:val="single"/>
        </w:rPr>
        <w:t xml:space="preserve">RMK ei ole </w:t>
      </w:r>
      <w:r w:rsidR="00327891">
        <w:rPr>
          <w:u w:val="single"/>
        </w:rPr>
        <w:t>Lepingu punktis 5.3.1 sätestatud kohustust täitnud.</w:t>
      </w:r>
      <w:r w:rsidR="00327891">
        <w:t xml:space="preserve"> </w:t>
      </w:r>
      <w:r w:rsidR="002249BD">
        <w:t xml:space="preserve">Näiteks alles </w:t>
      </w:r>
      <w:r w:rsidR="008C7C1E">
        <w:t>03.10.2023</w:t>
      </w:r>
      <w:r w:rsidR="002249BD">
        <w:t xml:space="preserve"> (st umbes kuu enne Aktide saatmist)</w:t>
      </w:r>
      <w:r w:rsidR="008C7C1E">
        <w:t xml:space="preserve"> edastas RMK esindaja</w:t>
      </w:r>
      <w:r w:rsidR="002249BD">
        <w:t xml:space="preserve"> e-kirja teel</w:t>
      </w:r>
      <w:r w:rsidR="008C7C1E">
        <w:t xml:space="preserve"> </w:t>
      </w:r>
      <w:r w:rsidR="002249BD">
        <w:t>K</w:t>
      </w:r>
      <w:r w:rsidR="008C7C1E">
        <w:t>liendile</w:t>
      </w:r>
      <w:r w:rsidR="002249BD">
        <w:t xml:space="preserve"> konkreetse</w:t>
      </w:r>
      <w:r w:rsidR="008C7C1E">
        <w:t xml:space="preserve"> teabe, et palub jahil arvestada </w:t>
      </w:r>
      <w:r w:rsidR="00CB2FD6">
        <w:t xml:space="preserve">kvartalites 212, 269 ja 271 </w:t>
      </w:r>
      <w:r w:rsidR="002249BD">
        <w:t>esineva</w:t>
      </w:r>
      <w:r w:rsidR="00C2501F">
        <w:t xml:space="preserve"> ulukikahjuga. </w:t>
      </w:r>
      <w:r w:rsidR="009933A3">
        <w:t xml:space="preserve">See tähendab, et Kliendil on objektiivselt ning RMK-st tuleneval põhjusel võimatu enda jahipiirkonnas </w:t>
      </w:r>
      <w:r w:rsidR="005A6105">
        <w:t>tagada, et Akti</w:t>
      </w:r>
      <w:r w:rsidR="00C50D50">
        <w:t>de</w:t>
      </w:r>
      <w:r w:rsidR="005A6105">
        <w:t>s märgitud eraldis</w:t>
      </w:r>
      <w:r w:rsidR="00C50D50">
        <w:t>t</w:t>
      </w:r>
      <w:r w:rsidR="005A6105">
        <w:t>el oleks kahju tekitavaid ulukeid vähem. Teisisõnu – kui</w:t>
      </w:r>
      <w:r w:rsidR="006E2E27">
        <w:t xml:space="preserve"> RMK oleks teavitanud Klienti sellest, et </w:t>
      </w:r>
      <w:r w:rsidR="006E7929">
        <w:t>Akti</w:t>
      </w:r>
      <w:r w:rsidR="00C50D50">
        <w:t>de</w:t>
      </w:r>
      <w:r w:rsidR="006E7929">
        <w:t>s märgitud eraldis</w:t>
      </w:r>
      <w:r w:rsidR="00C50D50">
        <w:t>t</w:t>
      </w:r>
      <w:r w:rsidR="006E7929">
        <w:t>el on oht</w:t>
      </w:r>
      <w:r w:rsidR="006E2E27">
        <w:t xml:space="preserve"> </w:t>
      </w:r>
      <w:r w:rsidR="00FB3E94">
        <w:t xml:space="preserve">ulukikahjustuse tekkeks, oleks Klient ulukite (nt põder, </w:t>
      </w:r>
      <w:r w:rsidR="00057706">
        <w:t>puna</w:t>
      </w:r>
      <w:r w:rsidR="00FB3E94">
        <w:t>hirv)</w:t>
      </w:r>
      <w:r w:rsidR="00057706">
        <w:t xml:space="preserve"> küttimist </w:t>
      </w:r>
      <w:r w:rsidR="00C50D50">
        <w:t xml:space="preserve">saanud </w:t>
      </w:r>
      <w:r w:rsidR="00057706">
        <w:t>planeerida sedasi, et nimetatud ulukit</w:t>
      </w:r>
      <w:r w:rsidR="006E7929">
        <w:t xml:space="preserve"> eraldisel</w:t>
      </w:r>
      <w:r w:rsidR="00057706">
        <w:t xml:space="preserve"> ei liiguks</w:t>
      </w:r>
      <w:r w:rsidR="00F618ED">
        <w:t xml:space="preserve">. </w:t>
      </w:r>
    </w:p>
    <w:p w14:paraId="5A1868CB" w14:textId="77777777" w:rsidR="00B76D12" w:rsidRPr="00E4658F" w:rsidRDefault="00B76D12" w:rsidP="00B76D12">
      <w:pPr>
        <w:pStyle w:val="ListParagraph"/>
        <w:rPr>
          <w:lang w:val="et-EE"/>
        </w:rPr>
      </w:pPr>
    </w:p>
    <w:p w14:paraId="59DEF98C" w14:textId="21250400" w:rsidR="00B76D12" w:rsidRDefault="006B7766" w:rsidP="00D03B69">
      <w:pPr>
        <w:pStyle w:val="Level2"/>
        <w:ind w:left="510" w:hanging="510"/>
      </w:pPr>
      <w:r>
        <w:t xml:space="preserve">VÕS § 139 lg </w:t>
      </w:r>
      <w:r w:rsidR="008B5EC2">
        <w:t xml:space="preserve">1 järgi, kui kahju osaliselt tekkis kahjustatud isikust tulenevatel asjaoludel või ohu tagajärjel, mille eest kahjustatud isik vastutab, vähendatakse kahjuhüvitist ulatuses, milles need asjaolud või oht soodustasid kahju tekkimist. </w:t>
      </w:r>
      <w:r w:rsidR="003568E1">
        <w:t xml:space="preserve">Sama normi teise lõike järgi, kahjuhüvitist </w:t>
      </w:r>
      <w:r w:rsidR="003568E1">
        <w:lastRenderedPageBreak/>
        <w:t xml:space="preserve">vähendatakse ka siis, kui kahjustatud isik jättis </w:t>
      </w:r>
      <w:r w:rsidR="00473465">
        <w:t>tegemata toimingu, mis oleks tekkinud kahju vähendanud, kui kahjustatud isikult või seda mõistlikult oodata.</w:t>
      </w:r>
    </w:p>
    <w:p w14:paraId="2C3A6C7A" w14:textId="77777777" w:rsidR="00473465" w:rsidRPr="00E4658F" w:rsidRDefault="00473465" w:rsidP="00473465">
      <w:pPr>
        <w:pStyle w:val="ListParagraph"/>
        <w:rPr>
          <w:lang w:val="et-EE"/>
        </w:rPr>
      </w:pPr>
    </w:p>
    <w:p w14:paraId="24174839" w14:textId="227FAA7E" w:rsidR="00473465" w:rsidRDefault="004F6E6A" w:rsidP="00D03B69">
      <w:pPr>
        <w:pStyle w:val="Level2"/>
        <w:ind w:left="510" w:hanging="510"/>
      </w:pPr>
      <w:r>
        <w:t xml:space="preserve">RMK kohustus on võimaldada Kliendile </w:t>
      </w:r>
      <w:r w:rsidR="00F03E13">
        <w:t xml:space="preserve">piisav </w:t>
      </w:r>
      <w:r>
        <w:t xml:space="preserve">teave selle kohta, millistes kvartalites või eraldistel on ulukikahjustuse tekkimise oht. </w:t>
      </w:r>
      <w:r w:rsidR="00554D20">
        <w:t xml:space="preserve">MS § 48 </w:t>
      </w:r>
      <w:r w:rsidR="00F75F36">
        <w:t>lõike 2 järgi, RMK vastutab loodusväärtuste kaitse</w:t>
      </w:r>
      <w:r w:rsidR="001C502F">
        <w:t xml:space="preserve"> ning riigimetsa korraldamise eest. MS § 47 lg </w:t>
      </w:r>
      <w:r w:rsidR="00E30692">
        <w:t xml:space="preserve">2 alusel kehtestatud Vabariigi Valitsuse 09.01.2007 määruse nr 4 „Riigimetsa Majandamise Keskuse põhimäärus“ § </w:t>
      </w:r>
      <w:r w:rsidR="005473B4">
        <w:t>9 järgi tegeleb RMK ka metsakaitse</w:t>
      </w:r>
      <w:r w:rsidR="001C3420">
        <w:t xml:space="preserve">ga. Seega, </w:t>
      </w:r>
      <w:r w:rsidR="00CF1E74">
        <w:t xml:space="preserve">RMK on ainus asutus Eestis, </w:t>
      </w:r>
      <w:r w:rsidR="00997CCD">
        <w:t>kes vastutab ning kel o</w:t>
      </w:r>
      <w:r w:rsidR="00AA6D01">
        <w:t>n vajaminevad andmed selleks, et ulukikahjustusi efektiivselt ennetada. Kuivõrd RMK jättis Lepingust tuleneva kohustuse täitmata ning ei andnud Kliendile teavet selle kohta, millistes kvartalites on ulukikahjustuse tekkimise oht suurem, ei saanud Klient ulukikahjustuse tekkimist</w:t>
      </w:r>
      <w:r w:rsidR="00D51CF9">
        <w:t xml:space="preserve"> Aktides märgitud eraldistel</w:t>
      </w:r>
      <w:r w:rsidR="00AA6D01">
        <w:t xml:space="preserve"> takistada. </w:t>
      </w:r>
    </w:p>
    <w:p w14:paraId="1C330911" w14:textId="77777777" w:rsidR="00613C44" w:rsidRPr="00E4658F" w:rsidRDefault="00613C44" w:rsidP="00613C44">
      <w:pPr>
        <w:pStyle w:val="ListParagraph"/>
        <w:rPr>
          <w:lang w:val="et-EE"/>
        </w:rPr>
      </w:pPr>
    </w:p>
    <w:p w14:paraId="2F4C4655" w14:textId="2CA967F9" w:rsidR="00613C44" w:rsidRDefault="00613C44" w:rsidP="00D03B69">
      <w:pPr>
        <w:pStyle w:val="Level2"/>
        <w:ind w:left="510" w:hanging="510"/>
      </w:pPr>
      <w:r>
        <w:t xml:space="preserve">VÕS § 140 lg 1 järgi, kahjuhüvitist vähendatakse, kui kahju hüvitamine täies ulatuses oleks </w:t>
      </w:r>
      <w:r w:rsidR="001E7158">
        <w:t xml:space="preserve">kohustatud isiku suhtes äärmiselt ebaõiglane või muudel põhjustel mõistlikult vastuvõtmatu. Antud juhul, kuna väidetav ulukikahjustus on </w:t>
      </w:r>
      <w:r w:rsidR="007568D8">
        <w:t xml:space="preserve">tekkinud seetõttu, et </w:t>
      </w:r>
      <w:r w:rsidR="001D2EAF">
        <w:t xml:space="preserve">RMK ei edastanud </w:t>
      </w:r>
      <w:r w:rsidR="00123AA8">
        <w:t>Kliendile vajaminevat infot, oleks mistahes kahjuhüvitise tasumine Kliendi poolt ebaõiglane ja mõistlikult vastuvõ</w:t>
      </w:r>
      <w:r w:rsidR="00F4713D">
        <w:t>e</w:t>
      </w:r>
      <w:r w:rsidR="00123AA8">
        <w:t>t</w:t>
      </w:r>
      <w:r w:rsidR="00F4713D">
        <w:t>a</w:t>
      </w:r>
      <w:r w:rsidR="00123AA8">
        <w:t xml:space="preserve">matu. </w:t>
      </w:r>
    </w:p>
    <w:p w14:paraId="16EEBD98" w14:textId="77777777" w:rsidR="00123AA8" w:rsidRPr="00E4658F" w:rsidRDefault="00123AA8" w:rsidP="00123AA8">
      <w:pPr>
        <w:pStyle w:val="ListParagraph"/>
        <w:rPr>
          <w:lang w:val="et-EE"/>
        </w:rPr>
      </w:pPr>
    </w:p>
    <w:p w14:paraId="4F29F026" w14:textId="686C917F" w:rsidR="00123AA8" w:rsidRDefault="00386E25" w:rsidP="00D03B69">
      <w:pPr>
        <w:pStyle w:val="Level2"/>
        <w:ind w:left="510" w:hanging="510"/>
      </w:pPr>
      <w:r w:rsidRPr="001A3444">
        <w:rPr>
          <w:b/>
          <w:bCs/>
        </w:rPr>
        <w:t>Järelikult</w:t>
      </w:r>
      <w:r>
        <w:t xml:space="preserve">, </w:t>
      </w:r>
      <w:r w:rsidR="00F5477B">
        <w:t>RMK-l puudub Lepingus toodud kohustuse rikkumise ning VÕS § 139 ja 140 alusel õigus Kliendilt Akti</w:t>
      </w:r>
      <w:r w:rsidR="00F4713D">
        <w:t>de</w:t>
      </w:r>
      <w:r w:rsidR="00F5477B">
        <w:t xml:space="preserve">s nimetatud kahjuhüvitist nõuda. </w:t>
      </w:r>
    </w:p>
    <w:p w14:paraId="2429D61F" w14:textId="77777777" w:rsidR="00E67177" w:rsidRPr="00E4658F" w:rsidRDefault="00E67177" w:rsidP="00E67177">
      <w:pPr>
        <w:pStyle w:val="ListParagraph"/>
        <w:rPr>
          <w:lang w:val="et-EE"/>
        </w:rPr>
      </w:pPr>
    </w:p>
    <w:p w14:paraId="0AE5764E" w14:textId="230ADA97" w:rsidR="00E67177" w:rsidRPr="00510F6E" w:rsidRDefault="001A3444" w:rsidP="00E67177">
      <w:pPr>
        <w:pStyle w:val="Level1"/>
        <w:spacing w:line="0" w:lineRule="atLeast"/>
        <w:rPr>
          <w:b/>
        </w:rPr>
      </w:pPr>
      <w:r>
        <w:rPr>
          <w:b/>
        </w:rPr>
        <w:t xml:space="preserve">Kliendilt hüvitise nõudmine </w:t>
      </w:r>
      <w:r w:rsidR="00324CCE">
        <w:rPr>
          <w:b/>
        </w:rPr>
        <w:t>on põhjendamatu, k</w:t>
      </w:r>
      <w:r w:rsidR="00DF44FC">
        <w:rPr>
          <w:b/>
        </w:rPr>
        <w:t>una Klient on teinud kõik võimaliku, et ulukikahjustusi ära hoida</w:t>
      </w:r>
      <w:r w:rsidR="000B2484">
        <w:rPr>
          <w:b/>
        </w:rPr>
        <w:t>.</w:t>
      </w:r>
    </w:p>
    <w:p w14:paraId="1FF832AE" w14:textId="77777777" w:rsidR="00E67177" w:rsidRPr="00510F6E" w:rsidRDefault="00E67177" w:rsidP="00E67177">
      <w:pPr>
        <w:pStyle w:val="Level1"/>
        <w:numPr>
          <w:ilvl w:val="0"/>
          <w:numId w:val="0"/>
        </w:numPr>
        <w:spacing w:line="0" w:lineRule="atLeast"/>
        <w:rPr>
          <w:bCs w:val="0"/>
        </w:rPr>
      </w:pPr>
    </w:p>
    <w:p w14:paraId="0FBCF45D" w14:textId="6FCD44DA" w:rsidR="00E67177" w:rsidRDefault="007E6F72" w:rsidP="00E67177">
      <w:pPr>
        <w:pStyle w:val="Level2"/>
        <w:ind w:left="510" w:hanging="510"/>
      </w:pPr>
      <w:r>
        <w:t xml:space="preserve">Lepingu 3. peatükk reguleerib </w:t>
      </w:r>
      <w:r w:rsidR="00083E60">
        <w:t xml:space="preserve">oluliste </w:t>
      </w:r>
      <w:r>
        <w:t>ulukikahjustuste</w:t>
      </w:r>
      <w:r w:rsidR="00632D5A">
        <w:t xml:space="preserve"> </w:t>
      </w:r>
      <w:r w:rsidR="00083E60">
        <w:t xml:space="preserve">hüvitamise korda. </w:t>
      </w:r>
      <w:r w:rsidR="00D33852">
        <w:t xml:space="preserve">Arvestades Kliendi tegevust jahipiirkonna kasutajana, RMK huvi metsakaitsel ning </w:t>
      </w:r>
      <w:r w:rsidR="00E97612">
        <w:t xml:space="preserve">Lepingu 3. peatüki eesmärki, saab Lepingu järgi Kliendilt </w:t>
      </w:r>
      <w:r w:rsidR="002F1261">
        <w:t xml:space="preserve">maksimaalselt oodata üksnes seda, et Klient </w:t>
      </w:r>
      <w:r w:rsidR="00051F63">
        <w:t>kütiks maksimaalse riigi poolt lubatud ulukite arvu</w:t>
      </w:r>
      <w:r w:rsidR="00D80D96">
        <w:t xml:space="preserve">. Teisisõnu – Lepingu järgi, Kliendi kohustuseks on ära hoida olulise ulukikahju tekkimine. </w:t>
      </w:r>
    </w:p>
    <w:p w14:paraId="6814E5D4" w14:textId="37097F3F" w:rsidR="002F3B31" w:rsidRDefault="002F3B31" w:rsidP="002F3B31">
      <w:pPr>
        <w:pStyle w:val="Level2"/>
        <w:numPr>
          <w:ilvl w:val="0"/>
          <w:numId w:val="0"/>
        </w:numPr>
        <w:ind w:left="510"/>
      </w:pPr>
    </w:p>
    <w:p w14:paraId="4AA1AA27" w14:textId="398C8F17" w:rsidR="002F3B31" w:rsidRDefault="002F3B31" w:rsidP="00E67177">
      <w:pPr>
        <w:pStyle w:val="Level2"/>
        <w:ind w:left="510" w:hanging="510"/>
      </w:pPr>
      <w:r>
        <w:t xml:space="preserve">VÕS § </w:t>
      </w:r>
      <w:r w:rsidR="006E7825">
        <w:t xml:space="preserve">108 </w:t>
      </w:r>
      <w:r w:rsidR="006E7825" w:rsidRPr="00C659A5">
        <w:t xml:space="preserve">lg 2 </w:t>
      </w:r>
      <w:r w:rsidR="00B541C4" w:rsidRPr="00C659A5">
        <w:t xml:space="preserve">punkti 1 </w:t>
      </w:r>
      <w:r w:rsidR="006E7825" w:rsidRPr="00C659A5">
        <w:t xml:space="preserve">järgi, kohustuse (antud juhul Kliendi poolt ulukikahjustuste ärahoidmine) </w:t>
      </w:r>
      <w:r w:rsidR="00D80D96" w:rsidRPr="00C659A5">
        <w:t xml:space="preserve">täitmist ei või nõuda, kui kohustuse täitmine on võimatu. </w:t>
      </w:r>
      <w:r w:rsidR="00CA1539" w:rsidRPr="00C659A5">
        <w:t>Klient on realiseerinud kõik talle väljastatud küttimisload.</w:t>
      </w:r>
      <w:r w:rsidR="002E2024">
        <w:t xml:space="preserve"> Seega, pärast</w:t>
      </w:r>
      <w:r w:rsidR="00B302F0">
        <w:t xml:space="preserve"> küttimisõiguse maksimaalset teostamist on Klient teinud omalt poolt kõik, et </w:t>
      </w:r>
      <w:r w:rsidR="004E76A2">
        <w:t>olulist ulukikahjustust vältida.</w:t>
      </w:r>
      <w:r w:rsidR="00DF0CF4">
        <w:t xml:space="preserve"> Edasiste tegevuste eeldamine </w:t>
      </w:r>
      <w:r w:rsidR="00193C02">
        <w:t>(st täiendavate ulukite küttimine) oleks õigustatud, s</w:t>
      </w:r>
      <w:r w:rsidR="00F45DE8">
        <w:t>h</w:t>
      </w:r>
      <w:r w:rsidR="00193C02">
        <w:t xml:space="preserve"> kooskõlas VÕS §</w:t>
      </w:r>
      <w:r w:rsidR="00F45DE8">
        <w:t xml:space="preserve">-ga 6 üksnes juhul, kui Kliendil oleks võimalik küttida piiramatu arv ulukeid. </w:t>
      </w:r>
    </w:p>
    <w:p w14:paraId="4EC4BB36" w14:textId="77777777" w:rsidR="007B1C10" w:rsidRPr="00E4658F" w:rsidRDefault="007B1C10" w:rsidP="007B1C10">
      <w:pPr>
        <w:pStyle w:val="ListParagraph"/>
        <w:rPr>
          <w:lang w:val="et-EE"/>
        </w:rPr>
      </w:pPr>
    </w:p>
    <w:p w14:paraId="457258C8" w14:textId="73547B9C" w:rsidR="007B1C10" w:rsidRDefault="0009710C" w:rsidP="00E67177">
      <w:pPr>
        <w:pStyle w:val="Level2"/>
        <w:ind w:left="510" w:hanging="510"/>
      </w:pPr>
      <w:r w:rsidRPr="0009710C">
        <w:rPr>
          <w:b/>
          <w:bCs/>
        </w:rPr>
        <w:t>Järelikult</w:t>
      </w:r>
      <w:r>
        <w:t xml:space="preserve">, kuna Kliendilt ei saa oodata täiendavaid õiguspäraseid tegevusi (edasine küttimine oleks õigusvastane), on täiendav ulukikahjustuste ärahoidmine Kliendi poolt </w:t>
      </w:r>
      <w:r w:rsidR="00B541C4">
        <w:t xml:space="preserve">VÕS § 108 lg 2 p 1 tähenduses võimatu. </w:t>
      </w:r>
    </w:p>
    <w:p w14:paraId="41A818E9" w14:textId="659AA4CE" w:rsidR="007E1B77" w:rsidRPr="007E1B77" w:rsidRDefault="007E1B77" w:rsidP="008315D4">
      <w:pPr>
        <w:pStyle w:val="Level2"/>
        <w:numPr>
          <w:ilvl w:val="0"/>
          <w:numId w:val="0"/>
        </w:numPr>
      </w:pPr>
    </w:p>
    <w:p w14:paraId="2A17F004" w14:textId="04805A0F" w:rsidR="009C45F4" w:rsidRPr="00B305FD" w:rsidRDefault="00E3136A" w:rsidP="009C45F4">
      <w:pPr>
        <w:pStyle w:val="Level1"/>
        <w:spacing w:line="0" w:lineRule="atLeast"/>
        <w:rPr>
          <w:b/>
        </w:rPr>
      </w:pPr>
      <w:r>
        <w:rPr>
          <w:b/>
        </w:rPr>
        <w:t>Kliendilt saab kahju hüvitamist eeldada üksnes niivõrd, kuivõrd see on vajalik mii</w:t>
      </w:r>
      <w:r w:rsidR="00A24F35">
        <w:rPr>
          <w:b/>
        </w:rPr>
        <w:t>nimumeesmärgi taastamiseks</w:t>
      </w:r>
      <w:r w:rsidR="009C45F4" w:rsidRPr="00B305FD">
        <w:rPr>
          <w:b/>
        </w:rPr>
        <w:t>.</w:t>
      </w:r>
    </w:p>
    <w:p w14:paraId="735F968D" w14:textId="77777777" w:rsidR="009C45F4" w:rsidRPr="00B305FD" w:rsidRDefault="009C45F4" w:rsidP="009C45F4">
      <w:pPr>
        <w:pStyle w:val="Level1"/>
        <w:numPr>
          <w:ilvl w:val="0"/>
          <w:numId w:val="0"/>
        </w:numPr>
        <w:spacing w:line="0" w:lineRule="atLeast"/>
        <w:rPr>
          <w:bCs w:val="0"/>
        </w:rPr>
      </w:pPr>
    </w:p>
    <w:p w14:paraId="351F9BE8" w14:textId="0EDBD119" w:rsidR="009C45F4" w:rsidRDefault="009C45F4" w:rsidP="009C45F4">
      <w:pPr>
        <w:pStyle w:val="Level2"/>
        <w:ind w:left="510" w:hanging="510"/>
      </w:pPr>
      <w:r w:rsidRPr="00B305FD">
        <w:t>Lepingu punkti 3.1 järgi, lepingus käsitletakse oluliste ulukikahjustustena metsauuendusala või puistu kahjustamist ulukite poolt, mille ulatuses jääb täitmata miinimumeesmärk tagada metsauuendusalal harilike mändide arv vähemalt 1500 tk/ha kohta. Teisisõnu – kui hektari kohta kasvab metsauuendusalal näiteks 2000 mändi, siis 500 männi kahjustumise puhul Klient ulukikahju hüvitama ei pea. Iga järgneva kahjustatud hariliku männi eest vastutab Klient niivõrd, kuivõrd on vajalik hektari kohta kasvavate taimede arvu 1500 taimeni taastada</w:t>
      </w:r>
      <w:r w:rsidRPr="00B305FD">
        <w:rPr>
          <w:rStyle w:val="FootnoteReference"/>
        </w:rPr>
        <w:footnoteReference w:id="1"/>
      </w:r>
      <w:r w:rsidRPr="00B305FD">
        <w:t>.</w:t>
      </w:r>
    </w:p>
    <w:p w14:paraId="21F16A0D" w14:textId="352BA31B" w:rsidR="00840374" w:rsidRDefault="00840374" w:rsidP="00840374">
      <w:pPr>
        <w:pStyle w:val="Level2"/>
        <w:numPr>
          <w:ilvl w:val="0"/>
          <w:numId w:val="0"/>
        </w:numPr>
        <w:ind w:left="510"/>
      </w:pPr>
    </w:p>
    <w:p w14:paraId="5724ADC8" w14:textId="3582C0B0" w:rsidR="00840374" w:rsidRPr="00B305FD" w:rsidRDefault="00F95435" w:rsidP="009C45F4">
      <w:pPr>
        <w:pStyle w:val="Level2"/>
        <w:ind w:left="510" w:hanging="510"/>
      </w:pPr>
      <w:r>
        <w:t xml:space="preserve">Samuti, Lepingu punkti </w:t>
      </w:r>
      <w:r w:rsidR="00282940" w:rsidRPr="00B305FD">
        <w:t xml:space="preserve">3.1 sisalduva ulukikahjustuste hüvitamise kohustuse kontekstis tähendab eelnev, et RMK </w:t>
      </w:r>
      <w:r w:rsidR="00C62E2E">
        <w:t>peab suutma</w:t>
      </w:r>
      <w:r w:rsidR="00282940" w:rsidRPr="00B305FD">
        <w:t xml:space="preserve"> usutavalt tõendada, et kõnealustes eraldistes on taimede arv hektari kohta langenud alla 1500 taime </w:t>
      </w:r>
      <w:r w:rsidR="00282940" w:rsidRPr="00B305FD">
        <w:rPr>
          <w:u w:val="single"/>
        </w:rPr>
        <w:t>just ulukikahjustuse tulemusena</w:t>
      </w:r>
      <w:r w:rsidR="00282940" w:rsidRPr="00B305FD">
        <w:t>. Klient ei vastuta Lepingu alusel igasuguse taimede arvu languse (nt ebasoodsad ilmastikutingimused, vargus</w:t>
      </w:r>
      <w:r w:rsidR="00043AD5">
        <w:t>, kahjurid, haigused jmt</w:t>
      </w:r>
      <w:r w:rsidR="00282940" w:rsidRPr="00B305FD">
        <w:t>) eest, vaid üksnes ulukikahjustuse eest. Järelikult</w:t>
      </w:r>
      <w:r w:rsidR="00C62E2E">
        <w:t>, kuna</w:t>
      </w:r>
      <w:r w:rsidR="00282940" w:rsidRPr="00B305FD">
        <w:t xml:space="preserve"> RMK </w:t>
      </w:r>
      <w:r w:rsidR="00C62E2E">
        <w:t xml:space="preserve">pole </w:t>
      </w:r>
      <w:r w:rsidR="00282940" w:rsidRPr="00B305FD">
        <w:t xml:space="preserve">suutnud tuvastada, et </w:t>
      </w:r>
      <w:r w:rsidR="00282940" w:rsidRPr="00B305FD">
        <w:lastRenderedPageBreak/>
        <w:t>eraldistel oleks puude arv alla 1500 taime langenud ulukikahjustuste tulemusena</w:t>
      </w:r>
      <w:r w:rsidR="00C62E2E">
        <w:t>, pole Akti</w:t>
      </w:r>
      <w:r w:rsidR="00043AD5">
        <w:t>de</w:t>
      </w:r>
      <w:r w:rsidR="00C62E2E">
        <w:t>s toodud kahju hüvitamise nõudmine Kliendilt põhjendatud</w:t>
      </w:r>
      <w:r w:rsidR="00282940" w:rsidRPr="00B305FD">
        <w:t>.</w:t>
      </w:r>
    </w:p>
    <w:p w14:paraId="18ACD05A" w14:textId="77777777" w:rsidR="009C45F4" w:rsidRPr="00B305FD" w:rsidRDefault="009C45F4" w:rsidP="009C45F4">
      <w:pPr>
        <w:pStyle w:val="Level2"/>
        <w:numPr>
          <w:ilvl w:val="0"/>
          <w:numId w:val="0"/>
        </w:numPr>
        <w:ind w:left="510"/>
      </w:pPr>
    </w:p>
    <w:p w14:paraId="38C1C198" w14:textId="065CB832" w:rsidR="009C45F4" w:rsidRPr="00B305FD" w:rsidRDefault="00690668" w:rsidP="009C45F4">
      <w:pPr>
        <w:pStyle w:val="Level2"/>
        <w:ind w:left="510" w:hanging="510"/>
      </w:pPr>
      <w:r>
        <w:t>Näiteks a</w:t>
      </w:r>
      <w:r w:rsidR="006D1897">
        <w:t>kti</w:t>
      </w:r>
      <w:r w:rsidR="00043AD5">
        <w:t>de</w:t>
      </w:r>
      <w:r w:rsidR="006D1897">
        <w:t>st</w:t>
      </w:r>
      <w:r>
        <w:t xml:space="preserve"> nr 3-1.61/</w:t>
      </w:r>
      <w:r w:rsidR="006B4568">
        <w:t>90</w:t>
      </w:r>
      <w:r>
        <w:t xml:space="preserve"> ja nr 3-1.61/91</w:t>
      </w:r>
      <w:r w:rsidR="006D1897">
        <w:t xml:space="preserve"> nähtub, et </w:t>
      </w:r>
      <w:r w:rsidR="00F83E40">
        <w:t xml:space="preserve">Kliendilt oodatakse sellise kulu hüvitamist, mis vastab </w:t>
      </w:r>
      <w:r w:rsidR="006B4568">
        <w:t>enama kui 1500</w:t>
      </w:r>
      <w:r w:rsidR="00F83E40">
        <w:t xml:space="preserve"> istiku istutamisele.</w:t>
      </w:r>
      <w:r w:rsidR="006B4568">
        <w:t xml:space="preserve"> Aktile nr 3-1.61/91, mis käsitleb umbes ühe hektari suurust eraldist, on märgitud koguni 2900 istiku istutamine.</w:t>
      </w:r>
      <w:r w:rsidR="00F83E40">
        <w:t xml:space="preserve"> </w:t>
      </w:r>
      <w:r w:rsidR="008C01FF">
        <w:t xml:space="preserve">Samas, võttes arvesse miinimumeesmärki 1500 tk/ha kohta, saaks selle arvu isikutega täita </w:t>
      </w:r>
      <w:r w:rsidR="006B4568">
        <w:t>pea</w:t>
      </w:r>
      <w:r w:rsidR="008C01FF">
        <w:t xml:space="preserve"> kahe hektari suuruse eraldise miinimumeesmärgi. </w:t>
      </w:r>
      <w:r w:rsidR="000F7B15">
        <w:t xml:space="preserve">RMK pole </w:t>
      </w:r>
      <w:r w:rsidR="00A36C75">
        <w:t>vastavas aktis</w:t>
      </w:r>
      <w:r w:rsidR="000F7B15">
        <w:t xml:space="preserve"> põhjendanud, millest tuleneb sedavõrd suur istikute arv</w:t>
      </w:r>
      <w:r w:rsidR="00A36C75">
        <w:t>. 1500 istikut ületavas osas puudub isegi muude eelduste (</w:t>
      </w:r>
      <w:r w:rsidR="002F37E4">
        <w:t>nt</w:t>
      </w:r>
      <w:r w:rsidR="00A36C75">
        <w:t xml:space="preserve"> tuvastatud ulukikahju) </w:t>
      </w:r>
      <w:r w:rsidR="002F37E4">
        <w:t xml:space="preserve">täitmise korral RMK-l Kliendi vastu mistahes rahaline nõue. </w:t>
      </w:r>
    </w:p>
    <w:p w14:paraId="7C2CC732" w14:textId="77777777" w:rsidR="009C45F4" w:rsidRPr="00B305FD" w:rsidRDefault="009C45F4" w:rsidP="009C45F4">
      <w:pPr>
        <w:pStyle w:val="Level2"/>
        <w:numPr>
          <w:ilvl w:val="0"/>
          <w:numId w:val="0"/>
        </w:numPr>
        <w:ind w:left="510"/>
      </w:pPr>
    </w:p>
    <w:p w14:paraId="5CE2C758" w14:textId="1230A3F3" w:rsidR="009C45F4" w:rsidRPr="00B305FD" w:rsidRDefault="005919C8" w:rsidP="009C45F4">
      <w:pPr>
        <w:pStyle w:val="Level2"/>
        <w:ind w:left="510" w:hanging="510"/>
      </w:pPr>
      <w:r>
        <w:t xml:space="preserve">Järelikult, </w:t>
      </w:r>
      <w:r w:rsidR="009C45F4" w:rsidRPr="00B305FD">
        <w:t>RMK</w:t>
      </w:r>
      <w:r w:rsidR="008078C0">
        <w:t xml:space="preserve"> on juba enne Lepingu punktis 3.4 ette nähtud hindamist </w:t>
      </w:r>
      <w:r w:rsidR="009B097A">
        <w:t>esitanud Kliendi vastu nõude ulatuses, mille puhul see on ilmselgelt põhjendamatu</w:t>
      </w:r>
      <w:r w:rsidR="000B7E19">
        <w:t xml:space="preserve"> ning mille puhul pole võimalik järeldada, et </w:t>
      </w:r>
      <w:r w:rsidR="00214C0D">
        <w:t>elujõuliste taimede arv oleks langenud allapoole miinimum</w:t>
      </w:r>
      <w:r w:rsidR="00591897">
        <w:t>eesmärki ulukite tegevuse tulemusena</w:t>
      </w:r>
      <w:r w:rsidR="009C45F4" w:rsidRPr="00B305FD">
        <w:t>.</w:t>
      </w:r>
      <w:r w:rsidR="002B5042">
        <w:t xml:space="preserve"> </w:t>
      </w:r>
      <w:r w:rsidR="002F37E4">
        <w:t xml:space="preserve">Seda enam, et raha nõutakse ka istikute eest, mis ületavad miinimumeesmärki 1500 tk/ha. </w:t>
      </w:r>
    </w:p>
    <w:p w14:paraId="03065051" w14:textId="45AD391F" w:rsidR="009C45F4" w:rsidRDefault="009C45F4" w:rsidP="008315D4">
      <w:pPr>
        <w:rPr>
          <w:lang w:val="et-EE"/>
        </w:rPr>
      </w:pPr>
    </w:p>
    <w:p w14:paraId="26F0C66F" w14:textId="477382C0" w:rsidR="008315D4" w:rsidRPr="00510F6E" w:rsidRDefault="008315D4" w:rsidP="008315D4">
      <w:pPr>
        <w:pStyle w:val="Level1"/>
        <w:spacing w:line="0" w:lineRule="atLeast"/>
        <w:rPr>
          <w:b/>
        </w:rPr>
      </w:pPr>
      <w:r>
        <w:rPr>
          <w:b/>
        </w:rPr>
        <w:t>RMK väidetud kahju esinemist pole kindlaks tehtud, Klient ei nõustu kahju ulatusega</w:t>
      </w:r>
      <w:r w:rsidR="00174DD8">
        <w:rPr>
          <w:b/>
        </w:rPr>
        <w:t xml:space="preserve"> ega sellega, et kahju oleks tekkinud just ulukikahjustuste tõttu</w:t>
      </w:r>
      <w:r w:rsidR="000B2484">
        <w:rPr>
          <w:b/>
        </w:rPr>
        <w:t>.</w:t>
      </w:r>
    </w:p>
    <w:p w14:paraId="7DF94EBC" w14:textId="77777777" w:rsidR="008315D4" w:rsidRPr="00510F6E" w:rsidRDefault="008315D4" w:rsidP="008315D4">
      <w:pPr>
        <w:pStyle w:val="Level1"/>
        <w:numPr>
          <w:ilvl w:val="0"/>
          <w:numId w:val="0"/>
        </w:numPr>
        <w:spacing w:line="0" w:lineRule="atLeast"/>
        <w:rPr>
          <w:bCs w:val="0"/>
        </w:rPr>
      </w:pPr>
    </w:p>
    <w:p w14:paraId="44FE932C" w14:textId="0529396A" w:rsidR="00251FC7" w:rsidRPr="00251FC7" w:rsidRDefault="008315D4" w:rsidP="00251FC7">
      <w:pPr>
        <w:pStyle w:val="Level2"/>
        <w:ind w:left="510" w:hanging="510"/>
      </w:pPr>
      <w:r>
        <w:t>Akti</w:t>
      </w:r>
      <w:r w:rsidR="002F37E4">
        <w:t>de</w:t>
      </w:r>
      <w:r>
        <w:t>s märgitud eraldis</w:t>
      </w:r>
      <w:r w:rsidR="002F37E4">
        <w:t>t</w:t>
      </w:r>
      <w:r>
        <w:t>el on väidetavalt langenud elujõuliste taimete arv alla miinimumeesmärgi (st alla Lepingu punktis 3.1 toodud eesmärkide). Paraku ei nähtu Akti</w:t>
      </w:r>
      <w:r w:rsidR="002F37E4">
        <w:t>de</w:t>
      </w:r>
      <w:r>
        <w:t xml:space="preserve">st kuidas on kahju tuvastatud, millisel viisil elujõulisi taimi loendati ning kuidas on määratud metsataimede ning nende istutamise kulu. </w:t>
      </w:r>
      <w:r w:rsidR="002F37E4">
        <w:t>Teisisõnu</w:t>
      </w:r>
      <w:r>
        <w:t xml:space="preserve"> – väidetavalt tekkinud kahju suurus on tõendamata. </w:t>
      </w:r>
      <w:r w:rsidRPr="0024122A">
        <w:rPr>
          <w:bCs/>
        </w:rPr>
        <w:t>Klient vaidleb seega vastu Akti</w:t>
      </w:r>
      <w:r w:rsidR="00213B35">
        <w:rPr>
          <w:bCs/>
        </w:rPr>
        <w:t>de</w:t>
      </w:r>
      <w:r w:rsidRPr="0024122A">
        <w:rPr>
          <w:bCs/>
        </w:rPr>
        <w:t>s toodud olulisele ulukikahjule</w:t>
      </w:r>
      <w:r w:rsidRPr="00A97A48">
        <w:rPr>
          <w:b/>
        </w:rPr>
        <w:t>. Vastavalt Lepingu punktis 3.4 toodule, Klient soovib kahju hindamist konsulendi või metsakorraldaja poolt.</w:t>
      </w:r>
      <w:r w:rsidRPr="0024122A">
        <w:rPr>
          <w:bCs/>
        </w:rPr>
        <w:t xml:space="preserve"> </w:t>
      </w:r>
      <w:r w:rsidRPr="00251FC7">
        <w:rPr>
          <w:bCs/>
        </w:rPr>
        <w:t xml:space="preserve">Klient peab oluliseks, et konsulent/metsakorraldaja mitte ainult ei teostaks loendust, vaid hindaks ka Lepingu punktides 3.5 ja 3.8 toodut, st ulukikahju hüvitamist välistavaid asjaolusid. </w:t>
      </w:r>
    </w:p>
    <w:p w14:paraId="344E0C6E" w14:textId="6FD1BA94" w:rsidR="00251FC7" w:rsidRPr="00251FC7" w:rsidRDefault="00251FC7" w:rsidP="00251FC7">
      <w:pPr>
        <w:pStyle w:val="Level2"/>
        <w:numPr>
          <w:ilvl w:val="0"/>
          <w:numId w:val="0"/>
        </w:numPr>
        <w:ind w:left="510"/>
      </w:pPr>
    </w:p>
    <w:p w14:paraId="2C7EF1EB" w14:textId="58B16367" w:rsidR="00251FC7" w:rsidRPr="008315D4" w:rsidRDefault="00251FC7" w:rsidP="00251FC7">
      <w:pPr>
        <w:pStyle w:val="Level2"/>
        <w:ind w:left="510" w:hanging="510"/>
      </w:pPr>
      <w:r>
        <w:t xml:space="preserve">Kahju hüvitamise nõudmine Aktides märgitud viisil ja summas on põhjendamatu ka Lepingu punkti </w:t>
      </w:r>
      <w:r w:rsidR="00ED6F5A">
        <w:t xml:space="preserve">3.5 järgi. Lepingu punkt 3.5 sätestab, et mitme kahjustaja (sh kui üheks </w:t>
      </w:r>
      <w:r w:rsidR="004D7212">
        <w:t xml:space="preserve">kahjustajaks on jahiuluk) tekkinud olulise metsakahjustuse korral arvestatakse kogukahjust ulukikahjustuse osa. Aktidest ei nähtu mitte mingil moel, et RMK oleks kahju kindlaksmääramisel ning Aktidesse kirjutatud nõuete </w:t>
      </w:r>
      <w:r w:rsidR="00207134">
        <w:t>suuruse hindamisel arvestanud</w:t>
      </w:r>
      <w:r w:rsidR="000F400C" w:rsidRPr="000F400C">
        <w:t xml:space="preserve"> </w:t>
      </w:r>
      <w:r w:rsidR="000F400C">
        <w:t>Lepingu punktiga 3.5</w:t>
      </w:r>
      <w:r w:rsidR="00207134">
        <w:t xml:space="preserve">. Vastupidi, Aktidest </w:t>
      </w:r>
      <w:r w:rsidR="00EF30E0">
        <w:t xml:space="preserve">jääb tahes-tahtmata arusaam, et </w:t>
      </w:r>
      <w:r w:rsidR="00207134">
        <w:t xml:space="preserve">RMK </w:t>
      </w:r>
      <w:r w:rsidR="00EF30E0">
        <w:t xml:space="preserve">on </w:t>
      </w:r>
      <w:r w:rsidR="00207134">
        <w:t xml:space="preserve">lihtsalt võtnud </w:t>
      </w:r>
      <w:r w:rsidR="00EF30E0">
        <w:t>hinnangulise eral</w:t>
      </w:r>
      <w:r w:rsidR="008E5F54">
        <w:t xml:space="preserve">distel oleva elujõuliste taimede arvu ning sellest lähtuvalt esitanud </w:t>
      </w:r>
      <w:r w:rsidR="00475459">
        <w:t xml:space="preserve">Kliendi vastu nõude lisatööde hüvitamiseks. Selline käsitlus on aga </w:t>
      </w:r>
      <w:r w:rsidR="00A07E6A">
        <w:t xml:space="preserve">Lepingu punktiga 3.5 </w:t>
      </w:r>
      <w:r w:rsidR="00790531">
        <w:t xml:space="preserve">otseses </w:t>
      </w:r>
      <w:r w:rsidR="00A07E6A">
        <w:t>vastuolus.</w:t>
      </w:r>
    </w:p>
    <w:p w14:paraId="6DB3D49F" w14:textId="77777777" w:rsidR="008315D4" w:rsidRPr="008315D4" w:rsidRDefault="008315D4" w:rsidP="008315D4">
      <w:pPr>
        <w:rPr>
          <w:lang w:val="et-EE"/>
        </w:rPr>
      </w:pPr>
    </w:p>
    <w:p w14:paraId="56CB9FC5" w14:textId="77777777" w:rsidR="00F4104A" w:rsidRDefault="00F4104A" w:rsidP="00127581">
      <w:pPr>
        <w:pStyle w:val="NormalWeb"/>
        <w:spacing w:before="0" w:beforeAutospacing="0" w:after="0" w:afterAutospacing="0" w:line="0" w:lineRule="atLeast"/>
        <w:rPr>
          <w:rFonts w:ascii="Verdana" w:hAnsi="Verdana" w:cs="Arial"/>
          <w:bCs/>
          <w:color w:val="auto"/>
          <w:sz w:val="18"/>
          <w:szCs w:val="18"/>
        </w:rPr>
      </w:pPr>
    </w:p>
    <w:p w14:paraId="69E03054" w14:textId="177AA2FE" w:rsidR="008650AE" w:rsidRPr="00510F6E" w:rsidRDefault="008650AE" w:rsidP="00127581">
      <w:pPr>
        <w:pStyle w:val="NormalWeb"/>
        <w:spacing w:before="0" w:beforeAutospacing="0" w:after="0" w:afterAutospacing="0" w:line="0" w:lineRule="atLeast"/>
        <w:rPr>
          <w:rFonts w:ascii="Verdana" w:hAnsi="Verdana" w:cs="Arial"/>
          <w:bCs/>
          <w:color w:val="auto"/>
          <w:sz w:val="18"/>
          <w:szCs w:val="18"/>
        </w:rPr>
      </w:pPr>
      <w:r w:rsidRPr="00510F6E">
        <w:rPr>
          <w:rFonts w:ascii="Verdana" w:hAnsi="Verdana" w:cs="Arial"/>
          <w:bCs/>
          <w:color w:val="auto"/>
          <w:sz w:val="18"/>
          <w:szCs w:val="18"/>
        </w:rPr>
        <w:t>Lugupidamisega</w:t>
      </w:r>
      <w:r w:rsidR="00F4104A">
        <w:rPr>
          <w:rFonts w:ascii="Verdana" w:hAnsi="Verdana" w:cs="Arial"/>
          <w:bCs/>
          <w:color w:val="auto"/>
          <w:sz w:val="18"/>
          <w:szCs w:val="18"/>
        </w:rPr>
        <w:t>,</w:t>
      </w:r>
    </w:p>
    <w:p w14:paraId="58AAE706" w14:textId="77777777" w:rsidR="008650AE" w:rsidRPr="00510F6E" w:rsidRDefault="008650AE" w:rsidP="00127581">
      <w:pPr>
        <w:pStyle w:val="NormalWeb"/>
        <w:spacing w:before="0" w:beforeAutospacing="0" w:after="0" w:afterAutospacing="0" w:line="0" w:lineRule="atLeast"/>
        <w:rPr>
          <w:rFonts w:ascii="Verdana" w:hAnsi="Verdana" w:cs="Arial"/>
          <w:bCs/>
          <w:i/>
          <w:color w:val="auto"/>
          <w:sz w:val="18"/>
          <w:szCs w:val="18"/>
        </w:rPr>
      </w:pPr>
    </w:p>
    <w:p w14:paraId="2F6DA939" w14:textId="77777777" w:rsidR="008650AE" w:rsidRPr="00510F6E" w:rsidRDefault="008650AE" w:rsidP="00127581">
      <w:pPr>
        <w:pStyle w:val="NormalWeb"/>
        <w:spacing w:before="0" w:beforeAutospacing="0" w:after="0" w:afterAutospacing="0" w:line="0" w:lineRule="atLeast"/>
        <w:rPr>
          <w:rFonts w:ascii="Verdana" w:hAnsi="Verdana" w:cs="Arial"/>
          <w:bCs/>
          <w:i/>
          <w:color w:val="auto"/>
          <w:sz w:val="18"/>
          <w:szCs w:val="18"/>
        </w:rPr>
      </w:pPr>
      <w:r w:rsidRPr="00510F6E">
        <w:rPr>
          <w:rFonts w:ascii="Verdana" w:hAnsi="Verdana" w:cs="Arial"/>
          <w:bCs/>
          <w:i/>
          <w:color w:val="auto"/>
          <w:sz w:val="18"/>
          <w:szCs w:val="18"/>
        </w:rPr>
        <w:t>/allkirjastatud digitaalselt/</w:t>
      </w:r>
    </w:p>
    <w:p w14:paraId="1D01B398" w14:textId="77777777" w:rsidR="008650AE" w:rsidRPr="00510F6E" w:rsidRDefault="008650AE" w:rsidP="00127581">
      <w:pPr>
        <w:pStyle w:val="NormalWeb"/>
        <w:spacing w:before="0" w:beforeAutospacing="0" w:after="0" w:afterAutospacing="0" w:line="0" w:lineRule="atLeast"/>
        <w:rPr>
          <w:rFonts w:ascii="Verdana" w:hAnsi="Verdana" w:cs="Arial"/>
          <w:bCs/>
          <w:color w:val="auto"/>
          <w:sz w:val="18"/>
          <w:szCs w:val="18"/>
        </w:rPr>
      </w:pPr>
    </w:p>
    <w:p w14:paraId="6553976C" w14:textId="6FE41ACC" w:rsidR="008650AE" w:rsidRPr="00510F6E" w:rsidRDefault="008650AE" w:rsidP="00127581">
      <w:pPr>
        <w:pStyle w:val="NormalWeb"/>
        <w:tabs>
          <w:tab w:val="left" w:pos="4111"/>
        </w:tabs>
        <w:spacing w:before="0" w:beforeAutospacing="0" w:after="0" w:afterAutospacing="0" w:line="0" w:lineRule="atLeast"/>
        <w:rPr>
          <w:rFonts w:ascii="Verdana" w:hAnsi="Verdana" w:cs="Arial"/>
          <w:bCs/>
          <w:color w:val="auto"/>
          <w:sz w:val="18"/>
          <w:szCs w:val="18"/>
        </w:rPr>
      </w:pPr>
      <w:r w:rsidRPr="00510F6E">
        <w:rPr>
          <w:rFonts w:ascii="Verdana" w:hAnsi="Verdana" w:cs="Arial"/>
          <w:bCs/>
          <w:color w:val="auto"/>
          <w:sz w:val="18"/>
          <w:szCs w:val="18"/>
        </w:rPr>
        <w:t>Toomas Pikamä</w:t>
      </w:r>
      <w:r w:rsidR="005A0DE1" w:rsidRPr="00510F6E">
        <w:rPr>
          <w:rFonts w:ascii="Verdana" w:hAnsi="Verdana" w:cs="Arial"/>
          <w:bCs/>
          <w:color w:val="auto"/>
          <w:sz w:val="18"/>
          <w:szCs w:val="18"/>
        </w:rPr>
        <w:t>e</w:t>
      </w:r>
    </w:p>
    <w:p w14:paraId="52E4F5D5" w14:textId="18D4E389" w:rsidR="008650AE" w:rsidRPr="00510F6E" w:rsidRDefault="005A0DE1" w:rsidP="00127581">
      <w:pPr>
        <w:pStyle w:val="NormalWeb"/>
        <w:tabs>
          <w:tab w:val="left" w:pos="4111"/>
        </w:tabs>
        <w:spacing w:before="0" w:beforeAutospacing="0" w:after="0" w:afterAutospacing="0" w:line="0" w:lineRule="atLeast"/>
        <w:rPr>
          <w:rFonts w:ascii="Verdana" w:hAnsi="Verdana" w:cs="Arial"/>
          <w:bCs/>
          <w:color w:val="auto"/>
          <w:sz w:val="18"/>
          <w:szCs w:val="18"/>
        </w:rPr>
      </w:pPr>
      <w:r w:rsidRPr="00510F6E">
        <w:rPr>
          <w:rFonts w:ascii="Verdana" w:hAnsi="Verdana" w:cs="Arial"/>
          <w:bCs/>
          <w:color w:val="auto"/>
          <w:sz w:val="18"/>
          <w:szCs w:val="18"/>
        </w:rPr>
        <w:t>v</w:t>
      </w:r>
      <w:r w:rsidR="008650AE" w:rsidRPr="00510F6E">
        <w:rPr>
          <w:rFonts w:ascii="Verdana" w:hAnsi="Verdana" w:cs="Arial"/>
          <w:bCs/>
          <w:color w:val="auto"/>
          <w:sz w:val="18"/>
          <w:szCs w:val="18"/>
        </w:rPr>
        <w:t>andeadvokaat</w:t>
      </w:r>
    </w:p>
    <w:p w14:paraId="4B76140A" w14:textId="3F38DB57" w:rsidR="00041897" w:rsidRPr="00510F6E" w:rsidRDefault="00E67177" w:rsidP="00E67177">
      <w:pPr>
        <w:pStyle w:val="NormalWeb"/>
        <w:spacing w:before="0" w:beforeAutospacing="0" w:after="0" w:afterAutospacing="0" w:line="0" w:lineRule="atLeast"/>
        <w:rPr>
          <w:rFonts w:ascii="Verdana" w:hAnsi="Verdana" w:cs="Arial"/>
          <w:bCs/>
          <w:color w:val="auto"/>
          <w:sz w:val="18"/>
          <w:szCs w:val="18"/>
        </w:rPr>
      </w:pPr>
      <w:r>
        <w:rPr>
          <w:rFonts w:ascii="Verdana" w:hAnsi="Verdana" w:cs="Arial"/>
          <w:bCs/>
          <w:color w:val="auto"/>
          <w:sz w:val="18"/>
          <w:szCs w:val="18"/>
        </w:rPr>
        <w:t>MTÜ Leluselja Jahiselts</w:t>
      </w:r>
      <w:r w:rsidR="001F7832" w:rsidRPr="00510F6E">
        <w:rPr>
          <w:rFonts w:ascii="Verdana" w:hAnsi="Verdana" w:cs="Arial"/>
          <w:bCs/>
          <w:color w:val="auto"/>
          <w:sz w:val="18"/>
          <w:szCs w:val="18"/>
        </w:rPr>
        <w:t xml:space="preserve"> </w:t>
      </w:r>
      <w:r w:rsidR="005A0DE1" w:rsidRPr="00510F6E">
        <w:rPr>
          <w:rFonts w:ascii="Verdana" w:hAnsi="Verdana" w:cs="Arial"/>
          <w:bCs/>
          <w:color w:val="auto"/>
          <w:sz w:val="18"/>
          <w:szCs w:val="18"/>
        </w:rPr>
        <w:t>lepinguline esindaja</w:t>
      </w:r>
      <w:r w:rsidR="00827B7B">
        <w:rPr>
          <w:rFonts w:ascii="Verdana" w:hAnsi="Verdana" w:cs="Arial"/>
          <w:bCs/>
          <w:color w:val="auto"/>
          <w:sz w:val="18"/>
          <w:szCs w:val="18"/>
        </w:rPr>
        <w:t xml:space="preserve"> </w:t>
      </w:r>
    </w:p>
    <w:sectPr w:rsidR="00041897" w:rsidRPr="00510F6E" w:rsidSect="001C6B97">
      <w:headerReference w:type="default" r:id="rId10"/>
      <w:footerReference w:type="default" r:id="rId11"/>
      <w:headerReference w:type="first" r:id="rId12"/>
      <w:footerReference w:type="first" r:id="rId13"/>
      <w:pgSz w:w="11907" w:h="16840" w:code="9"/>
      <w:pgMar w:top="1998" w:right="851" w:bottom="1418" w:left="1701" w:header="284" w:footer="454"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4F5DA" w14:textId="77777777" w:rsidR="002F7D4E" w:rsidRDefault="002F7D4E" w:rsidP="005D30CA">
      <w:r>
        <w:separator/>
      </w:r>
    </w:p>
  </w:endnote>
  <w:endnote w:type="continuationSeparator" w:id="0">
    <w:p w14:paraId="31922487" w14:textId="77777777" w:rsidR="002F7D4E" w:rsidRDefault="002F7D4E" w:rsidP="005D3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ill Sans MT Ext Condensed Bold">
    <w:panose1 w:val="020B09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Segoe UI">
    <w:altName w:val="Courier New"/>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F205A" w14:textId="77777777" w:rsidR="00E4572E" w:rsidRDefault="00E4572E" w:rsidP="007400E6">
    <w:pPr>
      <w:pStyle w:val="Footer"/>
      <w:tabs>
        <w:tab w:val="clear" w:pos="4536"/>
      </w:tabs>
      <w:rPr>
        <w:sz w:val="12"/>
      </w:rPr>
    </w:pPr>
  </w:p>
  <w:p w14:paraId="6BD907EA" w14:textId="77777777" w:rsidR="00E4572E" w:rsidRDefault="00E4572E" w:rsidP="00B253B4">
    <w:pPr>
      <w:pStyle w:val="ExtraInfo"/>
      <w:framePr w:w="0" w:hRule="auto" w:hSpace="0" w:wrap="auto" w:vAnchor="margin" w:hAnchor="text" w:xAlign="left" w:yAlign="inline"/>
      <w:spacing w:before="240"/>
    </w:pPr>
  </w:p>
  <w:p w14:paraId="00119984" w14:textId="77777777" w:rsidR="00E4572E" w:rsidRPr="0053419C" w:rsidRDefault="00E4572E" w:rsidP="007400E6">
    <w:pPr>
      <w:pStyle w:val="Footer"/>
      <w:tabs>
        <w:tab w:val="clear" w:pos="4536"/>
      </w:tabs>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6" w:type="dxa"/>
      <w:tblInd w:w="-113" w:type="dxa"/>
      <w:tblLayout w:type="fixed"/>
      <w:tblLook w:val="01E0" w:firstRow="1" w:lastRow="1" w:firstColumn="1" w:lastColumn="1" w:noHBand="0" w:noVBand="0"/>
    </w:tblPr>
    <w:tblGrid>
      <w:gridCol w:w="8051"/>
      <w:gridCol w:w="2295"/>
    </w:tblGrid>
    <w:tr w:rsidR="00E4572E" w:rsidRPr="00BC285F" w14:paraId="47FB2ED0" w14:textId="77777777" w:rsidTr="002C0779">
      <w:trPr>
        <w:trHeight w:val="397"/>
        <w:hidden/>
      </w:trPr>
      <w:tc>
        <w:tcPr>
          <w:tcW w:w="8051" w:type="dxa"/>
          <w:vAlign w:val="bottom"/>
        </w:tcPr>
        <w:p w14:paraId="6C375E83" w14:textId="77777777" w:rsidR="00E4572E" w:rsidRPr="00BC285F" w:rsidRDefault="00E4572E" w:rsidP="00D55CB3">
          <w:pPr>
            <w:pStyle w:val="Footer"/>
            <w:ind w:right="317"/>
            <w:rPr>
              <w:rFonts w:cs="Verdana"/>
              <w:b/>
              <w:bCs/>
              <w:color w:val="000000"/>
              <w:sz w:val="10"/>
              <w:szCs w:val="10"/>
              <w:lang w:eastAsia="zh-CN"/>
            </w:rPr>
          </w:pPr>
          <w:r w:rsidRPr="00470BBB">
            <w:rPr>
              <w:vanish/>
              <w:sz w:val="10"/>
              <w:szCs w:val="10"/>
            </w:rPr>
            <w:drawing>
              <wp:anchor distT="0" distB="0" distL="114300" distR="114300" simplePos="0" relativeHeight="251671552" behindDoc="0" locked="0" layoutInCell="1" allowOverlap="1" wp14:anchorId="2AD365DD" wp14:editId="0AF794E6">
                <wp:simplePos x="0" y="0"/>
                <wp:positionH relativeFrom="page">
                  <wp:posOffset>822960</wp:posOffset>
                </wp:positionH>
                <wp:positionV relativeFrom="page">
                  <wp:posOffset>10761073</wp:posOffset>
                </wp:positionV>
                <wp:extent cx="895985" cy="2465705"/>
                <wp:effectExtent l="0" t="0" r="0" b="0"/>
                <wp:wrapNone/>
                <wp:docPr id="57" name="Picture 40" descr="Alex NAS Docs:Eversheds:Logos:Output:Logo_V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ex NAS Docs:Eversheds:Logos:Output:Logo_V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985" cy="24657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xmlns:arto="http://schemas.microsoft.com/office/word/2006/arto"/>
                          </a:ext>
                        </a:extLst>
                      </pic:spPr>
                    </pic:pic>
                  </a:graphicData>
                </a:graphic>
                <wp14:sizeRelH relativeFrom="margin">
                  <wp14:pctWidth>0</wp14:pctWidth>
                </wp14:sizeRelH>
                <wp14:sizeRelV relativeFrom="margin">
                  <wp14:pctHeight>0</wp14:pctHeight>
                </wp14:sizeRelV>
              </wp:anchor>
            </w:drawing>
          </w:r>
          <w:r>
            <w:rPr>
              <w:rFonts w:cs="Verdana"/>
              <w:b/>
              <w:bCs/>
              <w:color w:val="000000"/>
              <w:sz w:val="10"/>
              <w:szCs w:val="10"/>
              <w:lang w:val="et-EE" w:eastAsia="zh-CN"/>
            </w:rPr>
            <w:t>E</w:t>
          </w:r>
          <w:r w:rsidRPr="00DD4593">
            <w:rPr>
              <w:rFonts w:cs="Verdana"/>
              <w:b/>
              <w:bCs/>
              <w:color w:val="000000"/>
              <w:sz w:val="10"/>
              <w:szCs w:val="10"/>
              <w:lang w:eastAsia="zh-CN"/>
            </w:rPr>
            <w:t xml:space="preserve">versheds </w:t>
          </w:r>
          <w:r>
            <w:rPr>
              <w:rFonts w:cs="Verdana"/>
              <w:b/>
              <w:bCs/>
              <w:color w:val="000000"/>
              <w:sz w:val="10"/>
              <w:szCs w:val="10"/>
              <w:lang w:eastAsia="zh-CN"/>
            </w:rPr>
            <w:t xml:space="preserve">Sutherland </w:t>
          </w:r>
          <w:r w:rsidRPr="00DD4593">
            <w:rPr>
              <w:rFonts w:cs="Verdana"/>
              <w:b/>
              <w:bCs/>
              <w:color w:val="000000"/>
              <w:sz w:val="10"/>
              <w:szCs w:val="10"/>
              <w:lang w:eastAsia="zh-CN"/>
            </w:rPr>
            <w:t>Ots &amp; Co</w:t>
          </w:r>
          <w:r>
            <w:rPr>
              <w:rFonts w:cs="Verdana"/>
              <w:b/>
              <w:bCs/>
              <w:color w:val="000000"/>
              <w:sz w:val="10"/>
              <w:szCs w:val="10"/>
              <w:lang w:eastAsia="zh-CN"/>
            </w:rPr>
            <w:t xml:space="preserve"> on </w:t>
          </w:r>
          <w:r w:rsidRPr="00BC285F">
            <w:rPr>
              <w:rFonts w:cs="Verdana"/>
              <w:b/>
              <w:bCs/>
              <w:color w:val="000000"/>
              <w:sz w:val="10"/>
              <w:szCs w:val="10"/>
              <w:lang w:eastAsia="zh-CN"/>
            </w:rPr>
            <w:t>Eversheds International Limited</w:t>
          </w:r>
          <w:r>
            <w:rPr>
              <w:rFonts w:cs="Verdana"/>
              <w:b/>
              <w:bCs/>
              <w:color w:val="000000"/>
              <w:sz w:val="10"/>
              <w:szCs w:val="10"/>
              <w:lang w:eastAsia="zh-CN"/>
            </w:rPr>
            <w:t>´i liige</w:t>
          </w:r>
        </w:p>
        <w:p w14:paraId="2331BF1A" w14:textId="77777777" w:rsidR="00E4572E" w:rsidRPr="00BC285F" w:rsidRDefault="00E4572E" w:rsidP="00BC285F">
          <w:pPr>
            <w:pStyle w:val="Footer"/>
            <w:ind w:right="317"/>
            <w:rPr>
              <w:sz w:val="10"/>
              <w:szCs w:val="10"/>
            </w:rPr>
          </w:pPr>
        </w:p>
      </w:tc>
      <w:tc>
        <w:tcPr>
          <w:tcW w:w="2295" w:type="dxa"/>
          <w:tcMar>
            <w:left w:w="28" w:type="dxa"/>
          </w:tcMar>
          <w:vAlign w:val="bottom"/>
        </w:tcPr>
        <w:p w14:paraId="467D177F" w14:textId="77777777" w:rsidR="00E4572E" w:rsidRPr="00BC285F" w:rsidRDefault="00E4572E" w:rsidP="007400E6">
          <w:pPr>
            <w:pStyle w:val="Footer"/>
            <w:spacing w:line="216" w:lineRule="auto"/>
            <w:rPr>
              <w:sz w:val="10"/>
              <w:szCs w:val="10"/>
            </w:rPr>
          </w:pPr>
          <w:r w:rsidRPr="00BC285F">
            <w:rPr>
              <w:sz w:val="10"/>
              <w:szCs w:val="10"/>
            </w:rPr>
            <w:t xml:space="preserve"> </w:t>
          </w:r>
        </w:p>
      </w:tc>
    </w:tr>
  </w:tbl>
  <w:p w14:paraId="0A3FCCF0" w14:textId="77777777" w:rsidR="00E4572E" w:rsidRDefault="00E4572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1686D" w14:textId="77777777" w:rsidR="002F7D4E" w:rsidRDefault="002F7D4E" w:rsidP="005D30CA">
      <w:r>
        <w:separator/>
      </w:r>
    </w:p>
  </w:footnote>
  <w:footnote w:type="continuationSeparator" w:id="0">
    <w:p w14:paraId="3785841B" w14:textId="77777777" w:rsidR="002F7D4E" w:rsidRDefault="002F7D4E" w:rsidP="005D30CA">
      <w:r>
        <w:continuationSeparator/>
      </w:r>
    </w:p>
  </w:footnote>
  <w:footnote w:id="1">
    <w:p w14:paraId="792A0F23" w14:textId="77777777" w:rsidR="009C45F4" w:rsidRPr="00927849" w:rsidRDefault="009C45F4" w:rsidP="009C45F4">
      <w:pPr>
        <w:pStyle w:val="FootnoteText"/>
        <w:spacing w:line="0" w:lineRule="atLeast"/>
        <w:ind w:left="0" w:firstLine="0"/>
        <w:rPr>
          <w:szCs w:val="16"/>
        </w:rPr>
      </w:pPr>
      <w:r w:rsidRPr="00927849">
        <w:rPr>
          <w:rStyle w:val="FootnoteReference"/>
          <w:rFonts w:ascii="Verdana" w:hAnsi="Verdana"/>
          <w:sz w:val="16"/>
          <w:szCs w:val="16"/>
        </w:rPr>
        <w:footnoteRef/>
      </w:r>
      <w:r w:rsidRPr="00927849">
        <w:rPr>
          <w:szCs w:val="16"/>
        </w:rPr>
        <w:t xml:space="preserve"> Kui hektari kohta jääb alles 1400 taime, on Klient Lepingu järgi kohustatud hüvitama kahju ulatuses, mis vastab 100 taime istutamisele.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631ED" w14:textId="77777777" w:rsidR="00E4572E" w:rsidRPr="009C44F0" w:rsidRDefault="00E4572E" w:rsidP="00013BAB">
    <w:pPr>
      <w:pStyle w:val="ExtraInfo"/>
      <w:framePr w:wrap="around" w:x="9498"/>
      <w:spacing w:before="240"/>
    </w:pPr>
    <w:r>
      <w:t xml:space="preserve">Page: </w:t>
    </w:r>
    <w:r w:rsidRPr="009C44F0">
      <w:fldChar w:fldCharType="begin"/>
    </w:r>
    <w:r w:rsidRPr="009C44F0">
      <w:instrText xml:space="preserve"> PAGE   \* MERGEFORMAT </w:instrText>
    </w:r>
    <w:r w:rsidRPr="009C44F0">
      <w:fldChar w:fldCharType="separate"/>
    </w:r>
    <w:r>
      <w:rPr>
        <w:noProof/>
      </w:rPr>
      <w:t>2</w:t>
    </w:r>
    <w:r w:rsidRPr="009C44F0">
      <w:rPr>
        <w:noProof/>
      </w:rPr>
      <w:fldChar w:fldCharType="end"/>
    </w:r>
  </w:p>
  <w:p w14:paraId="05761210" w14:textId="77777777" w:rsidR="00E4572E" w:rsidRPr="009C44F0" w:rsidRDefault="00E4572E" w:rsidP="007400E6">
    <w:pPr>
      <w:pStyle w:val="Header"/>
      <w:rPr>
        <w:sz w:val="2"/>
        <w:szCs w:val="2"/>
      </w:rPr>
    </w:pPr>
    <w:r>
      <w:drawing>
        <wp:anchor distT="0" distB="0" distL="114300" distR="114300" simplePos="0" relativeHeight="251681792" behindDoc="0" locked="0" layoutInCell="1" allowOverlap="1" wp14:anchorId="217AAC10" wp14:editId="7A279B21">
          <wp:simplePos x="0" y="0"/>
          <wp:positionH relativeFrom="page">
            <wp:posOffset>115570</wp:posOffset>
          </wp:positionH>
          <wp:positionV relativeFrom="page">
            <wp:posOffset>127635</wp:posOffset>
          </wp:positionV>
          <wp:extent cx="905154" cy="1843200"/>
          <wp:effectExtent l="0" t="0" r="9525" b="508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5154" cy="1843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9FB5CC" w14:textId="77777777" w:rsidR="00E4572E" w:rsidRPr="009C44F0" w:rsidRDefault="00E4572E"/>
  <w:p w14:paraId="130E1F9D" w14:textId="77777777" w:rsidR="00E4572E" w:rsidRPr="009C44F0" w:rsidRDefault="00E4572E">
    <w:pPr>
      <w:rPr>
        <w:sz w:val="19"/>
        <w:szCs w:val="19"/>
      </w:rPr>
    </w:pPr>
  </w:p>
  <w:p w14:paraId="1FDF8EF9" w14:textId="77777777" w:rsidR="00E4572E" w:rsidRPr="009C44F0" w:rsidRDefault="00E4572E"/>
  <w:p w14:paraId="5E7C9E21" w14:textId="77777777" w:rsidR="00E4572E" w:rsidRPr="009C44F0" w:rsidRDefault="00E4572E" w:rsidP="00A52F47">
    <w:pPr>
      <w:pStyle w:val="Header"/>
      <w:spacing w:line="360" w:lineRule="auto"/>
    </w:pPr>
  </w:p>
  <w:p w14:paraId="6DCB3040" w14:textId="77777777" w:rsidR="00E4572E" w:rsidRPr="009C44F0" w:rsidRDefault="00E4572E" w:rsidP="00A52F47">
    <w:pPr>
      <w:pStyle w:val="Header"/>
      <w:spacing w:line="360" w:lineRule="auto"/>
    </w:pPr>
  </w:p>
  <w:p w14:paraId="27070668" w14:textId="77777777" w:rsidR="00E4572E" w:rsidRPr="009C44F0" w:rsidRDefault="00E4572E" w:rsidP="007400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3155" w:type="dxa"/>
      <w:tblInd w:w="70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155"/>
    </w:tblGrid>
    <w:tr w:rsidR="00E4572E" w:rsidRPr="009C44F0" w14:paraId="4B4E3C2C" w14:textId="77777777" w:rsidTr="00CF7EB0">
      <w:trPr>
        <w:trHeight w:val="1928"/>
      </w:trPr>
      <w:tc>
        <w:tcPr>
          <w:tcW w:w="3155" w:type="dxa"/>
        </w:tcPr>
        <w:p w14:paraId="7C620D14" w14:textId="77777777" w:rsidR="00E4572E" w:rsidRPr="00DD4593" w:rsidRDefault="00E4572E" w:rsidP="00CF7EB0">
          <w:pPr>
            <w:pStyle w:val="Header"/>
            <w:tabs>
              <w:tab w:val="left" w:pos="633"/>
            </w:tabs>
            <w:spacing w:line="216" w:lineRule="auto"/>
            <w:ind w:left="491" w:right="-855"/>
            <w:rPr>
              <w:b/>
              <w:sz w:val="14"/>
              <w:szCs w:val="14"/>
            </w:rPr>
          </w:pPr>
          <w:r>
            <w:rPr>
              <w:b/>
              <w:sz w:val="14"/>
              <w:szCs w:val="14"/>
            </w:rPr>
            <w:t xml:space="preserve">OÜ </w:t>
          </w:r>
          <w:r w:rsidRPr="00DD4593">
            <w:rPr>
              <w:b/>
              <w:sz w:val="14"/>
              <w:szCs w:val="14"/>
            </w:rPr>
            <w:t>Advokaadibüroo</w:t>
          </w:r>
        </w:p>
        <w:p w14:paraId="589CA8E2" w14:textId="77777777" w:rsidR="00E4572E" w:rsidRDefault="00E4572E" w:rsidP="00CF7EB0">
          <w:pPr>
            <w:pStyle w:val="Header"/>
            <w:tabs>
              <w:tab w:val="left" w:pos="633"/>
            </w:tabs>
            <w:spacing w:line="216" w:lineRule="auto"/>
            <w:ind w:left="491"/>
            <w:rPr>
              <w:b/>
              <w:sz w:val="14"/>
              <w:szCs w:val="14"/>
            </w:rPr>
          </w:pPr>
          <w:r w:rsidRPr="00DD4593">
            <w:rPr>
              <w:b/>
              <w:sz w:val="14"/>
              <w:szCs w:val="14"/>
            </w:rPr>
            <w:t xml:space="preserve">Eversheds </w:t>
          </w:r>
          <w:r>
            <w:rPr>
              <w:b/>
              <w:sz w:val="14"/>
              <w:szCs w:val="14"/>
            </w:rPr>
            <w:t xml:space="preserve">Sutherland </w:t>
          </w:r>
        </w:p>
        <w:p w14:paraId="0D07C03E" w14:textId="77777777" w:rsidR="00E4572E" w:rsidRPr="00DD4593" w:rsidRDefault="00E4572E" w:rsidP="00CF7EB0">
          <w:pPr>
            <w:pStyle w:val="Header"/>
            <w:tabs>
              <w:tab w:val="left" w:pos="633"/>
            </w:tabs>
            <w:spacing w:line="216" w:lineRule="auto"/>
            <w:ind w:left="491"/>
            <w:rPr>
              <w:b/>
              <w:sz w:val="14"/>
              <w:szCs w:val="14"/>
            </w:rPr>
          </w:pPr>
          <w:r w:rsidRPr="00DD4593">
            <w:rPr>
              <w:b/>
              <w:sz w:val="14"/>
              <w:szCs w:val="14"/>
            </w:rPr>
            <w:t>Ots &amp; Co</w:t>
          </w:r>
        </w:p>
        <w:p w14:paraId="7D66D1B4" w14:textId="77777777" w:rsidR="00E4572E" w:rsidRPr="00461D81" w:rsidRDefault="00E4572E" w:rsidP="00CF7EB0">
          <w:pPr>
            <w:pStyle w:val="Header"/>
            <w:tabs>
              <w:tab w:val="left" w:pos="633"/>
            </w:tabs>
            <w:spacing w:line="216" w:lineRule="auto"/>
            <w:ind w:left="491"/>
            <w:rPr>
              <w:sz w:val="14"/>
              <w:szCs w:val="14"/>
              <w:lang w:val="fi-FI"/>
            </w:rPr>
          </w:pPr>
          <w:r w:rsidRPr="00461D81">
            <w:rPr>
              <w:sz w:val="14"/>
              <w:szCs w:val="14"/>
              <w:lang w:val="fi-FI"/>
            </w:rPr>
            <w:t>Kentmanni 4/Sakala 10</w:t>
          </w:r>
        </w:p>
        <w:p w14:paraId="6C87D5A8" w14:textId="77777777" w:rsidR="00E4572E" w:rsidRPr="00461D81" w:rsidRDefault="00E4572E" w:rsidP="00CF7EB0">
          <w:pPr>
            <w:pStyle w:val="Header"/>
            <w:tabs>
              <w:tab w:val="left" w:pos="633"/>
            </w:tabs>
            <w:spacing w:line="216" w:lineRule="auto"/>
            <w:ind w:left="491"/>
            <w:rPr>
              <w:sz w:val="14"/>
              <w:szCs w:val="14"/>
              <w:lang w:val="fi-FI"/>
            </w:rPr>
          </w:pPr>
          <w:r w:rsidRPr="00461D81">
            <w:rPr>
              <w:sz w:val="14"/>
              <w:szCs w:val="14"/>
              <w:lang w:val="fi-FI"/>
            </w:rPr>
            <w:t>10116 Tallinn</w:t>
          </w:r>
        </w:p>
        <w:p w14:paraId="321C8432" w14:textId="77777777" w:rsidR="00E4572E" w:rsidRPr="00461D81" w:rsidRDefault="00E4572E" w:rsidP="00CF7EB0">
          <w:pPr>
            <w:pStyle w:val="Header"/>
            <w:tabs>
              <w:tab w:val="left" w:pos="633"/>
            </w:tabs>
            <w:spacing w:line="216" w:lineRule="auto"/>
            <w:ind w:left="491"/>
            <w:rPr>
              <w:sz w:val="14"/>
              <w:szCs w:val="14"/>
              <w:lang w:val="fi-FI"/>
            </w:rPr>
          </w:pPr>
          <w:r w:rsidRPr="00461D81">
            <w:rPr>
              <w:sz w:val="14"/>
              <w:szCs w:val="14"/>
              <w:lang w:val="fi-FI"/>
            </w:rPr>
            <w:t>Eesti</w:t>
          </w:r>
        </w:p>
        <w:p w14:paraId="0B0836E0" w14:textId="77777777" w:rsidR="00E4572E" w:rsidRPr="00461D81" w:rsidRDefault="00E4572E" w:rsidP="00CF7EB0">
          <w:pPr>
            <w:pStyle w:val="Header"/>
            <w:tabs>
              <w:tab w:val="left" w:pos="633"/>
            </w:tabs>
            <w:spacing w:line="216" w:lineRule="auto"/>
            <w:ind w:left="491"/>
            <w:rPr>
              <w:sz w:val="14"/>
              <w:szCs w:val="14"/>
              <w:lang w:val="fi-FI"/>
            </w:rPr>
          </w:pPr>
        </w:p>
        <w:p w14:paraId="552DF881" w14:textId="77777777" w:rsidR="00E4572E" w:rsidRPr="00461D81" w:rsidRDefault="00E4572E" w:rsidP="00CF7EB0">
          <w:pPr>
            <w:pStyle w:val="Header"/>
            <w:tabs>
              <w:tab w:val="left" w:pos="633"/>
            </w:tabs>
            <w:spacing w:line="216" w:lineRule="auto"/>
            <w:ind w:left="491"/>
            <w:rPr>
              <w:sz w:val="14"/>
              <w:szCs w:val="14"/>
              <w:lang w:val="fi-FI"/>
            </w:rPr>
          </w:pPr>
          <w:r w:rsidRPr="00461D81">
            <w:rPr>
              <w:sz w:val="14"/>
              <w:szCs w:val="14"/>
              <w:lang w:val="fi-FI"/>
            </w:rPr>
            <w:t>Registrikood 10639559</w:t>
          </w:r>
        </w:p>
        <w:p w14:paraId="5FA3517E" w14:textId="77777777" w:rsidR="00E4572E" w:rsidRPr="00461D81" w:rsidRDefault="00E4572E" w:rsidP="00CF7EB0">
          <w:pPr>
            <w:pStyle w:val="Header"/>
            <w:tabs>
              <w:tab w:val="left" w:pos="633"/>
            </w:tabs>
            <w:spacing w:line="216" w:lineRule="auto"/>
            <w:ind w:left="491"/>
            <w:rPr>
              <w:sz w:val="14"/>
              <w:szCs w:val="14"/>
              <w:lang w:val="fi-FI"/>
            </w:rPr>
          </w:pPr>
        </w:p>
        <w:p w14:paraId="177A2671" w14:textId="77777777" w:rsidR="00E4572E" w:rsidRPr="00DD4593" w:rsidRDefault="00E4572E" w:rsidP="00CF7EB0">
          <w:pPr>
            <w:pStyle w:val="Header"/>
            <w:tabs>
              <w:tab w:val="left" w:pos="633"/>
            </w:tabs>
            <w:spacing w:line="216" w:lineRule="auto"/>
            <w:ind w:left="491"/>
            <w:rPr>
              <w:sz w:val="14"/>
              <w:szCs w:val="14"/>
            </w:rPr>
          </w:pPr>
          <w:r>
            <w:rPr>
              <w:sz w:val="14"/>
              <w:szCs w:val="14"/>
            </w:rPr>
            <w:t xml:space="preserve">T: </w:t>
          </w:r>
          <w:r w:rsidRPr="00DD4593">
            <w:rPr>
              <w:sz w:val="14"/>
              <w:szCs w:val="14"/>
            </w:rPr>
            <w:t>622 9990</w:t>
          </w:r>
        </w:p>
        <w:p w14:paraId="44218475" w14:textId="77777777" w:rsidR="00E4572E" w:rsidRPr="00DD4593" w:rsidRDefault="00E4572E" w:rsidP="00CF7EB0">
          <w:pPr>
            <w:pStyle w:val="Header"/>
            <w:tabs>
              <w:tab w:val="left" w:pos="633"/>
            </w:tabs>
            <w:spacing w:line="216" w:lineRule="auto"/>
            <w:ind w:left="491"/>
            <w:rPr>
              <w:sz w:val="14"/>
              <w:szCs w:val="14"/>
            </w:rPr>
          </w:pPr>
          <w:r w:rsidRPr="00DD4593">
            <w:rPr>
              <w:sz w:val="14"/>
              <w:szCs w:val="14"/>
            </w:rPr>
            <w:t>F: 622 9999</w:t>
          </w:r>
        </w:p>
        <w:p w14:paraId="54E35A50" w14:textId="77777777" w:rsidR="00E4572E" w:rsidRPr="00DD4593" w:rsidRDefault="00E4572E" w:rsidP="00CF7EB0">
          <w:pPr>
            <w:pStyle w:val="Header"/>
            <w:tabs>
              <w:tab w:val="left" w:pos="633"/>
            </w:tabs>
            <w:spacing w:line="216" w:lineRule="auto"/>
            <w:ind w:left="491"/>
            <w:rPr>
              <w:sz w:val="14"/>
              <w:szCs w:val="14"/>
            </w:rPr>
          </w:pPr>
        </w:p>
        <w:p w14:paraId="310C98CA" w14:textId="77777777" w:rsidR="00E4572E" w:rsidRPr="009C44F0" w:rsidRDefault="00E4572E" w:rsidP="00CF7EB0">
          <w:pPr>
            <w:pStyle w:val="Header"/>
            <w:tabs>
              <w:tab w:val="left" w:pos="633"/>
            </w:tabs>
            <w:spacing w:line="216" w:lineRule="auto"/>
            <w:ind w:left="491"/>
            <w:rPr>
              <w:sz w:val="14"/>
              <w:szCs w:val="14"/>
            </w:rPr>
          </w:pPr>
          <w:r>
            <w:rPr>
              <w:sz w:val="14"/>
              <w:szCs w:val="14"/>
            </w:rPr>
            <w:t>e</w:t>
          </w:r>
          <w:r w:rsidRPr="00DD4593">
            <w:rPr>
              <w:sz w:val="14"/>
              <w:szCs w:val="14"/>
            </w:rPr>
            <w:t>versheds</w:t>
          </w:r>
          <w:r>
            <w:rPr>
              <w:sz w:val="14"/>
              <w:szCs w:val="14"/>
            </w:rPr>
            <w:t>-sutherland</w:t>
          </w:r>
          <w:r w:rsidRPr="00DD4593">
            <w:rPr>
              <w:sz w:val="14"/>
              <w:szCs w:val="14"/>
            </w:rPr>
            <w:t>.</w:t>
          </w:r>
          <w:r>
            <w:rPr>
              <w:sz w:val="14"/>
              <w:szCs w:val="14"/>
            </w:rPr>
            <w:t>ee</w:t>
          </w:r>
        </w:p>
      </w:tc>
    </w:tr>
  </w:tbl>
  <w:p w14:paraId="13674612" w14:textId="77777777" w:rsidR="00E4572E" w:rsidRPr="009C44F0" w:rsidRDefault="00E4572E" w:rsidP="007400E6">
    <w:pPr>
      <w:pStyle w:val="Header"/>
      <w:rPr>
        <w:sz w:val="2"/>
        <w:szCs w:val="2"/>
      </w:rPr>
    </w:pPr>
    <w:r>
      <w:drawing>
        <wp:anchor distT="0" distB="0" distL="114300" distR="114300" simplePos="0" relativeHeight="251679744" behindDoc="0" locked="0" layoutInCell="1" allowOverlap="1" wp14:anchorId="5C773F77" wp14:editId="65CAA972">
          <wp:simplePos x="0" y="0"/>
          <wp:positionH relativeFrom="page">
            <wp:posOffset>99061</wp:posOffset>
          </wp:positionH>
          <wp:positionV relativeFrom="page">
            <wp:posOffset>91441</wp:posOffset>
          </wp:positionV>
          <wp:extent cx="905566" cy="1844040"/>
          <wp:effectExtent l="0" t="0" r="8890" b="3810"/>
          <wp:wrapNone/>
          <wp:docPr id="5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0572" cy="185423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C6141"/>
    <w:multiLevelType w:val="multilevel"/>
    <w:tmpl w:val="E5C8DE7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7002FF0"/>
    <w:multiLevelType w:val="hybridMultilevel"/>
    <w:tmpl w:val="F21EFB4E"/>
    <w:lvl w:ilvl="0" w:tplc="6F86D7AE">
      <w:numFmt w:val="bullet"/>
      <w:lvlText w:val="-"/>
      <w:lvlJc w:val="left"/>
      <w:pPr>
        <w:tabs>
          <w:tab w:val="num" w:pos="720"/>
        </w:tabs>
        <w:ind w:left="720" w:hanging="360"/>
      </w:pPr>
      <w:rPr>
        <w:rFonts w:ascii="Verdana" w:eastAsia="Gill Sans MT Ext Condensed Bold" w:hAnsi="Verdana" w:cs="Gill Sans MT Ext Condensed Bol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C5124"/>
    <w:multiLevelType w:val="hybridMultilevel"/>
    <w:tmpl w:val="505EBDAA"/>
    <w:lvl w:ilvl="0" w:tplc="0B7E30A4">
      <w:start w:val="1"/>
      <w:numFmt w:val="decimal"/>
      <w:lvlText w:val="%1)"/>
      <w:lvlJc w:val="left"/>
      <w:pPr>
        <w:ind w:left="757" w:hanging="360"/>
      </w:pPr>
      <w:rPr>
        <w:rFonts w:hint="default"/>
      </w:rPr>
    </w:lvl>
    <w:lvl w:ilvl="1" w:tplc="04250019" w:tentative="1">
      <w:start w:val="1"/>
      <w:numFmt w:val="lowerLetter"/>
      <w:lvlText w:val="%2."/>
      <w:lvlJc w:val="left"/>
      <w:pPr>
        <w:ind w:left="1477" w:hanging="360"/>
      </w:pPr>
    </w:lvl>
    <w:lvl w:ilvl="2" w:tplc="0425001B" w:tentative="1">
      <w:start w:val="1"/>
      <w:numFmt w:val="lowerRoman"/>
      <w:lvlText w:val="%3."/>
      <w:lvlJc w:val="right"/>
      <w:pPr>
        <w:ind w:left="2197" w:hanging="180"/>
      </w:pPr>
    </w:lvl>
    <w:lvl w:ilvl="3" w:tplc="0425000F" w:tentative="1">
      <w:start w:val="1"/>
      <w:numFmt w:val="decimal"/>
      <w:lvlText w:val="%4."/>
      <w:lvlJc w:val="left"/>
      <w:pPr>
        <w:ind w:left="2917" w:hanging="360"/>
      </w:pPr>
    </w:lvl>
    <w:lvl w:ilvl="4" w:tplc="04250019" w:tentative="1">
      <w:start w:val="1"/>
      <w:numFmt w:val="lowerLetter"/>
      <w:lvlText w:val="%5."/>
      <w:lvlJc w:val="left"/>
      <w:pPr>
        <w:ind w:left="3637" w:hanging="360"/>
      </w:pPr>
    </w:lvl>
    <w:lvl w:ilvl="5" w:tplc="0425001B" w:tentative="1">
      <w:start w:val="1"/>
      <w:numFmt w:val="lowerRoman"/>
      <w:lvlText w:val="%6."/>
      <w:lvlJc w:val="right"/>
      <w:pPr>
        <w:ind w:left="4357" w:hanging="180"/>
      </w:pPr>
    </w:lvl>
    <w:lvl w:ilvl="6" w:tplc="0425000F" w:tentative="1">
      <w:start w:val="1"/>
      <w:numFmt w:val="decimal"/>
      <w:lvlText w:val="%7."/>
      <w:lvlJc w:val="left"/>
      <w:pPr>
        <w:ind w:left="5077" w:hanging="360"/>
      </w:pPr>
    </w:lvl>
    <w:lvl w:ilvl="7" w:tplc="04250019" w:tentative="1">
      <w:start w:val="1"/>
      <w:numFmt w:val="lowerLetter"/>
      <w:lvlText w:val="%8."/>
      <w:lvlJc w:val="left"/>
      <w:pPr>
        <w:ind w:left="5797" w:hanging="360"/>
      </w:pPr>
    </w:lvl>
    <w:lvl w:ilvl="8" w:tplc="0425001B" w:tentative="1">
      <w:start w:val="1"/>
      <w:numFmt w:val="lowerRoman"/>
      <w:lvlText w:val="%9."/>
      <w:lvlJc w:val="right"/>
      <w:pPr>
        <w:ind w:left="6517" w:hanging="180"/>
      </w:pPr>
    </w:lvl>
  </w:abstractNum>
  <w:abstractNum w:abstractNumId="3" w15:restartNumberingAfterBreak="0">
    <w:nsid w:val="10DA2099"/>
    <w:multiLevelType w:val="hybridMultilevel"/>
    <w:tmpl w:val="E4C87598"/>
    <w:lvl w:ilvl="0" w:tplc="EE62EA9C">
      <w:start w:val="1"/>
      <w:numFmt w:val="decimal"/>
      <w:lvlText w:val="%1)"/>
      <w:lvlJc w:val="left"/>
      <w:pPr>
        <w:ind w:left="717" w:hanging="360"/>
      </w:pPr>
      <w:rPr>
        <w:rFonts w:hint="default"/>
      </w:rPr>
    </w:lvl>
    <w:lvl w:ilvl="1" w:tplc="04250019" w:tentative="1">
      <w:start w:val="1"/>
      <w:numFmt w:val="lowerLetter"/>
      <w:lvlText w:val="%2."/>
      <w:lvlJc w:val="left"/>
      <w:pPr>
        <w:ind w:left="1437" w:hanging="360"/>
      </w:pPr>
    </w:lvl>
    <w:lvl w:ilvl="2" w:tplc="0425001B" w:tentative="1">
      <w:start w:val="1"/>
      <w:numFmt w:val="lowerRoman"/>
      <w:lvlText w:val="%3."/>
      <w:lvlJc w:val="right"/>
      <w:pPr>
        <w:ind w:left="2157" w:hanging="180"/>
      </w:pPr>
    </w:lvl>
    <w:lvl w:ilvl="3" w:tplc="0425000F" w:tentative="1">
      <w:start w:val="1"/>
      <w:numFmt w:val="decimal"/>
      <w:lvlText w:val="%4."/>
      <w:lvlJc w:val="left"/>
      <w:pPr>
        <w:ind w:left="2877" w:hanging="360"/>
      </w:pPr>
    </w:lvl>
    <w:lvl w:ilvl="4" w:tplc="04250019" w:tentative="1">
      <w:start w:val="1"/>
      <w:numFmt w:val="lowerLetter"/>
      <w:lvlText w:val="%5."/>
      <w:lvlJc w:val="left"/>
      <w:pPr>
        <w:ind w:left="3597" w:hanging="360"/>
      </w:pPr>
    </w:lvl>
    <w:lvl w:ilvl="5" w:tplc="0425001B" w:tentative="1">
      <w:start w:val="1"/>
      <w:numFmt w:val="lowerRoman"/>
      <w:lvlText w:val="%6."/>
      <w:lvlJc w:val="right"/>
      <w:pPr>
        <w:ind w:left="4317" w:hanging="180"/>
      </w:pPr>
    </w:lvl>
    <w:lvl w:ilvl="6" w:tplc="0425000F" w:tentative="1">
      <w:start w:val="1"/>
      <w:numFmt w:val="decimal"/>
      <w:lvlText w:val="%7."/>
      <w:lvlJc w:val="left"/>
      <w:pPr>
        <w:ind w:left="5037" w:hanging="360"/>
      </w:pPr>
    </w:lvl>
    <w:lvl w:ilvl="7" w:tplc="04250019" w:tentative="1">
      <w:start w:val="1"/>
      <w:numFmt w:val="lowerLetter"/>
      <w:lvlText w:val="%8."/>
      <w:lvlJc w:val="left"/>
      <w:pPr>
        <w:ind w:left="5757" w:hanging="360"/>
      </w:pPr>
    </w:lvl>
    <w:lvl w:ilvl="8" w:tplc="0425001B" w:tentative="1">
      <w:start w:val="1"/>
      <w:numFmt w:val="lowerRoman"/>
      <w:lvlText w:val="%9."/>
      <w:lvlJc w:val="right"/>
      <w:pPr>
        <w:ind w:left="6477" w:hanging="180"/>
      </w:pPr>
    </w:lvl>
  </w:abstractNum>
  <w:abstractNum w:abstractNumId="4" w15:restartNumberingAfterBreak="0">
    <w:nsid w:val="154A5C46"/>
    <w:multiLevelType w:val="singleLevel"/>
    <w:tmpl w:val="76B20EBE"/>
    <w:lvl w:ilvl="0">
      <w:start w:val="1"/>
      <w:numFmt w:val="decimal"/>
      <w:pStyle w:val="Schedule"/>
      <w:lvlText w:val="%1"/>
      <w:lvlJc w:val="center"/>
      <w:pPr>
        <w:tabs>
          <w:tab w:val="num" w:pos="0"/>
        </w:tabs>
        <w:ind w:left="0" w:firstLine="0"/>
      </w:pPr>
      <w:rPr>
        <w:rFonts w:hint="default"/>
        <w:vanish/>
      </w:rPr>
    </w:lvl>
  </w:abstractNum>
  <w:abstractNum w:abstractNumId="5" w15:restartNumberingAfterBreak="0">
    <w:nsid w:val="17024C0D"/>
    <w:multiLevelType w:val="multilevel"/>
    <w:tmpl w:val="BB229E12"/>
    <w:lvl w:ilvl="0">
      <w:start w:val="1"/>
      <w:numFmt w:val="decimal"/>
      <w:pStyle w:val="Part"/>
      <w:lvlText w:val="Part %1"/>
      <w:lvlJc w:val="left"/>
      <w:pPr>
        <w:tabs>
          <w:tab w:val="num" w:pos="851"/>
        </w:tabs>
        <w:ind w:left="851" w:hanging="851"/>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33730B"/>
    <w:multiLevelType w:val="singleLevel"/>
    <w:tmpl w:val="A7BAF762"/>
    <w:lvl w:ilvl="0">
      <w:start w:val="1"/>
      <w:numFmt w:val="decimal"/>
      <w:pStyle w:val="Parties"/>
      <w:lvlText w:val="(%1)"/>
      <w:lvlJc w:val="left"/>
      <w:pPr>
        <w:tabs>
          <w:tab w:val="num" w:pos="851"/>
        </w:tabs>
        <w:ind w:left="851" w:hanging="851"/>
      </w:pPr>
    </w:lvl>
  </w:abstractNum>
  <w:abstractNum w:abstractNumId="7" w15:restartNumberingAfterBreak="0">
    <w:nsid w:val="202557C0"/>
    <w:multiLevelType w:val="multilevel"/>
    <w:tmpl w:val="616CC2A4"/>
    <w:lvl w:ilvl="0">
      <w:start w:val="1"/>
      <w:numFmt w:val="lowerLetter"/>
      <w:pStyle w:val="aBankingDefinition"/>
      <w:lvlText w:val="(%1)"/>
      <w:lvlJc w:val="left"/>
      <w:pPr>
        <w:tabs>
          <w:tab w:val="num" w:pos="1843"/>
        </w:tabs>
        <w:ind w:left="1843" w:hanging="992"/>
      </w:pPr>
      <w:rPr>
        <w:rFonts w:hint="default"/>
      </w:rPr>
    </w:lvl>
    <w:lvl w:ilvl="1">
      <w:start w:val="1"/>
      <w:numFmt w:val="lowerRoman"/>
      <w:pStyle w:val="iBankingDefinition"/>
      <w:lvlText w:val="(%2)"/>
      <w:lvlJc w:val="left"/>
      <w:pPr>
        <w:tabs>
          <w:tab w:val="num" w:pos="3119"/>
        </w:tabs>
        <w:ind w:left="3119" w:hanging="1276"/>
      </w:pPr>
      <w:rPr>
        <w:rFonts w:hint="default"/>
      </w:rPr>
    </w:lvl>
    <w:lvl w:ilvl="2">
      <w:start w:val="1"/>
      <w:numFmt w:val="lowerRoman"/>
      <w:lvlText w:val="(%3)"/>
      <w:lvlJc w:val="left"/>
      <w:pPr>
        <w:tabs>
          <w:tab w:val="num" w:pos="4253"/>
        </w:tabs>
        <w:ind w:left="4253" w:hanging="1134"/>
      </w:pPr>
      <w:rPr>
        <w:rFonts w:hint="default"/>
      </w:rPr>
    </w:lvl>
    <w:lvl w:ilvl="3">
      <w:start w:val="1"/>
      <w:numFmt w:val="lowerLetter"/>
      <w:lvlText w:val="(%4)"/>
      <w:lvlJc w:val="left"/>
      <w:pPr>
        <w:tabs>
          <w:tab w:val="num" w:pos="4253"/>
        </w:tabs>
        <w:ind w:left="4253" w:hanging="1134"/>
      </w:pPr>
      <w:rPr>
        <w:rFonts w:hint="default"/>
      </w:rPr>
    </w:lvl>
    <w:lvl w:ilvl="4">
      <w:start w:val="1"/>
      <w:numFmt w:val="none"/>
      <w:lvlText w:val=""/>
      <w:lvlJc w:val="left"/>
      <w:pPr>
        <w:tabs>
          <w:tab w:val="num" w:pos="2880"/>
        </w:tabs>
        <w:ind w:left="2232" w:hanging="792"/>
      </w:pPr>
      <w:rPr>
        <w:rFonts w:hint="default"/>
      </w:rPr>
    </w:lvl>
    <w:lvl w:ilvl="5">
      <w:start w:val="1"/>
      <w:numFmt w:val="none"/>
      <w:lvlText w:val=""/>
      <w:lvlJc w:val="left"/>
      <w:pPr>
        <w:tabs>
          <w:tab w:val="num" w:pos="3240"/>
        </w:tabs>
        <w:ind w:left="2736" w:hanging="936"/>
      </w:pPr>
      <w:rPr>
        <w:rFonts w:hint="default"/>
      </w:rPr>
    </w:lvl>
    <w:lvl w:ilvl="6">
      <w:start w:val="1"/>
      <w:numFmt w:val="none"/>
      <w:lvlText w:val=""/>
      <w:lvlJc w:val="left"/>
      <w:pPr>
        <w:tabs>
          <w:tab w:val="num" w:pos="3960"/>
        </w:tabs>
        <w:ind w:left="3240" w:hanging="1080"/>
      </w:pPr>
      <w:rPr>
        <w:rFonts w:hint="default"/>
      </w:rPr>
    </w:lvl>
    <w:lvl w:ilvl="7">
      <w:start w:val="1"/>
      <w:numFmt w:val="none"/>
      <w:lvlText w:val=""/>
      <w:lvlJc w:val="left"/>
      <w:pPr>
        <w:tabs>
          <w:tab w:val="num" w:pos="4680"/>
        </w:tabs>
        <w:ind w:left="3744" w:hanging="1224"/>
      </w:pPr>
      <w:rPr>
        <w:rFonts w:hint="default"/>
      </w:rPr>
    </w:lvl>
    <w:lvl w:ilvl="8">
      <w:start w:val="1"/>
      <w:numFmt w:val="none"/>
      <w:lvlText w:val=""/>
      <w:lvlJc w:val="left"/>
      <w:pPr>
        <w:tabs>
          <w:tab w:val="num" w:pos="5040"/>
        </w:tabs>
        <w:ind w:left="4320" w:hanging="1440"/>
      </w:pPr>
      <w:rPr>
        <w:rFonts w:hint="default"/>
      </w:rPr>
    </w:lvl>
  </w:abstractNum>
  <w:abstractNum w:abstractNumId="8" w15:restartNumberingAfterBreak="0">
    <w:nsid w:val="253E7316"/>
    <w:multiLevelType w:val="hybridMultilevel"/>
    <w:tmpl w:val="CEEA8A2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D8684C"/>
    <w:multiLevelType w:val="hybridMultilevel"/>
    <w:tmpl w:val="76D06B0A"/>
    <w:lvl w:ilvl="0" w:tplc="B8EA8498">
      <w:start w:val="1"/>
      <w:numFmt w:val="decimal"/>
      <w:pStyle w:val="Muu"/>
      <w:lvlText w:val="%1)"/>
      <w:lvlJc w:val="left"/>
      <w:pPr>
        <w:ind w:left="757" w:hanging="360"/>
      </w:pPr>
      <w:rPr>
        <w:rFonts w:hint="default"/>
      </w:rPr>
    </w:lvl>
    <w:lvl w:ilvl="1" w:tplc="04250019" w:tentative="1">
      <w:start w:val="1"/>
      <w:numFmt w:val="lowerLetter"/>
      <w:lvlText w:val="%2."/>
      <w:lvlJc w:val="left"/>
      <w:pPr>
        <w:ind w:left="1477" w:hanging="360"/>
      </w:pPr>
    </w:lvl>
    <w:lvl w:ilvl="2" w:tplc="0425001B" w:tentative="1">
      <w:start w:val="1"/>
      <w:numFmt w:val="lowerRoman"/>
      <w:lvlText w:val="%3."/>
      <w:lvlJc w:val="right"/>
      <w:pPr>
        <w:ind w:left="2197" w:hanging="180"/>
      </w:pPr>
    </w:lvl>
    <w:lvl w:ilvl="3" w:tplc="0425000F" w:tentative="1">
      <w:start w:val="1"/>
      <w:numFmt w:val="decimal"/>
      <w:lvlText w:val="%4."/>
      <w:lvlJc w:val="left"/>
      <w:pPr>
        <w:ind w:left="2917" w:hanging="360"/>
      </w:pPr>
    </w:lvl>
    <w:lvl w:ilvl="4" w:tplc="04250019" w:tentative="1">
      <w:start w:val="1"/>
      <w:numFmt w:val="lowerLetter"/>
      <w:lvlText w:val="%5."/>
      <w:lvlJc w:val="left"/>
      <w:pPr>
        <w:ind w:left="3637" w:hanging="360"/>
      </w:pPr>
    </w:lvl>
    <w:lvl w:ilvl="5" w:tplc="0425001B" w:tentative="1">
      <w:start w:val="1"/>
      <w:numFmt w:val="lowerRoman"/>
      <w:lvlText w:val="%6."/>
      <w:lvlJc w:val="right"/>
      <w:pPr>
        <w:ind w:left="4357" w:hanging="180"/>
      </w:pPr>
    </w:lvl>
    <w:lvl w:ilvl="6" w:tplc="0425000F" w:tentative="1">
      <w:start w:val="1"/>
      <w:numFmt w:val="decimal"/>
      <w:lvlText w:val="%7."/>
      <w:lvlJc w:val="left"/>
      <w:pPr>
        <w:ind w:left="5077" w:hanging="360"/>
      </w:pPr>
    </w:lvl>
    <w:lvl w:ilvl="7" w:tplc="04250019" w:tentative="1">
      <w:start w:val="1"/>
      <w:numFmt w:val="lowerLetter"/>
      <w:lvlText w:val="%8."/>
      <w:lvlJc w:val="left"/>
      <w:pPr>
        <w:ind w:left="5797" w:hanging="360"/>
      </w:pPr>
    </w:lvl>
    <w:lvl w:ilvl="8" w:tplc="0425001B" w:tentative="1">
      <w:start w:val="1"/>
      <w:numFmt w:val="lowerRoman"/>
      <w:lvlText w:val="%9."/>
      <w:lvlJc w:val="right"/>
      <w:pPr>
        <w:ind w:left="6517" w:hanging="180"/>
      </w:pPr>
    </w:lvl>
  </w:abstractNum>
  <w:abstractNum w:abstractNumId="10" w15:restartNumberingAfterBreak="0">
    <w:nsid w:val="3757382E"/>
    <w:multiLevelType w:val="multilevel"/>
    <w:tmpl w:val="56AA0988"/>
    <w:lvl w:ilvl="0">
      <w:start w:val="1"/>
      <w:numFmt w:val="decimal"/>
      <w:pStyle w:val="Rule1"/>
      <w:lvlText w:val="Rule %1"/>
      <w:lvlJc w:val="left"/>
      <w:pPr>
        <w:tabs>
          <w:tab w:val="num" w:pos="1077"/>
        </w:tabs>
        <w:ind w:left="1077" w:hanging="1077"/>
      </w:pPr>
      <w:rPr>
        <w:rFonts w:hint="default"/>
        <w:b/>
        <w:i w:val="0"/>
      </w:rPr>
    </w:lvl>
    <w:lvl w:ilvl="1">
      <w:start w:val="1"/>
      <w:numFmt w:val="decimal"/>
      <w:pStyle w:val="Rule2"/>
      <w:lvlText w:val="%1.%2"/>
      <w:lvlJc w:val="left"/>
      <w:pPr>
        <w:tabs>
          <w:tab w:val="num" w:pos="1077"/>
        </w:tabs>
        <w:ind w:left="1077" w:hanging="1077"/>
      </w:pPr>
      <w:rPr>
        <w:rFonts w:hint="default"/>
      </w:rPr>
    </w:lvl>
    <w:lvl w:ilvl="2">
      <w:start w:val="1"/>
      <w:numFmt w:val="decimal"/>
      <w:pStyle w:val="Rule3"/>
      <w:lvlText w:val="%1.%2.%3"/>
      <w:lvlJc w:val="left"/>
      <w:pPr>
        <w:tabs>
          <w:tab w:val="num" w:pos="2211"/>
        </w:tabs>
        <w:ind w:left="2211" w:hanging="1134"/>
      </w:pPr>
      <w:rPr>
        <w:rFonts w:hint="default"/>
      </w:rPr>
    </w:lvl>
    <w:lvl w:ilvl="3">
      <w:start w:val="1"/>
      <w:numFmt w:val="decimal"/>
      <w:pStyle w:val="Rule4"/>
      <w:lvlText w:val="%1.%2.%3.%4"/>
      <w:lvlJc w:val="left"/>
      <w:pPr>
        <w:tabs>
          <w:tab w:val="num" w:pos="3686"/>
        </w:tabs>
        <w:ind w:left="3686" w:hanging="1475"/>
      </w:pPr>
      <w:rPr>
        <w:rFonts w:hint="default"/>
      </w:rPr>
    </w:lvl>
    <w:lvl w:ilvl="4">
      <w:start w:val="1"/>
      <w:numFmt w:val="decimal"/>
      <w:pStyle w:val="Rule5"/>
      <w:lvlText w:val="%1.%2.%3.%4.%5"/>
      <w:lvlJc w:val="left"/>
      <w:pPr>
        <w:tabs>
          <w:tab w:val="num" w:pos="3686"/>
        </w:tabs>
        <w:ind w:left="3686" w:hanging="1475"/>
      </w:pPr>
      <w:rPr>
        <w:rFonts w:hint="default"/>
      </w:rPr>
    </w:lvl>
    <w:lvl w:ilvl="5">
      <w:start w:val="1"/>
      <w:numFmt w:val="none"/>
      <w:lvlText w:val="(Not Defined)"/>
      <w:lvlJc w:val="left"/>
      <w:pPr>
        <w:tabs>
          <w:tab w:val="num" w:pos="1440"/>
        </w:tabs>
        <w:ind w:left="1152" w:hanging="1152"/>
      </w:pPr>
      <w:rPr>
        <w:rFonts w:hint="default"/>
      </w:rPr>
    </w:lvl>
    <w:lvl w:ilvl="6">
      <w:start w:val="1"/>
      <w:numFmt w:val="none"/>
      <w:lvlText w:val="(Not Defined)"/>
      <w:lvlJc w:val="left"/>
      <w:pPr>
        <w:tabs>
          <w:tab w:val="num" w:pos="1440"/>
        </w:tabs>
        <w:ind w:left="1296" w:hanging="1296"/>
      </w:pPr>
      <w:rPr>
        <w:rFonts w:hint="default"/>
      </w:rPr>
    </w:lvl>
    <w:lvl w:ilvl="7">
      <w:start w:val="1"/>
      <w:numFmt w:val="none"/>
      <w:lvlText w:val="(Not Defined)"/>
      <w:lvlJc w:val="left"/>
      <w:pPr>
        <w:tabs>
          <w:tab w:val="num" w:pos="1440"/>
        </w:tabs>
        <w:ind w:left="1440" w:hanging="1440"/>
      </w:pPr>
      <w:rPr>
        <w:rFonts w:hint="default"/>
      </w:rPr>
    </w:lvl>
    <w:lvl w:ilvl="8">
      <w:start w:val="1"/>
      <w:numFmt w:val="none"/>
      <w:lvlText w:val="(Not Defined)"/>
      <w:lvlJc w:val="left"/>
      <w:pPr>
        <w:tabs>
          <w:tab w:val="num" w:pos="1584"/>
        </w:tabs>
        <w:ind w:left="1584" w:hanging="1584"/>
      </w:pPr>
      <w:rPr>
        <w:rFonts w:hint="default"/>
      </w:rPr>
    </w:lvl>
  </w:abstractNum>
  <w:abstractNum w:abstractNumId="11" w15:restartNumberingAfterBreak="0">
    <w:nsid w:val="41121C39"/>
    <w:multiLevelType w:val="multilevel"/>
    <w:tmpl w:val="F32EB1EC"/>
    <w:lvl w:ilvl="0">
      <w:start w:val="1"/>
      <w:numFmt w:val="none"/>
      <w:pStyle w:val="Body"/>
      <w:suff w:val="nothing"/>
      <w:lvlText w:val=""/>
      <w:lvlJc w:val="left"/>
      <w:pPr>
        <w:ind w:left="0" w:firstLine="0"/>
      </w:pPr>
      <w:rPr>
        <w:rFonts w:hint="default"/>
        <w:b w:val="0"/>
        <w:i w:val="0"/>
      </w:rPr>
    </w:lvl>
    <w:lvl w:ilvl="1">
      <w:start w:val="1"/>
      <w:numFmt w:val="lowerLetter"/>
      <w:pStyle w:val="aDefinition"/>
      <w:lvlText w:val="(%2)"/>
      <w:lvlJc w:val="left"/>
      <w:pPr>
        <w:tabs>
          <w:tab w:val="num" w:pos="851"/>
        </w:tabs>
        <w:ind w:left="851" w:hanging="851"/>
      </w:pPr>
      <w:rPr>
        <w:rFonts w:hint="default"/>
      </w:rPr>
    </w:lvl>
    <w:lvl w:ilvl="2">
      <w:start w:val="1"/>
      <w:numFmt w:val="lowerRoman"/>
      <w:pStyle w:val="iDefinition"/>
      <w:lvlText w:val="( %3)"/>
      <w:lvlJc w:val="left"/>
      <w:pPr>
        <w:tabs>
          <w:tab w:val="num" w:pos="1843"/>
        </w:tabs>
        <w:ind w:left="1843" w:hanging="992"/>
      </w:pPr>
      <w:rPr>
        <w:rFonts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7071E4D"/>
    <w:multiLevelType w:val="hybridMultilevel"/>
    <w:tmpl w:val="87A8D54A"/>
    <w:lvl w:ilvl="0" w:tplc="ACDE3676">
      <w:start w:val="1"/>
      <w:numFmt w:val="upperRoman"/>
      <w:pStyle w:val="Heading1"/>
      <w:lvlText w:val="%1"/>
      <w:lvlJc w:val="left"/>
      <w:pPr>
        <w:ind w:left="644" w:hanging="360"/>
      </w:pPr>
      <w:rPr>
        <w:rFonts w:ascii="Verdana" w:hAnsi="Verdana" w:hint="default"/>
        <w:b/>
        <w:i w:val="0"/>
        <w:sz w:val="18"/>
      </w:rPr>
    </w:lvl>
    <w:lvl w:ilvl="1" w:tplc="44E21A20">
      <w:start w:val="1"/>
      <w:numFmt w:val="lowerLetter"/>
      <w:lvlText w:val="%2)"/>
      <w:lvlJc w:val="left"/>
      <w:pPr>
        <w:ind w:left="1440" w:hanging="360"/>
      </w:pPr>
      <w:rPr>
        <w:rFonts w:hint="default"/>
      </w:rPr>
    </w:lvl>
    <w:lvl w:ilvl="2" w:tplc="AD368590">
      <w:start w:val="1"/>
      <w:numFmt w:val="decimal"/>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72C2E53"/>
    <w:multiLevelType w:val="hybridMultilevel"/>
    <w:tmpl w:val="FAD4256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A795370"/>
    <w:multiLevelType w:val="hybridMultilevel"/>
    <w:tmpl w:val="202EC620"/>
    <w:lvl w:ilvl="0" w:tplc="1D3A96C8">
      <w:start w:val="1"/>
      <w:numFmt w:val="bullet"/>
      <w:lvlText w:val="-"/>
      <w:lvlJc w:val="left"/>
      <w:pPr>
        <w:ind w:left="717" w:hanging="360"/>
      </w:pPr>
      <w:rPr>
        <w:rFonts w:ascii="Verdana" w:eastAsia="Times New Roman" w:hAnsi="Verdana" w:cs="Arial" w:hint="default"/>
      </w:rPr>
    </w:lvl>
    <w:lvl w:ilvl="1" w:tplc="04250003" w:tentative="1">
      <w:start w:val="1"/>
      <w:numFmt w:val="bullet"/>
      <w:lvlText w:val="o"/>
      <w:lvlJc w:val="left"/>
      <w:pPr>
        <w:ind w:left="1437" w:hanging="360"/>
      </w:pPr>
      <w:rPr>
        <w:rFonts w:ascii="Courier New" w:hAnsi="Courier New" w:cs="Courier New" w:hint="default"/>
      </w:rPr>
    </w:lvl>
    <w:lvl w:ilvl="2" w:tplc="04250005" w:tentative="1">
      <w:start w:val="1"/>
      <w:numFmt w:val="bullet"/>
      <w:lvlText w:val=""/>
      <w:lvlJc w:val="left"/>
      <w:pPr>
        <w:ind w:left="2157" w:hanging="360"/>
      </w:pPr>
      <w:rPr>
        <w:rFonts w:ascii="Wingdings" w:hAnsi="Wingdings" w:hint="default"/>
      </w:rPr>
    </w:lvl>
    <w:lvl w:ilvl="3" w:tplc="04250001" w:tentative="1">
      <w:start w:val="1"/>
      <w:numFmt w:val="bullet"/>
      <w:lvlText w:val=""/>
      <w:lvlJc w:val="left"/>
      <w:pPr>
        <w:ind w:left="2877" w:hanging="360"/>
      </w:pPr>
      <w:rPr>
        <w:rFonts w:ascii="Symbol" w:hAnsi="Symbol" w:hint="default"/>
      </w:rPr>
    </w:lvl>
    <w:lvl w:ilvl="4" w:tplc="04250003" w:tentative="1">
      <w:start w:val="1"/>
      <w:numFmt w:val="bullet"/>
      <w:lvlText w:val="o"/>
      <w:lvlJc w:val="left"/>
      <w:pPr>
        <w:ind w:left="3597" w:hanging="360"/>
      </w:pPr>
      <w:rPr>
        <w:rFonts w:ascii="Courier New" w:hAnsi="Courier New" w:cs="Courier New" w:hint="default"/>
      </w:rPr>
    </w:lvl>
    <w:lvl w:ilvl="5" w:tplc="04250005" w:tentative="1">
      <w:start w:val="1"/>
      <w:numFmt w:val="bullet"/>
      <w:lvlText w:val=""/>
      <w:lvlJc w:val="left"/>
      <w:pPr>
        <w:ind w:left="4317" w:hanging="360"/>
      </w:pPr>
      <w:rPr>
        <w:rFonts w:ascii="Wingdings" w:hAnsi="Wingdings" w:hint="default"/>
      </w:rPr>
    </w:lvl>
    <w:lvl w:ilvl="6" w:tplc="04250001" w:tentative="1">
      <w:start w:val="1"/>
      <w:numFmt w:val="bullet"/>
      <w:lvlText w:val=""/>
      <w:lvlJc w:val="left"/>
      <w:pPr>
        <w:ind w:left="5037" w:hanging="360"/>
      </w:pPr>
      <w:rPr>
        <w:rFonts w:ascii="Symbol" w:hAnsi="Symbol" w:hint="default"/>
      </w:rPr>
    </w:lvl>
    <w:lvl w:ilvl="7" w:tplc="04250003" w:tentative="1">
      <w:start w:val="1"/>
      <w:numFmt w:val="bullet"/>
      <w:lvlText w:val="o"/>
      <w:lvlJc w:val="left"/>
      <w:pPr>
        <w:ind w:left="5757" w:hanging="360"/>
      </w:pPr>
      <w:rPr>
        <w:rFonts w:ascii="Courier New" w:hAnsi="Courier New" w:cs="Courier New" w:hint="default"/>
      </w:rPr>
    </w:lvl>
    <w:lvl w:ilvl="8" w:tplc="04250005" w:tentative="1">
      <w:start w:val="1"/>
      <w:numFmt w:val="bullet"/>
      <w:lvlText w:val=""/>
      <w:lvlJc w:val="left"/>
      <w:pPr>
        <w:ind w:left="6477" w:hanging="360"/>
      </w:pPr>
      <w:rPr>
        <w:rFonts w:ascii="Wingdings" w:hAnsi="Wingdings" w:hint="default"/>
      </w:rPr>
    </w:lvl>
  </w:abstractNum>
  <w:abstractNum w:abstractNumId="15" w15:restartNumberingAfterBreak="0">
    <w:nsid w:val="4D627D1B"/>
    <w:multiLevelType w:val="hybridMultilevel"/>
    <w:tmpl w:val="D3E22634"/>
    <w:lvl w:ilvl="0" w:tplc="04090011">
      <w:start w:val="1"/>
      <w:numFmt w:val="decimal"/>
      <w:lvlText w:val="%1)"/>
      <w:lvlJc w:val="left"/>
      <w:pPr>
        <w:ind w:left="720" w:hanging="360"/>
      </w:pPr>
      <w:rPr>
        <w:rFonts w:hint="default"/>
      </w:rPr>
    </w:lvl>
    <w:lvl w:ilvl="1" w:tplc="0425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7A5CFA"/>
    <w:multiLevelType w:val="hybridMultilevel"/>
    <w:tmpl w:val="904AED00"/>
    <w:lvl w:ilvl="0" w:tplc="3B3CDCD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F8371A2"/>
    <w:multiLevelType w:val="hybridMultilevel"/>
    <w:tmpl w:val="5974396C"/>
    <w:lvl w:ilvl="0" w:tplc="01BE2F78">
      <w:start w:val="1"/>
      <w:numFmt w:val="bullet"/>
      <w:lvlText w:val="-"/>
      <w:lvlJc w:val="left"/>
      <w:pPr>
        <w:ind w:left="1152" w:hanging="360"/>
      </w:pPr>
      <w:rPr>
        <w:rFonts w:ascii="Verdana" w:eastAsia="Times New Roman" w:hAnsi="Verdana" w:cs="Arial" w:hint="default"/>
      </w:rPr>
    </w:lvl>
    <w:lvl w:ilvl="1" w:tplc="04250003" w:tentative="1">
      <w:start w:val="1"/>
      <w:numFmt w:val="bullet"/>
      <w:lvlText w:val="o"/>
      <w:lvlJc w:val="left"/>
      <w:pPr>
        <w:ind w:left="1872" w:hanging="360"/>
      </w:pPr>
      <w:rPr>
        <w:rFonts w:ascii="Courier New" w:hAnsi="Courier New" w:cs="Courier New" w:hint="default"/>
      </w:rPr>
    </w:lvl>
    <w:lvl w:ilvl="2" w:tplc="04250005" w:tentative="1">
      <w:start w:val="1"/>
      <w:numFmt w:val="bullet"/>
      <w:lvlText w:val=""/>
      <w:lvlJc w:val="left"/>
      <w:pPr>
        <w:ind w:left="2592" w:hanging="360"/>
      </w:pPr>
      <w:rPr>
        <w:rFonts w:ascii="Wingdings" w:hAnsi="Wingdings" w:hint="default"/>
      </w:rPr>
    </w:lvl>
    <w:lvl w:ilvl="3" w:tplc="04250001" w:tentative="1">
      <w:start w:val="1"/>
      <w:numFmt w:val="bullet"/>
      <w:lvlText w:val=""/>
      <w:lvlJc w:val="left"/>
      <w:pPr>
        <w:ind w:left="3312" w:hanging="360"/>
      </w:pPr>
      <w:rPr>
        <w:rFonts w:ascii="Symbol" w:hAnsi="Symbol" w:hint="default"/>
      </w:rPr>
    </w:lvl>
    <w:lvl w:ilvl="4" w:tplc="04250003" w:tentative="1">
      <w:start w:val="1"/>
      <w:numFmt w:val="bullet"/>
      <w:lvlText w:val="o"/>
      <w:lvlJc w:val="left"/>
      <w:pPr>
        <w:ind w:left="4032" w:hanging="360"/>
      </w:pPr>
      <w:rPr>
        <w:rFonts w:ascii="Courier New" w:hAnsi="Courier New" w:cs="Courier New" w:hint="default"/>
      </w:rPr>
    </w:lvl>
    <w:lvl w:ilvl="5" w:tplc="04250005" w:tentative="1">
      <w:start w:val="1"/>
      <w:numFmt w:val="bullet"/>
      <w:lvlText w:val=""/>
      <w:lvlJc w:val="left"/>
      <w:pPr>
        <w:ind w:left="4752" w:hanging="360"/>
      </w:pPr>
      <w:rPr>
        <w:rFonts w:ascii="Wingdings" w:hAnsi="Wingdings" w:hint="default"/>
      </w:rPr>
    </w:lvl>
    <w:lvl w:ilvl="6" w:tplc="04250001" w:tentative="1">
      <w:start w:val="1"/>
      <w:numFmt w:val="bullet"/>
      <w:lvlText w:val=""/>
      <w:lvlJc w:val="left"/>
      <w:pPr>
        <w:ind w:left="5472" w:hanging="360"/>
      </w:pPr>
      <w:rPr>
        <w:rFonts w:ascii="Symbol" w:hAnsi="Symbol" w:hint="default"/>
      </w:rPr>
    </w:lvl>
    <w:lvl w:ilvl="7" w:tplc="04250003" w:tentative="1">
      <w:start w:val="1"/>
      <w:numFmt w:val="bullet"/>
      <w:lvlText w:val="o"/>
      <w:lvlJc w:val="left"/>
      <w:pPr>
        <w:ind w:left="6192" w:hanging="360"/>
      </w:pPr>
      <w:rPr>
        <w:rFonts w:ascii="Courier New" w:hAnsi="Courier New" w:cs="Courier New" w:hint="default"/>
      </w:rPr>
    </w:lvl>
    <w:lvl w:ilvl="8" w:tplc="04250005" w:tentative="1">
      <w:start w:val="1"/>
      <w:numFmt w:val="bullet"/>
      <w:lvlText w:val=""/>
      <w:lvlJc w:val="left"/>
      <w:pPr>
        <w:ind w:left="6912" w:hanging="360"/>
      </w:pPr>
      <w:rPr>
        <w:rFonts w:ascii="Wingdings" w:hAnsi="Wingdings" w:hint="default"/>
      </w:rPr>
    </w:lvl>
  </w:abstractNum>
  <w:abstractNum w:abstractNumId="18" w15:restartNumberingAfterBreak="0">
    <w:nsid w:val="62787184"/>
    <w:multiLevelType w:val="multilevel"/>
    <w:tmpl w:val="34ACF83C"/>
    <w:lvl w:ilvl="0">
      <w:start w:val="1"/>
      <w:numFmt w:val="decimal"/>
      <w:lvlText w:val="%1."/>
      <w:lvlJc w:val="left"/>
      <w:pPr>
        <w:tabs>
          <w:tab w:val="num" w:pos="851"/>
        </w:tabs>
        <w:ind w:left="851" w:hanging="851"/>
      </w:pPr>
      <w:rPr>
        <w:rFonts w:hint="default"/>
        <w:b w:val="0"/>
        <w:i w:val="0"/>
        <w:u w:val="none"/>
      </w:rPr>
    </w:lvl>
    <w:lvl w:ilvl="1">
      <w:start w:val="1"/>
      <w:numFmt w:val="decimal"/>
      <w:lvlText w:val="%1.%2"/>
      <w:lvlJc w:val="left"/>
      <w:pPr>
        <w:tabs>
          <w:tab w:val="num" w:pos="851"/>
        </w:tabs>
        <w:ind w:left="851" w:hanging="851"/>
      </w:pPr>
      <w:rPr>
        <w:rFonts w:hint="default"/>
        <w:b w:val="0"/>
        <w:i w:val="0"/>
        <w:u w:val="none"/>
      </w:rPr>
    </w:lvl>
    <w:lvl w:ilvl="2">
      <w:start w:val="1"/>
      <w:numFmt w:val="decimal"/>
      <w:lvlText w:val="%1.%2.%3"/>
      <w:lvlJc w:val="left"/>
      <w:pPr>
        <w:tabs>
          <w:tab w:val="num" w:pos="1843"/>
        </w:tabs>
        <w:ind w:left="1843" w:hanging="992"/>
      </w:pPr>
      <w:rPr>
        <w:rFonts w:hint="default"/>
        <w:b w:val="0"/>
        <w:i w:val="0"/>
        <w:u w:val="none"/>
      </w:rPr>
    </w:lvl>
    <w:lvl w:ilvl="3">
      <w:start w:val="1"/>
      <w:numFmt w:val="decimal"/>
      <w:pStyle w:val="Level4"/>
      <w:lvlText w:val="%1.%2.%3.%4"/>
      <w:lvlJc w:val="left"/>
      <w:pPr>
        <w:tabs>
          <w:tab w:val="num" w:pos="3119"/>
        </w:tabs>
        <w:ind w:left="3119" w:hanging="1276"/>
      </w:pPr>
      <w:rPr>
        <w:rFonts w:hint="default"/>
        <w:b w:val="0"/>
        <w:i w:val="0"/>
        <w:u w:val="none"/>
      </w:rPr>
    </w:lvl>
    <w:lvl w:ilvl="4">
      <w:start w:val="1"/>
      <w:numFmt w:val="lowerLetter"/>
      <w:pStyle w:val="Level5"/>
      <w:lvlText w:val="(%5)"/>
      <w:lvlJc w:val="left"/>
      <w:pPr>
        <w:tabs>
          <w:tab w:val="num" w:pos="3119"/>
        </w:tabs>
        <w:ind w:left="3119" w:hanging="1276"/>
      </w:pPr>
      <w:rPr>
        <w:rFonts w:hint="default"/>
        <w:b w:val="0"/>
        <w:i w:val="0"/>
        <w:u w:val="none"/>
      </w:rPr>
    </w:lvl>
    <w:lvl w:ilvl="5">
      <w:start w:val="1"/>
      <w:numFmt w:val="none"/>
      <w:lvlText w:val="(Not Defined)"/>
      <w:lvlJc w:val="left"/>
      <w:pPr>
        <w:tabs>
          <w:tab w:val="num" w:pos="3240"/>
        </w:tabs>
        <w:ind w:left="2736" w:hanging="936"/>
      </w:pPr>
      <w:rPr>
        <w:rFonts w:hint="default"/>
      </w:rPr>
    </w:lvl>
    <w:lvl w:ilvl="6">
      <w:start w:val="1"/>
      <w:numFmt w:val="none"/>
      <w:lvlText w:val="(Not Defined)"/>
      <w:lvlJc w:val="left"/>
      <w:pPr>
        <w:tabs>
          <w:tab w:val="num" w:pos="3600"/>
        </w:tabs>
        <w:ind w:left="3240" w:hanging="1080"/>
      </w:pPr>
      <w:rPr>
        <w:rFonts w:hint="default"/>
      </w:rPr>
    </w:lvl>
    <w:lvl w:ilvl="7">
      <w:start w:val="1"/>
      <w:numFmt w:val="none"/>
      <w:lvlText w:val="(Not Defined)"/>
      <w:lvlJc w:val="left"/>
      <w:pPr>
        <w:tabs>
          <w:tab w:val="num" w:pos="3960"/>
        </w:tabs>
        <w:ind w:left="3744" w:hanging="1224"/>
      </w:pPr>
      <w:rPr>
        <w:rFonts w:hint="default"/>
      </w:rPr>
    </w:lvl>
    <w:lvl w:ilvl="8">
      <w:start w:val="1"/>
      <w:numFmt w:val="none"/>
      <w:lvlText w:val="(Not Defined)"/>
      <w:lvlJc w:val="left"/>
      <w:pPr>
        <w:tabs>
          <w:tab w:val="num" w:pos="4320"/>
        </w:tabs>
        <w:ind w:left="4320" w:hanging="1440"/>
      </w:pPr>
      <w:rPr>
        <w:rFonts w:hint="default"/>
      </w:rPr>
    </w:lvl>
  </w:abstractNum>
  <w:abstractNum w:abstractNumId="19" w15:restartNumberingAfterBreak="0">
    <w:nsid w:val="63270F99"/>
    <w:multiLevelType w:val="multilevel"/>
    <w:tmpl w:val="471A0B86"/>
    <w:lvl w:ilvl="0">
      <w:start w:val="1"/>
      <w:numFmt w:val="bullet"/>
      <w:pStyle w:val="Bullet1"/>
      <w:lvlText w:val=""/>
      <w:lvlJc w:val="left"/>
      <w:pPr>
        <w:tabs>
          <w:tab w:val="num" w:pos="851"/>
        </w:tabs>
        <w:ind w:left="851" w:hanging="851"/>
      </w:pPr>
      <w:rPr>
        <w:rFonts w:ascii="Symbol" w:hAnsi="Symbol" w:hint="default"/>
        <w:b w:val="0"/>
        <w:i w:val="0"/>
        <w:u w:val="none"/>
      </w:rPr>
    </w:lvl>
    <w:lvl w:ilvl="1">
      <w:start w:val="1"/>
      <w:numFmt w:val="bullet"/>
      <w:pStyle w:val="Bullet2"/>
      <w:lvlText w:val=""/>
      <w:lvlJc w:val="left"/>
      <w:pPr>
        <w:tabs>
          <w:tab w:val="num" w:pos="1843"/>
        </w:tabs>
        <w:ind w:left="1843" w:hanging="992"/>
      </w:pPr>
      <w:rPr>
        <w:rFonts w:ascii="Symbol" w:hAnsi="Symbol" w:hint="default"/>
        <w:b w:val="0"/>
        <w:i w:val="0"/>
        <w:u w:val="none"/>
      </w:rPr>
    </w:lvl>
    <w:lvl w:ilvl="2">
      <w:start w:val="1"/>
      <w:numFmt w:val="bullet"/>
      <w:pStyle w:val="Bullet3"/>
      <w:lvlText w:val=""/>
      <w:lvlJc w:val="left"/>
      <w:pPr>
        <w:tabs>
          <w:tab w:val="num" w:pos="3119"/>
        </w:tabs>
        <w:ind w:left="3119" w:hanging="1276"/>
      </w:pPr>
      <w:rPr>
        <w:rFonts w:ascii="Symbol" w:hAnsi="Symbol" w:hint="default"/>
        <w:b w:val="0"/>
        <w:i w:val="0"/>
        <w:u w:val="none"/>
      </w:rPr>
    </w:lvl>
    <w:lvl w:ilvl="3">
      <w:start w:val="1"/>
      <w:numFmt w:val="lowerLetter"/>
      <w:isLgl/>
      <w:lvlText w:val="%1(Not Defined)"/>
      <w:lvlJc w:val="left"/>
      <w:pPr>
        <w:tabs>
          <w:tab w:val="num" w:pos="4505"/>
        </w:tabs>
        <w:ind w:left="4122" w:hanging="1417"/>
      </w:pPr>
      <w:rPr>
        <w:rFonts w:hint="default"/>
        <w:b w:val="0"/>
        <w:i w:val="0"/>
        <w:u w:val="none"/>
      </w:rPr>
    </w:lvl>
    <w:lvl w:ilvl="4">
      <w:start w:val="1"/>
      <w:numFmt w:val="none"/>
      <w:lvlText w:val="(Not Defined)"/>
      <w:lvlJc w:val="left"/>
      <w:pPr>
        <w:tabs>
          <w:tab w:val="num" w:pos="5562"/>
        </w:tabs>
        <w:ind w:left="4689" w:hanging="567"/>
      </w:pPr>
      <w:rPr>
        <w:rFonts w:hint="default"/>
        <w:b w:val="0"/>
        <w:i w:val="0"/>
        <w:u w:val="none"/>
      </w:rPr>
    </w:lvl>
    <w:lvl w:ilvl="5">
      <w:start w:val="1"/>
      <w:numFmt w:val="none"/>
      <w:lvlText w:val="(Not Defined)"/>
      <w:lvlJc w:val="left"/>
      <w:pPr>
        <w:tabs>
          <w:tab w:val="num" w:pos="6129"/>
        </w:tabs>
        <w:ind w:left="5256" w:hanging="567"/>
      </w:pPr>
      <w:rPr>
        <w:rFonts w:hint="default"/>
        <w:b w:val="0"/>
        <w:i w:val="0"/>
      </w:rPr>
    </w:lvl>
    <w:lvl w:ilvl="6">
      <w:start w:val="1"/>
      <w:numFmt w:val="none"/>
      <w:lvlText w:val="(Not Defined)"/>
      <w:lvlJc w:val="left"/>
      <w:pPr>
        <w:tabs>
          <w:tab w:val="num" w:pos="4320"/>
        </w:tabs>
        <w:ind w:left="3960" w:hanging="1080"/>
      </w:pPr>
      <w:rPr>
        <w:rFonts w:hint="default"/>
        <w:b w:val="0"/>
        <w:i w:val="0"/>
      </w:rPr>
    </w:lvl>
    <w:lvl w:ilvl="7">
      <w:start w:val="1"/>
      <w:numFmt w:val="none"/>
      <w:lvlText w:val="(Not Defined)"/>
      <w:lvlJc w:val="left"/>
      <w:pPr>
        <w:tabs>
          <w:tab w:val="num" w:pos="4680"/>
        </w:tabs>
        <w:ind w:left="4464" w:hanging="1224"/>
      </w:pPr>
      <w:rPr>
        <w:rFonts w:hint="default"/>
        <w:b w:val="0"/>
        <w:i w:val="0"/>
      </w:rPr>
    </w:lvl>
    <w:lvl w:ilvl="8">
      <w:start w:val="1"/>
      <w:numFmt w:val="none"/>
      <w:lvlText w:val="(Not Defined)"/>
      <w:lvlJc w:val="left"/>
      <w:pPr>
        <w:tabs>
          <w:tab w:val="num" w:pos="5040"/>
        </w:tabs>
        <w:ind w:left="5040" w:hanging="1440"/>
      </w:pPr>
      <w:rPr>
        <w:rFonts w:hint="default"/>
        <w:b w:val="0"/>
        <w:i w:val="0"/>
      </w:rPr>
    </w:lvl>
  </w:abstractNum>
  <w:abstractNum w:abstractNumId="20" w15:restartNumberingAfterBreak="0">
    <w:nsid w:val="64B128E5"/>
    <w:multiLevelType w:val="multilevel"/>
    <w:tmpl w:val="6AB2AB34"/>
    <w:lvl w:ilvl="0">
      <w:start w:val="1"/>
      <w:numFmt w:val="decimal"/>
      <w:pStyle w:val="Level1"/>
      <w:lvlText w:val="%1."/>
      <w:lvlJc w:val="left"/>
      <w:pPr>
        <w:tabs>
          <w:tab w:val="num" w:pos="390"/>
        </w:tabs>
        <w:ind w:left="397" w:hanging="397"/>
      </w:pPr>
      <w:rPr>
        <w:rFonts w:hint="default"/>
        <w:b/>
        <w:i w:val="0"/>
      </w:rPr>
    </w:lvl>
    <w:lvl w:ilvl="1">
      <w:start w:val="1"/>
      <w:numFmt w:val="decimal"/>
      <w:pStyle w:val="Level2"/>
      <w:lvlText w:val="%1.%2."/>
      <w:lvlJc w:val="left"/>
      <w:pPr>
        <w:tabs>
          <w:tab w:val="num" w:pos="720"/>
        </w:tabs>
        <w:ind w:left="680" w:hanging="680"/>
      </w:pPr>
      <w:rPr>
        <w:rFonts w:hint="default"/>
        <w:b/>
        <w:bCs/>
        <w:i w:val="0"/>
      </w:rPr>
    </w:lvl>
    <w:lvl w:ilvl="2">
      <w:start w:val="1"/>
      <w:numFmt w:val="decimal"/>
      <w:pStyle w:val="Level3"/>
      <w:lvlText w:val="%1.%2.%3."/>
      <w:lvlJc w:val="left"/>
      <w:pPr>
        <w:tabs>
          <w:tab w:val="num" w:pos="720"/>
        </w:tabs>
        <w:ind w:left="720" w:hanging="720"/>
      </w:pPr>
      <w:rPr>
        <w:rFonts w:hint="default"/>
        <w:b w:val="0"/>
        <w:bCs/>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68223CFD"/>
    <w:multiLevelType w:val="hybridMultilevel"/>
    <w:tmpl w:val="9A3EA5E8"/>
    <w:lvl w:ilvl="0" w:tplc="BA200898">
      <w:start w:val="1"/>
      <w:numFmt w:val="decimal"/>
      <w:lvlText w:val="%1)"/>
      <w:lvlJc w:val="left"/>
      <w:pPr>
        <w:ind w:left="720" w:hanging="360"/>
      </w:pPr>
      <w:rPr>
        <w:rFonts w:hint="default"/>
      </w:rPr>
    </w:lvl>
    <w:lvl w:ilvl="1" w:tplc="9FC0388A">
      <w:start w:val="1"/>
      <w:numFmt w:val="bullet"/>
      <w:lvlText w:val="-"/>
      <w:lvlJc w:val="left"/>
      <w:pPr>
        <w:ind w:left="1440" w:hanging="360"/>
      </w:pPr>
      <w:rPr>
        <w:rFonts w:ascii="Verdana" w:eastAsia="Calibri" w:hAnsi="Verdana" w:cs="Aria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B845185"/>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B9D102E"/>
    <w:multiLevelType w:val="singleLevel"/>
    <w:tmpl w:val="0DD0592C"/>
    <w:lvl w:ilvl="0">
      <w:start w:val="1"/>
      <w:numFmt w:val="upperLetter"/>
      <w:pStyle w:val="Background"/>
      <w:lvlText w:val="(%1)"/>
      <w:lvlJc w:val="left"/>
      <w:pPr>
        <w:tabs>
          <w:tab w:val="num" w:pos="851"/>
        </w:tabs>
        <w:ind w:left="851" w:hanging="851"/>
      </w:pPr>
    </w:lvl>
  </w:abstractNum>
  <w:abstractNum w:abstractNumId="24" w15:restartNumberingAfterBreak="0">
    <w:nsid w:val="7F2B7539"/>
    <w:multiLevelType w:val="hybridMultilevel"/>
    <w:tmpl w:val="A63866B2"/>
    <w:lvl w:ilvl="0" w:tplc="48904B16">
      <w:start w:val="1"/>
      <w:numFmt w:val="decimal"/>
      <w:lvlText w:val="%1)"/>
      <w:lvlJc w:val="left"/>
      <w:pPr>
        <w:ind w:left="2250" w:hanging="360"/>
      </w:pPr>
      <w:rPr>
        <w:rFonts w:hint="default"/>
        <w:b w:val="0"/>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55351125">
    <w:abstractNumId w:val="23"/>
  </w:num>
  <w:num w:numId="2" w16cid:durableId="744642973">
    <w:abstractNumId w:val="19"/>
  </w:num>
  <w:num w:numId="3" w16cid:durableId="247932966">
    <w:abstractNumId w:val="18"/>
  </w:num>
  <w:num w:numId="4" w16cid:durableId="912273938">
    <w:abstractNumId w:val="6"/>
  </w:num>
  <w:num w:numId="5" w16cid:durableId="1095906679">
    <w:abstractNumId w:val="10"/>
  </w:num>
  <w:num w:numId="6" w16cid:durableId="1176109970">
    <w:abstractNumId w:val="4"/>
  </w:num>
  <w:num w:numId="7" w16cid:durableId="583299084">
    <w:abstractNumId w:val="5"/>
  </w:num>
  <w:num w:numId="8" w16cid:durableId="1984237772">
    <w:abstractNumId w:val="7"/>
  </w:num>
  <w:num w:numId="9" w16cid:durableId="685181010">
    <w:abstractNumId w:val="11"/>
  </w:num>
  <w:num w:numId="10" w16cid:durableId="318777505">
    <w:abstractNumId w:val="20"/>
  </w:num>
  <w:num w:numId="11" w16cid:durableId="617562469">
    <w:abstractNumId w:val="9"/>
  </w:num>
  <w:num w:numId="12" w16cid:durableId="1373916850">
    <w:abstractNumId w:val="12"/>
  </w:num>
  <w:num w:numId="13" w16cid:durableId="88043119">
    <w:abstractNumId w:val="22"/>
  </w:num>
  <w:num w:numId="14" w16cid:durableId="1206258144">
    <w:abstractNumId w:val="21"/>
  </w:num>
  <w:num w:numId="15" w16cid:durableId="283775218">
    <w:abstractNumId w:val="24"/>
  </w:num>
  <w:num w:numId="16" w16cid:durableId="1224676430">
    <w:abstractNumId w:val="8"/>
  </w:num>
  <w:num w:numId="17" w16cid:durableId="732628693">
    <w:abstractNumId w:val="3"/>
  </w:num>
  <w:num w:numId="18" w16cid:durableId="116724149">
    <w:abstractNumId w:val="15"/>
  </w:num>
  <w:num w:numId="19" w16cid:durableId="8653693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83761264">
    <w:abstractNumId w:val="1"/>
  </w:num>
  <w:num w:numId="21" w16cid:durableId="195506379">
    <w:abstractNumId w:val="14"/>
  </w:num>
  <w:num w:numId="22" w16cid:durableId="870607670">
    <w:abstractNumId w:val="13"/>
  </w:num>
  <w:num w:numId="23" w16cid:durableId="1944074573">
    <w:abstractNumId w:val="17"/>
  </w:num>
  <w:num w:numId="24" w16cid:durableId="1466268639">
    <w:abstractNumId w:val="2"/>
  </w:num>
  <w:num w:numId="25" w16cid:durableId="990717362">
    <w:abstractNumId w:val="0"/>
  </w:num>
  <w:num w:numId="26" w16cid:durableId="526455355">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0AE"/>
    <w:rsid w:val="0000033B"/>
    <w:rsid w:val="00000F63"/>
    <w:rsid w:val="00001055"/>
    <w:rsid w:val="000012F0"/>
    <w:rsid w:val="00001BC5"/>
    <w:rsid w:val="00001D8C"/>
    <w:rsid w:val="00001F55"/>
    <w:rsid w:val="00001FD3"/>
    <w:rsid w:val="00002683"/>
    <w:rsid w:val="00002892"/>
    <w:rsid w:val="0000293D"/>
    <w:rsid w:val="00002D5A"/>
    <w:rsid w:val="00002E2C"/>
    <w:rsid w:val="000033BA"/>
    <w:rsid w:val="00004877"/>
    <w:rsid w:val="00004DAC"/>
    <w:rsid w:val="00005226"/>
    <w:rsid w:val="000058F1"/>
    <w:rsid w:val="0000633B"/>
    <w:rsid w:val="00006CD4"/>
    <w:rsid w:val="00007130"/>
    <w:rsid w:val="0000727F"/>
    <w:rsid w:val="0000749C"/>
    <w:rsid w:val="00007966"/>
    <w:rsid w:val="00007A54"/>
    <w:rsid w:val="00007F33"/>
    <w:rsid w:val="00010868"/>
    <w:rsid w:val="000116C6"/>
    <w:rsid w:val="00011D6F"/>
    <w:rsid w:val="00012EB1"/>
    <w:rsid w:val="000131D0"/>
    <w:rsid w:val="00013848"/>
    <w:rsid w:val="00013BAB"/>
    <w:rsid w:val="00013C34"/>
    <w:rsid w:val="000143BA"/>
    <w:rsid w:val="000148B7"/>
    <w:rsid w:val="00014BBB"/>
    <w:rsid w:val="00014F53"/>
    <w:rsid w:val="00015606"/>
    <w:rsid w:val="00015CFE"/>
    <w:rsid w:val="00015E26"/>
    <w:rsid w:val="00015ED8"/>
    <w:rsid w:val="00016BC0"/>
    <w:rsid w:val="00020556"/>
    <w:rsid w:val="00020C88"/>
    <w:rsid w:val="00020DD3"/>
    <w:rsid w:val="00021995"/>
    <w:rsid w:val="0002221A"/>
    <w:rsid w:val="000222B3"/>
    <w:rsid w:val="000231D6"/>
    <w:rsid w:val="0002495A"/>
    <w:rsid w:val="00024BAE"/>
    <w:rsid w:val="00024CCC"/>
    <w:rsid w:val="0002567B"/>
    <w:rsid w:val="00025BDE"/>
    <w:rsid w:val="0002765E"/>
    <w:rsid w:val="000276E8"/>
    <w:rsid w:val="000300ED"/>
    <w:rsid w:val="0003079F"/>
    <w:rsid w:val="00032952"/>
    <w:rsid w:val="000335CA"/>
    <w:rsid w:val="00033AE3"/>
    <w:rsid w:val="00033E5D"/>
    <w:rsid w:val="0003426F"/>
    <w:rsid w:val="00034BB8"/>
    <w:rsid w:val="000350F4"/>
    <w:rsid w:val="00035F7E"/>
    <w:rsid w:val="00036D42"/>
    <w:rsid w:val="0003708C"/>
    <w:rsid w:val="00037291"/>
    <w:rsid w:val="00037406"/>
    <w:rsid w:val="00037E50"/>
    <w:rsid w:val="000402A1"/>
    <w:rsid w:val="000403C3"/>
    <w:rsid w:val="00040D5D"/>
    <w:rsid w:val="00040F07"/>
    <w:rsid w:val="000416CF"/>
    <w:rsid w:val="0004185D"/>
    <w:rsid w:val="00041897"/>
    <w:rsid w:val="000426EB"/>
    <w:rsid w:val="00042B4E"/>
    <w:rsid w:val="00042EAD"/>
    <w:rsid w:val="00042FD0"/>
    <w:rsid w:val="00043AD5"/>
    <w:rsid w:val="00044693"/>
    <w:rsid w:val="000456ED"/>
    <w:rsid w:val="000458DE"/>
    <w:rsid w:val="000459B9"/>
    <w:rsid w:val="00045CDF"/>
    <w:rsid w:val="00045D34"/>
    <w:rsid w:val="00045FD1"/>
    <w:rsid w:val="000466BA"/>
    <w:rsid w:val="00046879"/>
    <w:rsid w:val="00046BB8"/>
    <w:rsid w:val="00050F13"/>
    <w:rsid w:val="0005159A"/>
    <w:rsid w:val="00051A87"/>
    <w:rsid w:val="00051F63"/>
    <w:rsid w:val="0005211B"/>
    <w:rsid w:val="00052725"/>
    <w:rsid w:val="0005308E"/>
    <w:rsid w:val="00055081"/>
    <w:rsid w:val="00055EB2"/>
    <w:rsid w:val="00055EC3"/>
    <w:rsid w:val="00055FB7"/>
    <w:rsid w:val="00056268"/>
    <w:rsid w:val="00056D81"/>
    <w:rsid w:val="00057119"/>
    <w:rsid w:val="00057706"/>
    <w:rsid w:val="00057B2C"/>
    <w:rsid w:val="000606EF"/>
    <w:rsid w:val="000610B0"/>
    <w:rsid w:val="000616C1"/>
    <w:rsid w:val="00062280"/>
    <w:rsid w:val="0006352B"/>
    <w:rsid w:val="00063544"/>
    <w:rsid w:val="00063A58"/>
    <w:rsid w:val="000640EA"/>
    <w:rsid w:val="00064175"/>
    <w:rsid w:val="00064639"/>
    <w:rsid w:val="00064986"/>
    <w:rsid w:val="00064989"/>
    <w:rsid w:val="00064A9D"/>
    <w:rsid w:val="00064F41"/>
    <w:rsid w:val="000658F7"/>
    <w:rsid w:val="00065C13"/>
    <w:rsid w:val="00065ECA"/>
    <w:rsid w:val="00066209"/>
    <w:rsid w:val="00066CC7"/>
    <w:rsid w:val="00067E3C"/>
    <w:rsid w:val="00067E84"/>
    <w:rsid w:val="00070DF9"/>
    <w:rsid w:val="00071068"/>
    <w:rsid w:val="00071103"/>
    <w:rsid w:val="000711D5"/>
    <w:rsid w:val="00071602"/>
    <w:rsid w:val="00071826"/>
    <w:rsid w:val="00071CD0"/>
    <w:rsid w:val="00072423"/>
    <w:rsid w:val="000725DC"/>
    <w:rsid w:val="00072B87"/>
    <w:rsid w:val="00073045"/>
    <w:rsid w:val="00073621"/>
    <w:rsid w:val="000738AD"/>
    <w:rsid w:val="00074038"/>
    <w:rsid w:val="000742D0"/>
    <w:rsid w:val="00074BCB"/>
    <w:rsid w:val="00074DB5"/>
    <w:rsid w:val="00075DE0"/>
    <w:rsid w:val="000765D4"/>
    <w:rsid w:val="00076EB4"/>
    <w:rsid w:val="0007726F"/>
    <w:rsid w:val="000775FB"/>
    <w:rsid w:val="0008036A"/>
    <w:rsid w:val="000805B5"/>
    <w:rsid w:val="00080913"/>
    <w:rsid w:val="00080BF7"/>
    <w:rsid w:val="0008195A"/>
    <w:rsid w:val="00081C9C"/>
    <w:rsid w:val="0008238D"/>
    <w:rsid w:val="00082FE1"/>
    <w:rsid w:val="00083482"/>
    <w:rsid w:val="00083CC9"/>
    <w:rsid w:val="00083E60"/>
    <w:rsid w:val="000847B1"/>
    <w:rsid w:val="00084C84"/>
    <w:rsid w:val="00084D03"/>
    <w:rsid w:val="00085215"/>
    <w:rsid w:val="000853B1"/>
    <w:rsid w:val="00086277"/>
    <w:rsid w:val="00086EE0"/>
    <w:rsid w:val="00087042"/>
    <w:rsid w:val="00087812"/>
    <w:rsid w:val="00090088"/>
    <w:rsid w:val="00090095"/>
    <w:rsid w:val="000912DB"/>
    <w:rsid w:val="000913A6"/>
    <w:rsid w:val="0009216A"/>
    <w:rsid w:val="0009248B"/>
    <w:rsid w:val="00093062"/>
    <w:rsid w:val="00093CB7"/>
    <w:rsid w:val="00093FA5"/>
    <w:rsid w:val="000944B8"/>
    <w:rsid w:val="0009479B"/>
    <w:rsid w:val="0009491E"/>
    <w:rsid w:val="00095D35"/>
    <w:rsid w:val="00095E77"/>
    <w:rsid w:val="00095FEE"/>
    <w:rsid w:val="0009622E"/>
    <w:rsid w:val="000966F4"/>
    <w:rsid w:val="00096C60"/>
    <w:rsid w:val="0009710C"/>
    <w:rsid w:val="00097CE2"/>
    <w:rsid w:val="000A1AB4"/>
    <w:rsid w:val="000A3C6A"/>
    <w:rsid w:val="000A4260"/>
    <w:rsid w:val="000A4272"/>
    <w:rsid w:val="000A4378"/>
    <w:rsid w:val="000A469E"/>
    <w:rsid w:val="000A50AE"/>
    <w:rsid w:val="000A5254"/>
    <w:rsid w:val="000A5B7A"/>
    <w:rsid w:val="000A7234"/>
    <w:rsid w:val="000A7563"/>
    <w:rsid w:val="000A758B"/>
    <w:rsid w:val="000B022B"/>
    <w:rsid w:val="000B0DAB"/>
    <w:rsid w:val="000B0FF4"/>
    <w:rsid w:val="000B1108"/>
    <w:rsid w:val="000B199F"/>
    <w:rsid w:val="000B1FA8"/>
    <w:rsid w:val="000B2484"/>
    <w:rsid w:val="000B2BDB"/>
    <w:rsid w:val="000B3234"/>
    <w:rsid w:val="000B3A55"/>
    <w:rsid w:val="000B3DEB"/>
    <w:rsid w:val="000B40BC"/>
    <w:rsid w:val="000B630C"/>
    <w:rsid w:val="000B6F88"/>
    <w:rsid w:val="000B7D96"/>
    <w:rsid w:val="000B7E19"/>
    <w:rsid w:val="000C0459"/>
    <w:rsid w:val="000C0910"/>
    <w:rsid w:val="000C0C43"/>
    <w:rsid w:val="000C14A0"/>
    <w:rsid w:val="000C14FC"/>
    <w:rsid w:val="000C1FBD"/>
    <w:rsid w:val="000C2063"/>
    <w:rsid w:val="000C2E78"/>
    <w:rsid w:val="000C3460"/>
    <w:rsid w:val="000C34B6"/>
    <w:rsid w:val="000C3688"/>
    <w:rsid w:val="000C3874"/>
    <w:rsid w:val="000C3B90"/>
    <w:rsid w:val="000C4174"/>
    <w:rsid w:val="000C668D"/>
    <w:rsid w:val="000C6897"/>
    <w:rsid w:val="000C7A95"/>
    <w:rsid w:val="000D0EB3"/>
    <w:rsid w:val="000D0ED1"/>
    <w:rsid w:val="000D1805"/>
    <w:rsid w:val="000D1817"/>
    <w:rsid w:val="000D1BF0"/>
    <w:rsid w:val="000D1E94"/>
    <w:rsid w:val="000D21B6"/>
    <w:rsid w:val="000D318F"/>
    <w:rsid w:val="000D3616"/>
    <w:rsid w:val="000D368C"/>
    <w:rsid w:val="000D3F5F"/>
    <w:rsid w:val="000D4449"/>
    <w:rsid w:val="000D46B5"/>
    <w:rsid w:val="000D46E3"/>
    <w:rsid w:val="000D47F3"/>
    <w:rsid w:val="000D4A6A"/>
    <w:rsid w:val="000D5453"/>
    <w:rsid w:val="000D5482"/>
    <w:rsid w:val="000D5958"/>
    <w:rsid w:val="000D68F0"/>
    <w:rsid w:val="000D6DF2"/>
    <w:rsid w:val="000D6E7A"/>
    <w:rsid w:val="000D7CCC"/>
    <w:rsid w:val="000D7DF1"/>
    <w:rsid w:val="000E06F1"/>
    <w:rsid w:val="000E0E4C"/>
    <w:rsid w:val="000E1427"/>
    <w:rsid w:val="000E176C"/>
    <w:rsid w:val="000E1A3B"/>
    <w:rsid w:val="000E1AF2"/>
    <w:rsid w:val="000E20F9"/>
    <w:rsid w:val="000E22B5"/>
    <w:rsid w:val="000E333F"/>
    <w:rsid w:val="000E3438"/>
    <w:rsid w:val="000E385B"/>
    <w:rsid w:val="000E44B9"/>
    <w:rsid w:val="000E4A43"/>
    <w:rsid w:val="000E4DD1"/>
    <w:rsid w:val="000E4E9E"/>
    <w:rsid w:val="000E5017"/>
    <w:rsid w:val="000E5275"/>
    <w:rsid w:val="000E5952"/>
    <w:rsid w:val="000E5D49"/>
    <w:rsid w:val="000E6189"/>
    <w:rsid w:val="000E71AF"/>
    <w:rsid w:val="000E76C1"/>
    <w:rsid w:val="000E7808"/>
    <w:rsid w:val="000E7B9D"/>
    <w:rsid w:val="000F06CF"/>
    <w:rsid w:val="000F0E3A"/>
    <w:rsid w:val="000F2ACF"/>
    <w:rsid w:val="000F30D5"/>
    <w:rsid w:val="000F32DA"/>
    <w:rsid w:val="000F352E"/>
    <w:rsid w:val="000F400C"/>
    <w:rsid w:val="000F441C"/>
    <w:rsid w:val="000F4451"/>
    <w:rsid w:val="000F69CA"/>
    <w:rsid w:val="000F77A1"/>
    <w:rsid w:val="000F7B15"/>
    <w:rsid w:val="000F7BFE"/>
    <w:rsid w:val="000F7F6F"/>
    <w:rsid w:val="00100013"/>
    <w:rsid w:val="001000E7"/>
    <w:rsid w:val="00102104"/>
    <w:rsid w:val="001022B2"/>
    <w:rsid w:val="00102CC2"/>
    <w:rsid w:val="00102FF4"/>
    <w:rsid w:val="00103172"/>
    <w:rsid w:val="001040AA"/>
    <w:rsid w:val="00104380"/>
    <w:rsid w:val="001047EA"/>
    <w:rsid w:val="00105F4E"/>
    <w:rsid w:val="0010614F"/>
    <w:rsid w:val="00106DB9"/>
    <w:rsid w:val="00107400"/>
    <w:rsid w:val="0010772A"/>
    <w:rsid w:val="00110D70"/>
    <w:rsid w:val="00110E83"/>
    <w:rsid w:val="00111AD1"/>
    <w:rsid w:val="00111CC0"/>
    <w:rsid w:val="001120B5"/>
    <w:rsid w:val="001122FF"/>
    <w:rsid w:val="001129E0"/>
    <w:rsid w:val="001133F8"/>
    <w:rsid w:val="00113815"/>
    <w:rsid w:val="00113FFF"/>
    <w:rsid w:val="00116807"/>
    <w:rsid w:val="0011700B"/>
    <w:rsid w:val="0012054F"/>
    <w:rsid w:val="001220EA"/>
    <w:rsid w:val="00122BE3"/>
    <w:rsid w:val="001233B5"/>
    <w:rsid w:val="00123AA8"/>
    <w:rsid w:val="00124A3D"/>
    <w:rsid w:val="00124D12"/>
    <w:rsid w:val="00125B35"/>
    <w:rsid w:val="00126089"/>
    <w:rsid w:val="00126D75"/>
    <w:rsid w:val="00127581"/>
    <w:rsid w:val="00127A7C"/>
    <w:rsid w:val="00127BAD"/>
    <w:rsid w:val="00127DEA"/>
    <w:rsid w:val="0013073E"/>
    <w:rsid w:val="00131077"/>
    <w:rsid w:val="00131684"/>
    <w:rsid w:val="001317AD"/>
    <w:rsid w:val="0013180F"/>
    <w:rsid w:val="00131D07"/>
    <w:rsid w:val="00131F24"/>
    <w:rsid w:val="00133074"/>
    <w:rsid w:val="001332D3"/>
    <w:rsid w:val="00133A0D"/>
    <w:rsid w:val="00133F6D"/>
    <w:rsid w:val="00134D18"/>
    <w:rsid w:val="00134E5D"/>
    <w:rsid w:val="00135127"/>
    <w:rsid w:val="00135563"/>
    <w:rsid w:val="00135749"/>
    <w:rsid w:val="00135C9E"/>
    <w:rsid w:val="00136068"/>
    <w:rsid w:val="0013631F"/>
    <w:rsid w:val="0013754E"/>
    <w:rsid w:val="00137859"/>
    <w:rsid w:val="00137992"/>
    <w:rsid w:val="00140239"/>
    <w:rsid w:val="0014030A"/>
    <w:rsid w:val="00140A14"/>
    <w:rsid w:val="00140E8C"/>
    <w:rsid w:val="00140F16"/>
    <w:rsid w:val="001418BD"/>
    <w:rsid w:val="00142977"/>
    <w:rsid w:val="00142F85"/>
    <w:rsid w:val="001432BE"/>
    <w:rsid w:val="00143682"/>
    <w:rsid w:val="00144C49"/>
    <w:rsid w:val="0014590C"/>
    <w:rsid w:val="00145A3B"/>
    <w:rsid w:val="00145BE5"/>
    <w:rsid w:val="00145D0B"/>
    <w:rsid w:val="0014755A"/>
    <w:rsid w:val="00147CBF"/>
    <w:rsid w:val="0015007C"/>
    <w:rsid w:val="00150C02"/>
    <w:rsid w:val="001511D4"/>
    <w:rsid w:val="0015280F"/>
    <w:rsid w:val="00152E4A"/>
    <w:rsid w:val="0015306C"/>
    <w:rsid w:val="00153568"/>
    <w:rsid w:val="001537A2"/>
    <w:rsid w:val="00153A81"/>
    <w:rsid w:val="00153AAB"/>
    <w:rsid w:val="00153F3E"/>
    <w:rsid w:val="00154975"/>
    <w:rsid w:val="0015548C"/>
    <w:rsid w:val="001557FA"/>
    <w:rsid w:val="00155913"/>
    <w:rsid w:val="00156381"/>
    <w:rsid w:val="001563E4"/>
    <w:rsid w:val="00156B07"/>
    <w:rsid w:val="00161609"/>
    <w:rsid w:val="001617EB"/>
    <w:rsid w:val="00161936"/>
    <w:rsid w:val="00161BBC"/>
    <w:rsid w:val="001626CA"/>
    <w:rsid w:val="001632D9"/>
    <w:rsid w:val="00163955"/>
    <w:rsid w:val="001639F4"/>
    <w:rsid w:val="00164369"/>
    <w:rsid w:val="00164614"/>
    <w:rsid w:val="00165FD4"/>
    <w:rsid w:val="0016614B"/>
    <w:rsid w:val="00166D7D"/>
    <w:rsid w:val="00167886"/>
    <w:rsid w:val="0017028E"/>
    <w:rsid w:val="00170311"/>
    <w:rsid w:val="0017060C"/>
    <w:rsid w:val="00170A24"/>
    <w:rsid w:val="00170D14"/>
    <w:rsid w:val="00170F6E"/>
    <w:rsid w:val="001715B6"/>
    <w:rsid w:val="00171AE3"/>
    <w:rsid w:val="0017223E"/>
    <w:rsid w:val="00172256"/>
    <w:rsid w:val="00172340"/>
    <w:rsid w:val="001724A8"/>
    <w:rsid w:val="0017378C"/>
    <w:rsid w:val="00173D94"/>
    <w:rsid w:val="001746DD"/>
    <w:rsid w:val="00174C1B"/>
    <w:rsid w:val="00174DC7"/>
    <w:rsid w:val="00174DD8"/>
    <w:rsid w:val="00175B92"/>
    <w:rsid w:val="00175C75"/>
    <w:rsid w:val="0017607D"/>
    <w:rsid w:val="00176254"/>
    <w:rsid w:val="00176594"/>
    <w:rsid w:val="0017684F"/>
    <w:rsid w:val="0017740C"/>
    <w:rsid w:val="00177AD7"/>
    <w:rsid w:val="00177D15"/>
    <w:rsid w:val="001806D1"/>
    <w:rsid w:val="00180BB0"/>
    <w:rsid w:val="00180D95"/>
    <w:rsid w:val="00180E5C"/>
    <w:rsid w:val="00180F7D"/>
    <w:rsid w:val="00182509"/>
    <w:rsid w:val="0018279D"/>
    <w:rsid w:val="00183299"/>
    <w:rsid w:val="00183648"/>
    <w:rsid w:val="00183841"/>
    <w:rsid w:val="0018390B"/>
    <w:rsid w:val="00183D1A"/>
    <w:rsid w:val="0018496F"/>
    <w:rsid w:val="00184A68"/>
    <w:rsid w:val="00184EB2"/>
    <w:rsid w:val="001852B4"/>
    <w:rsid w:val="00185981"/>
    <w:rsid w:val="00186387"/>
    <w:rsid w:val="0018654F"/>
    <w:rsid w:val="001866AC"/>
    <w:rsid w:val="001902E7"/>
    <w:rsid w:val="0019035F"/>
    <w:rsid w:val="001923F8"/>
    <w:rsid w:val="0019252B"/>
    <w:rsid w:val="00192A4A"/>
    <w:rsid w:val="00192B9B"/>
    <w:rsid w:val="00192D08"/>
    <w:rsid w:val="00192D33"/>
    <w:rsid w:val="00192D6F"/>
    <w:rsid w:val="00192F42"/>
    <w:rsid w:val="0019326D"/>
    <w:rsid w:val="0019332D"/>
    <w:rsid w:val="00193C02"/>
    <w:rsid w:val="001952D2"/>
    <w:rsid w:val="00195674"/>
    <w:rsid w:val="001958CC"/>
    <w:rsid w:val="00195E35"/>
    <w:rsid w:val="00195F6A"/>
    <w:rsid w:val="001965E9"/>
    <w:rsid w:val="00196628"/>
    <w:rsid w:val="00196ACE"/>
    <w:rsid w:val="00197523"/>
    <w:rsid w:val="00197F12"/>
    <w:rsid w:val="001A00DD"/>
    <w:rsid w:val="001A095B"/>
    <w:rsid w:val="001A0B44"/>
    <w:rsid w:val="001A0C09"/>
    <w:rsid w:val="001A0DAE"/>
    <w:rsid w:val="001A1162"/>
    <w:rsid w:val="001A2446"/>
    <w:rsid w:val="001A3444"/>
    <w:rsid w:val="001A3D5F"/>
    <w:rsid w:val="001A3EC1"/>
    <w:rsid w:val="001A40C0"/>
    <w:rsid w:val="001A4A17"/>
    <w:rsid w:val="001A4D50"/>
    <w:rsid w:val="001A4F85"/>
    <w:rsid w:val="001A5130"/>
    <w:rsid w:val="001A5C0C"/>
    <w:rsid w:val="001A5CE7"/>
    <w:rsid w:val="001A6055"/>
    <w:rsid w:val="001A61B6"/>
    <w:rsid w:val="001B0866"/>
    <w:rsid w:val="001B1100"/>
    <w:rsid w:val="001B15D5"/>
    <w:rsid w:val="001B16F4"/>
    <w:rsid w:val="001B1C24"/>
    <w:rsid w:val="001B6B18"/>
    <w:rsid w:val="001B7586"/>
    <w:rsid w:val="001B771B"/>
    <w:rsid w:val="001C10EA"/>
    <w:rsid w:val="001C3420"/>
    <w:rsid w:val="001C358E"/>
    <w:rsid w:val="001C4ADB"/>
    <w:rsid w:val="001C502F"/>
    <w:rsid w:val="001C54ED"/>
    <w:rsid w:val="001C6635"/>
    <w:rsid w:val="001C6B97"/>
    <w:rsid w:val="001C7125"/>
    <w:rsid w:val="001C7F3F"/>
    <w:rsid w:val="001D0059"/>
    <w:rsid w:val="001D05CF"/>
    <w:rsid w:val="001D081B"/>
    <w:rsid w:val="001D0D38"/>
    <w:rsid w:val="001D1D48"/>
    <w:rsid w:val="001D24F2"/>
    <w:rsid w:val="001D252D"/>
    <w:rsid w:val="001D271F"/>
    <w:rsid w:val="001D2EAF"/>
    <w:rsid w:val="001D31A4"/>
    <w:rsid w:val="001D3F3F"/>
    <w:rsid w:val="001D4901"/>
    <w:rsid w:val="001D49C6"/>
    <w:rsid w:val="001D4BD6"/>
    <w:rsid w:val="001D4D2C"/>
    <w:rsid w:val="001D589F"/>
    <w:rsid w:val="001D5B6A"/>
    <w:rsid w:val="001D6937"/>
    <w:rsid w:val="001D769B"/>
    <w:rsid w:val="001D7DD9"/>
    <w:rsid w:val="001E04AD"/>
    <w:rsid w:val="001E0725"/>
    <w:rsid w:val="001E0F97"/>
    <w:rsid w:val="001E1352"/>
    <w:rsid w:val="001E1A6E"/>
    <w:rsid w:val="001E1B32"/>
    <w:rsid w:val="001E2D87"/>
    <w:rsid w:val="001E2DE8"/>
    <w:rsid w:val="001E2E35"/>
    <w:rsid w:val="001E317B"/>
    <w:rsid w:val="001E3973"/>
    <w:rsid w:val="001E3C0D"/>
    <w:rsid w:val="001E3D53"/>
    <w:rsid w:val="001E3F2D"/>
    <w:rsid w:val="001E428A"/>
    <w:rsid w:val="001E4BB7"/>
    <w:rsid w:val="001E4D08"/>
    <w:rsid w:val="001E5B5B"/>
    <w:rsid w:val="001E60AC"/>
    <w:rsid w:val="001E62C2"/>
    <w:rsid w:val="001E7158"/>
    <w:rsid w:val="001E7B4C"/>
    <w:rsid w:val="001F0356"/>
    <w:rsid w:val="001F0A1C"/>
    <w:rsid w:val="001F0DBC"/>
    <w:rsid w:val="001F2825"/>
    <w:rsid w:val="001F28E3"/>
    <w:rsid w:val="001F2A87"/>
    <w:rsid w:val="001F2B1C"/>
    <w:rsid w:val="001F3212"/>
    <w:rsid w:val="001F3486"/>
    <w:rsid w:val="001F3A7F"/>
    <w:rsid w:val="001F4294"/>
    <w:rsid w:val="001F43F6"/>
    <w:rsid w:val="001F4E45"/>
    <w:rsid w:val="001F5685"/>
    <w:rsid w:val="001F5801"/>
    <w:rsid w:val="001F7147"/>
    <w:rsid w:val="001F7153"/>
    <w:rsid w:val="001F7427"/>
    <w:rsid w:val="001F7632"/>
    <w:rsid w:val="001F7832"/>
    <w:rsid w:val="001F78E3"/>
    <w:rsid w:val="00200B45"/>
    <w:rsid w:val="00200DF2"/>
    <w:rsid w:val="00200F10"/>
    <w:rsid w:val="002015C6"/>
    <w:rsid w:val="00201A37"/>
    <w:rsid w:val="00201B5C"/>
    <w:rsid w:val="00201C90"/>
    <w:rsid w:val="00201D8B"/>
    <w:rsid w:val="00202155"/>
    <w:rsid w:val="0020314C"/>
    <w:rsid w:val="0020429E"/>
    <w:rsid w:val="00204B9C"/>
    <w:rsid w:val="002055FA"/>
    <w:rsid w:val="00205A4D"/>
    <w:rsid w:val="00205DE3"/>
    <w:rsid w:val="0020644B"/>
    <w:rsid w:val="00206DC1"/>
    <w:rsid w:val="00207134"/>
    <w:rsid w:val="00207931"/>
    <w:rsid w:val="00211339"/>
    <w:rsid w:val="002113F5"/>
    <w:rsid w:val="00211936"/>
    <w:rsid w:val="00211E10"/>
    <w:rsid w:val="0021255B"/>
    <w:rsid w:val="00212D7A"/>
    <w:rsid w:val="00213B35"/>
    <w:rsid w:val="00213B8C"/>
    <w:rsid w:val="00214095"/>
    <w:rsid w:val="00214C0D"/>
    <w:rsid w:val="00214EEA"/>
    <w:rsid w:val="002169AC"/>
    <w:rsid w:val="00216A51"/>
    <w:rsid w:val="00217343"/>
    <w:rsid w:val="00221000"/>
    <w:rsid w:val="0022103D"/>
    <w:rsid w:val="0022159B"/>
    <w:rsid w:val="0022171C"/>
    <w:rsid w:val="00222D49"/>
    <w:rsid w:val="002235BE"/>
    <w:rsid w:val="002247FB"/>
    <w:rsid w:val="00224986"/>
    <w:rsid w:val="002249BD"/>
    <w:rsid w:val="00224A8F"/>
    <w:rsid w:val="002254C1"/>
    <w:rsid w:val="002258FD"/>
    <w:rsid w:val="00225955"/>
    <w:rsid w:val="00225F62"/>
    <w:rsid w:val="00225FAF"/>
    <w:rsid w:val="00226179"/>
    <w:rsid w:val="002272A4"/>
    <w:rsid w:val="00227452"/>
    <w:rsid w:val="00227800"/>
    <w:rsid w:val="00230F78"/>
    <w:rsid w:val="0023132A"/>
    <w:rsid w:val="00232723"/>
    <w:rsid w:val="00232B68"/>
    <w:rsid w:val="00232BDB"/>
    <w:rsid w:val="00233E22"/>
    <w:rsid w:val="002343C8"/>
    <w:rsid w:val="00234EDF"/>
    <w:rsid w:val="002350FB"/>
    <w:rsid w:val="0023529E"/>
    <w:rsid w:val="00235BD8"/>
    <w:rsid w:val="00235E25"/>
    <w:rsid w:val="002363F5"/>
    <w:rsid w:val="002365B0"/>
    <w:rsid w:val="0023696C"/>
    <w:rsid w:val="00236B73"/>
    <w:rsid w:val="00236BB1"/>
    <w:rsid w:val="00237307"/>
    <w:rsid w:val="002379CB"/>
    <w:rsid w:val="00240969"/>
    <w:rsid w:val="00240D6E"/>
    <w:rsid w:val="0024122A"/>
    <w:rsid w:val="00241763"/>
    <w:rsid w:val="00241E34"/>
    <w:rsid w:val="00241EBF"/>
    <w:rsid w:val="00242028"/>
    <w:rsid w:val="002429E2"/>
    <w:rsid w:val="00242D41"/>
    <w:rsid w:val="002431E0"/>
    <w:rsid w:val="00243A85"/>
    <w:rsid w:val="00243AE5"/>
    <w:rsid w:val="00243B26"/>
    <w:rsid w:val="00243F74"/>
    <w:rsid w:val="00243F7E"/>
    <w:rsid w:val="00244016"/>
    <w:rsid w:val="00244896"/>
    <w:rsid w:val="002456CE"/>
    <w:rsid w:val="002469DE"/>
    <w:rsid w:val="002470B2"/>
    <w:rsid w:val="0024795F"/>
    <w:rsid w:val="00247C9B"/>
    <w:rsid w:val="0025067F"/>
    <w:rsid w:val="00250986"/>
    <w:rsid w:val="0025142E"/>
    <w:rsid w:val="00251440"/>
    <w:rsid w:val="00251763"/>
    <w:rsid w:val="00251FC7"/>
    <w:rsid w:val="00252689"/>
    <w:rsid w:val="002529FA"/>
    <w:rsid w:val="00254880"/>
    <w:rsid w:val="00255064"/>
    <w:rsid w:val="00256DA4"/>
    <w:rsid w:val="002606C5"/>
    <w:rsid w:val="00260E72"/>
    <w:rsid w:val="00261129"/>
    <w:rsid w:val="0026122B"/>
    <w:rsid w:val="00262663"/>
    <w:rsid w:val="00262C33"/>
    <w:rsid w:val="00262CE4"/>
    <w:rsid w:val="00262E38"/>
    <w:rsid w:val="00262FAC"/>
    <w:rsid w:val="00263131"/>
    <w:rsid w:val="002635C4"/>
    <w:rsid w:val="002638A0"/>
    <w:rsid w:val="00264537"/>
    <w:rsid w:val="00264D6B"/>
    <w:rsid w:val="00264EAF"/>
    <w:rsid w:val="00265464"/>
    <w:rsid w:val="00270245"/>
    <w:rsid w:val="0027038A"/>
    <w:rsid w:val="00270C2F"/>
    <w:rsid w:val="00270D91"/>
    <w:rsid w:val="0027158A"/>
    <w:rsid w:val="002716EC"/>
    <w:rsid w:val="002718ED"/>
    <w:rsid w:val="0027244C"/>
    <w:rsid w:val="00272EBC"/>
    <w:rsid w:val="002730BB"/>
    <w:rsid w:val="002739E4"/>
    <w:rsid w:val="00273BDD"/>
    <w:rsid w:val="00273FCF"/>
    <w:rsid w:val="0027410E"/>
    <w:rsid w:val="0027444B"/>
    <w:rsid w:val="002756D3"/>
    <w:rsid w:val="00276022"/>
    <w:rsid w:val="002763C0"/>
    <w:rsid w:val="00276F15"/>
    <w:rsid w:val="002773B2"/>
    <w:rsid w:val="00277B8F"/>
    <w:rsid w:val="00277C52"/>
    <w:rsid w:val="002801D7"/>
    <w:rsid w:val="00281BA0"/>
    <w:rsid w:val="002824FE"/>
    <w:rsid w:val="00282940"/>
    <w:rsid w:val="00282E48"/>
    <w:rsid w:val="002838B8"/>
    <w:rsid w:val="00283BCB"/>
    <w:rsid w:val="00283C05"/>
    <w:rsid w:val="00283EB9"/>
    <w:rsid w:val="00284099"/>
    <w:rsid w:val="002843D4"/>
    <w:rsid w:val="00284F97"/>
    <w:rsid w:val="00285CE8"/>
    <w:rsid w:val="00286040"/>
    <w:rsid w:val="0028611F"/>
    <w:rsid w:val="00286CF4"/>
    <w:rsid w:val="002872A7"/>
    <w:rsid w:val="002877FD"/>
    <w:rsid w:val="00287B61"/>
    <w:rsid w:val="00287F38"/>
    <w:rsid w:val="002908DA"/>
    <w:rsid w:val="00290B40"/>
    <w:rsid w:val="00291406"/>
    <w:rsid w:val="002914F9"/>
    <w:rsid w:val="00291913"/>
    <w:rsid w:val="00291DF0"/>
    <w:rsid w:val="00292B02"/>
    <w:rsid w:val="00292FAF"/>
    <w:rsid w:val="002935E7"/>
    <w:rsid w:val="00294E39"/>
    <w:rsid w:val="00295462"/>
    <w:rsid w:val="00295AE3"/>
    <w:rsid w:val="002966B1"/>
    <w:rsid w:val="0029741E"/>
    <w:rsid w:val="00297CEA"/>
    <w:rsid w:val="002A05B1"/>
    <w:rsid w:val="002A0CA5"/>
    <w:rsid w:val="002A2894"/>
    <w:rsid w:val="002A30F8"/>
    <w:rsid w:val="002A4162"/>
    <w:rsid w:val="002A4703"/>
    <w:rsid w:val="002A5D9E"/>
    <w:rsid w:val="002A66AE"/>
    <w:rsid w:val="002A7C4D"/>
    <w:rsid w:val="002A7D97"/>
    <w:rsid w:val="002A7E3D"/>
    <w:rsid w:val="002B0B9F"/>
    <w:rsid w:val="002B10C0"/>
    <w:rsid w:val="002B118B"/>
    <w:rsid w:val="002B1468"/>
    <w:rsid w:val="002B2BB1"/>
    <w:rsid w:val="002B3086"/>
    <w:rsid w:val="002B34C5"/>
    <w:rsid w:val="002B3EC4"/>
    <w:rsid w:val="002B5042"/>
    <w:rsid w:val="002B5738"/>
    <w:rsid w:val="002B5B6B"/>
    <w:rsid w:val="002B67DB"/>
    <w:rsid w:val="002B67E4"/>
    <w:rsid w:val="002B68B6"/>
    <w:rsid w:val="002B7424"/>
    <w:rsid w:val="002B7CAF"/>
    <w:rsid w:val="002B7CFD"/>
    <w:rsid w:val="002C0779"/>
    <w:rsid w:val="002C0F9F"/>
    <w:rsid w:val="002C1820"/>
    <w:rsid w:val="002C2204"/>
    <w:rsid w:val="002C2713"/>
    <w:rsid w:val="002C30FF"/>
    <w:rsid w:val="002C3ACF"/>
    <w:rsid w:val="002C3B74"/>
    <w:rsid w:val="002C3DE5"/>
    <w:rsid w:val="002C4350"/>
    <w:rsid w:val="002C4900"/>
    <w:rsid w:val="002C53BE"/>
    <w:rsid w:val="002C628A"/>
    <w:rsid w:val="002C689A"/>
    <w:rsid w:val="002C7355"/>
    <w:rsid w:val="002C761E"/>
    <w:rsid w:val="002C7AC9"/>
    <w:rsid w:val="002C7F38"/>
    <w:rsid w:val="002D03E1"/>
    <w:rsid w:val="002D091E"/>
    <w:rsid w:val="002D0B9E"/>
    <w:rsid w:val="002D1401"/>
    <w:rsid w:val="002D1559"/>
    <w:rsid w:val="002D19E8"/>
    <w:rsid w:val="002D212C"/>
    <w:rsid w:val="002D2277"/>
    <w:rsid w:val="002D244D"/>
    <w:rsid w:val="002D268D"/>
    <w:rsid w:val="002D2B72"/>
    <w:rsid w:val="002D31CC"/>
    <w:rsid w:val="002D3C91"/>
    <w:rsid w:val="002D3CAB"/>
    <w:rsid w:val="002D4024"/>
    <w:rsid w:val="002D4604"/>
    <w:rsid w:val="002D461C"/>
    <w:rsid w:val="002D462D"/>
    <w:rsid w:val="002D4640"/>
    <w:rsid w:val="002D473D"/>
    <w:rsid w:val="002D4C87"/>
    <w:rsid w:val="002D4DF7"/>
    <w:rsid w:val="002D5267"/>
    <w:rsid w:val="002D546F"/>
    <w:rsid w:val="002D58E0"/>
    <w:rsid w:val="002D6708"/>
    <w:rsid w:val="002D690B"/>
    <w:rsid w:val="002D69C4"/>
    <w:rsid w:val="002D6B26"/>
    <w:rsid w:val="002D6EE6"/>
    <w:rsid w:val="002D713D"/>
    <w:rsid w:val="002D727E"/>
    <w:rsid w:val="002D7D61"/>
    <w:rsid w:val="002E0668"/>
    <w:rsid w:val="002E0DF8"/>
    <w:rsid w:val="002E1AA3"/>
    <w:rsid w:val="002E1B41"/>
    <w:rsid w:val="002E2024"/>
    <w:rsid w:val="002E21CB"/>
    <w:rsid w:val="002E26AD"/>
    <w:rsid w:val="002E3FC6"/>
    <w:rsid w:val="002E42E5"/>
    <w:rsid w:val="002E4EDF"/>
    <w:rsid w:val="002E52E3"/>
    <w:rsid w:val="002E5BDD"/>
    <w:rsid w:val="002E70D0"/>
    <w:rsid w:val="002E70FF"/>
    <w:rsid w:val="002E76B1"/>
    <w:rsid w:val="002F10B7"/>
    <w:rsid w:val="002F1261"/>
    <w:rsid w:val="002F1BB7"/>
    <w:rsid w:val="002F1EEA"/>
    <w:rsid w:val="002F2C42"/>
    <w:rsid w:val="002F3376"/>
    <w:rsid w:val="002F37E4"/>
    <w:rsid w:val="002F3B31"/>
    <w:rsid w:val="002F3D32"/>
    <w:rsid w:val="002F4544"/>
    <w:rsid w:val="002F5AD5"/>
    <w:rsid w:val="002F5DC6"/>
    <w:rsid w:val="002F5FD2"/>
    <w:rsid w:val="002F69AB"/>
    <w:rsid w:val="002F6C6B"/>
    <w:rsid w:val="002F7A3C"/>
    <w:rsid w:val="002F7CC9"/>
    <w:rsid w:val="002F7D4E"/>
    <w:rsid w:val="002F7E9F"/>
    <w:rsid w:val="003000F0"/>
    <w:rsid w:val="00300954"/>
    <w:rsid w:val="00300CAC"/>
    <w:rsid w:val="003011A4"/>
    <w:rsid w:val="00301C95"/>
    <w:rsid w:val="0030206A"/>
    <w:rsid w:val="0030321D"/>
    <w:rsid w:val="0030321F"/>
    <w:rsid w:val="003037FE"/>
    <w:rsid w:val="00303B58"/>
    <w:rsid w:val="00303BC5"/>
    <w:rsid w:val="003067D2"/>
    <w:rsid w:val="0030680F"/>
    <w:rsid w:val="003070A4"/>
    <w:rsid w:val="003100A3"/>
    <w:rsid w:val="00310F5D"/>
    <w:rsid w:val="00311A97"/>
    <w:rsid w:val="00312070"/>
    <w:rsid w:val="00312071"/>
    <w:rsid w:val="00312375"/>
    <w:rsid w:val="00312ACD"/>
    <w:rsid w:val="00312C96"/>
    <w:rsid w:val="00312F20"/>
    <w:rsid w:val="003133A9"/>
    <w:rsid w:val="00313491"/>
    <w:rsid w:val="0031440E"/>
    <w:rsid w:val="003147F4"/>
    <w:rsid w:val="00314DAA"/>
    <w:rsid w:val="00315801"/>
    <w:rsid w:val="00315820"/>
    <w:rsid w:val="00315825"/>
    <w:rsid w:val="00315A5F"/>
    <w:rsid w:val="00315C9B"/>
    <w:rsid w:val="00315EC7"/>
    <w:rsid w:val="0031626B"/>
    <w:rsid w:val="003170B2"/>
    <w:rsid w:val="00320B9E"/>
    <w:rsid w:val="003211F6"/>
    <w:rsid w:val="00321860"/>
    <w:rsid w:val="00321D24"/>
    <w:rsid w:val="00322C17"/>
    <w:rsid w:val="00323347"/>
    <w:rsid w:val="003233FC"/>
    <w:rsid w:val="00323485"/>
    <w:rsid w:val="00323818"/>
    <w:rsid w:val="00323D0D"/>
    <w:rsid w:val="00324A53"/>
    <w:rsid w:val="00324CCE"/>
    <w:rsid w:val="00325282"/>
    <w:rsid w:val="00326120"/>
    <w:rsid w:val="003265E2"/>
    <w:rsid w:val="00326CE2"/>
    <w:rsid w:val="00327891"/>
    <w:rsid w:val="00327D25"/>
    <w:rsid w:val="00327F90"/>
    <w:rsid w:val="003301CA"/>
    <w:rsid w:val="0033079A"/>
    <w:rsid w:val="00330917"/>
    <w:rsid w:val="0033178F"/>
    <w:rsid w:val="00331F04"/>
    <w:rsid w:val="00331F5C"/>
    <w:rsid w:val="00332364"/>
    <w:rsid w:val="003332A7"/>
    <w:rsid w:val="00333662"/>
    <w:rsid w:val="00334141"/>
    <w:rsid w:val="00335172"/>
    <w:rsid w:val="00335B08"/>
    <w:rsid w:val="00337AC5"/>
    <w:rsid w:val="00337C2F"/>
    <w:rsid w:val="00337CA6"/>
    <w:rsid w:val="00340FC3"/>
    <w:rsid w:val="0034179A"/>
    <w:rsid w:val="0034208A"/>
    <w:rsid w:val="0034242E"/>
    <w:rsid w:val="00342A37"/>
    <w:rsid w:val="00343101"/>
    <w:rsid w:val="00343CAF"/>
    <w:rsid w:val="00343F7D"/>
    <w:rsid w:val="00344A81"/>
    <w:rsid w:val="00345F3F"/>
    <w:rsid w:val="00346299"/>
    <w:rsid w:val="00346E7B"/>
    <w:rsid w:val="00347663"/>
    <w:rsid w:val="00347809"/>
    <w:rsid w:val="00350092"/>
    <w:rsid w:val="00350261"/>
    <w:rsid w:val="00350331"/>
    <w:rsid w:val="00351BAC"/>
    <w:rsid w:val="00352521"/>
    <w:rsid w:val="00352DCC"/>
    <w:rsid w:val="0035309E"/>
    <w:rsid w:val="00353494"/>
    <w:rsid w:val="003534BB"/>
    <w:rsid w:val="00353738"/>
    <w:rsid w:val="003537B5"/>
    <w:rsid w:val="00353A83"/>
    <w:rsid w:val="00353F83"/>
    <w:rsid w:val="00354794"/>
    <w:rsid w:val="003548A8"/>
    <w:rsid w:val="00354968"/>
    <w:rsid w:val="00354B98"/>
    <w:rsid w:val="00354BB5"/>
    <w:rsid w:val="00355354"/>
    <w:rsid w:val="00355E6E"/>
    <w:rsid w:val="00355E79"/>
    <w:rsid w:val="003564DA"/>
    <w:rsid w:val="00356596"/>
    <w:rsid w:val="00356894"/>
    <w:rsid w:val="003568E1"/>
    <w:rsid w:val="00356CF2"/>
    <w:rsid w:val="00356F3C"/>
    <w:rsid w:val="00357402"/>
    <w:rsid w:val="0035747E"/>
    <w:rsid w:val="00357D6C"/>
    <w:rsid w:val="00360067"/>
    <w:rsid w:val="003615B5"/>
    <w:rsid w:val="003615ED"/>
    <w:rsid w:val="003628E4"/>
    <w:rsid w:val="0036383D"/>
    <w:rsid w:val="003642CC"/>
    <w:rsid w:val="0036435A"/>
    <w:rsid w:val="00364945"/>
    <w:rsid w:val="00364D2C"/>
    <w:rsid w:val="00364F58"/>
    <w:rsid w:val="0036531B"/>
    <w:rsid w:val="00365D11"/>
    <w:rsid w:val="00365EF5"/>
    <w:rsid w:val="00366AEA"/>
    <w:rsid w:val="00366CD1"/>
    <w:rsid w:val="00366D91"/>
    <w:rsid w:val="00367121"/>
    <w:rsid w:val="00370254"/>
    <w:rsid w:val="0037027C"/>
    <w:rsid w:val="0037131B"/>
    <w:rsid w:val="0037184D"/>
    <w:rsid w:val="00371A30"/>
    <w:rsid w:val="00372772"/>
    <w:rsid w:val="0037297F"/>
    <w:rsid w:val="00373012"/>
    <w:rsid w:val="0037332F"/>
    <w:rsid w:val="00374698"/>
    <w:rsid w:val="0037509F"/>
    <w:rsid w:val="00375A7C"/>
    <w:rsid w:val="00376930"/>
    <w:rsid w:val="0037748A"/>
    <w:rsid w:val="00377671"/>
    <w:rsid w:val="00377E0F"/>
    <w:rsid w:val="00380419"/>
    <w:rsid w:val="00380571"/>
    <w:rsid w:val="003806AB"/>
    <w:rsid w:val="00380FA3"/>
    <w:rsid w:val="00381394"/>
    <w:rsid w:val="0038195A"/>
    <w:rsid w:val="0038213C"/>
    <w:rsid w:val="00382FB2"/>
    <w:rsid w:val="00383121"/>
    <w:rsid w:val="0038313A"/>
    <w:rsid w:val="00383349"/>
    <w:rsid w:val="003838D2"/>
    <w:rsid w:val="00383E8B"/>
    <w:rsid w:val="003840BD"/>
    <w:rsid w:val="00384108"/>
    <w:rsid w:val="00384F50"/>
    <w:rsid w:val="00384F86"/>
    <w:rsid w:val="00384FFF"/>
    <w:rsid w:val="00385262"/>
    <w:rsid w:val="00385898"/>
    <w:rsid w:val="00386173"/>
    <w:rsid w:val="00386363"/>
    <w:rsid w:val="003866C1"/>
    <w:rsid w:val="00386E25"/>
    <w:rsid w:val="00386F32"/>
    <w:rsid w:val="0038712C"/>
    <w:rsid w:val="00390F01"/>
    <w:rsid w:val="00391475"/>
    <w:rsid w:val="00391D47"/>
    <w:rsid w:val="00391F7F"/>
    <w:rsid w:val="00392D74"/>
    <w:rsid w:val="00392FEF"/>
    <w:rsid w:val="00395740"/>
    <w:rsid w:val="00395B2C"/>
    <w:rsid w:val="00395C2B"/>
    <w:rsid w:val="00395D40"/>
    <w:rsid w:val="00395E1B"/>
    <w:rsid w:val="00396271"/>
    <w:rsid w:val="00396339"/>
    <w:rsid w:val="00397037"/>
    <w:rsid w:val="0039706C"/>
    <w:rsid w:val="003A14F3"/>
    <w:rsid w:val="003A1DAE"/>
    <w:rsid w:val="003A21A9"/>
    <w:rsid w:val="003A4E44"/>
    <w:rsid w:val="003A4EED"/>
    <w:rsid w:val="003A71B2"/>
    <w:rsid w:val="003A74C6"/>
    <w:rsid w:val="003A750A"/>
    <w:rsid w:val="003B0017"/>
    <w:rsid w:val="003B0614"/>
    <w:rsid w:val="003B12E6"/>
    <w:rsid w:val="003B13A1"/>
    <w:rsid w:val="003B15CC"/>
    <w:rsid w:val="003B16A9"/>
    <w:rsid w:val="003B183B"/>
    <w:rsid w:val="003B1D84"/>
    <w:rsid w:val="003B20D7"/>
    <w:rsid w:val="003B2718"/>
    <w:rsid w:val="003B2E24"/>
    <w:rsid w:val="003B3637"/>
    <w:rsid w:val="003B4CB4"/>
    <w:rsid w:val="003B592B"/>
    <w:rsid w:val="003B61D9"/>
    <w:rsid w:val="003B68C6"/>
    <w:rsid w:val="003B6DC5"/>
    <w:rsid w:val="003B71E3"/>
    <w:rsid w:val="003C02B4"/>
    <w:rsid w:val="003C09D9"/>
    <w:rsid w:val="003C0C46"/>
    <w:rsid w:val="003C157A"/>
    <w:rsid w:val="003C174C"/>
    <w:rsid w:val="003C1E4B"/>
    <w:rsid w:val="003C21E6"/>
    <w:rsid w:val="003C3078"/>
    <w:rsid w:val="003C3FF6"/>
    <w:rsid w:val="003C3FFA"/>
    <w:rsid w:val="003C43AC"/>
    <w:rsid w:val="003C4517"/>
    <w:rsid w:val="003C4740"/>
    <w:rsid w:val="003C49AA"/>
    <w:rsid w:val="003C59FA"/>
    <w:rsid w:val="003C5C8B"/>
    <w:rsid w:val="003C69DD"/>
    <w:rsid w:val="003C7E77"/>
    <w:rsid w:val="003D02C4"/>
    <w:rsid w:val="003D1CD3"/>
    <w:rsid w:val="003D1F1C"/>
    <w:rsid w:val="003D2A87"/>
    <w:rsid w:val="003D39B8"/>
    <w:rsid w:val="003D4389"/>
    <w:rsid w:val="003D4714"/>
    <w:rsid w:val="003D553F"/>
    <w:rsid w:val="003D6412"/>
    <w:rsid w:val="003D6BFF"/>
    <w:rsid w:val="003D74AC"/>
    <w:rsid w:val="003D7504"/>
    <w:rsid w:val="003D793A"/>
    <w:rsid w:val="003E0882"/>
    <w:rsid w:val="003E13FC"/>
    <w:rsid w:val="003E23AC"/>
    <w:rsid w:val="003E23C9"/>
    <w:rsid w:val="003E3C43"/>
    <w:rsid w:val="003E3DEC"/>
    <w:rsid w:val="003E3E58"/>
    <w:rsid w:val="003E412D"/>
    <w:rsid w:val="003E4534"/>
    <w:rsid w:val="003E5199"/>
    <w:rsid w:val="003E552B"/>
    <w:rsid w:val="003E5750"/>
    <w:rsid w:val="003E5A50"/>
    <w:rsid w:val="003E5C00"/>
    <w:rsid w:val="003E73F7"/>
    <w:rsid w:val="003E7A3F"/>
    <w:rsid w:val="003E7B19"/>
    <w:rsid w:val="003F0057"/>
    <w:rsid w:val="003F071B"/>
    <w:rsid w:val="003F0D59"/>
    <w:rsid w:val="003F136B"/>
    <w:rsid w:val="003F15C2"/>
    <w:rsid w:val="003F18E3"/>
    <w:rsid w:val="003F1CC3"/>
    <w:rsid w:val="003F310C"/>
    <w:rsid w:val="003F418B"/>
    <w:rsid w:val="003F42C6"/>
    <w:rsid w:val="003F4EE5"/>
    <w:rsid w:val="003F5C56"/>
    <w:rsid w:val="003F640C"/>
    <w:rsid w:val="003F6CA3"/>
    <w:rsid w:val="003F6E04"/>
    <w:rsid w:val="003F7026"/>
    <w:rsid w:val="003F77F9"/>
    <w:rsid w:val="00400C71"/>
    <w:rsid w:val="0040119A"/>
    <w:rsid w:val="00401D43"/>
    <w:rsid w:val="00401E98"/>
    <w:rsid w:val="004023F7"/>
    <w:rsid w:val="00402497"/>
    <w:rsid w:val="004024BF"/>
    <w:rsid w:val="00402D31"/>
    <w:rsid w:val="00402E51"/>
    <w:rsid w:val="00404A67"/>
    <w:rsid w:val="00405BC7"/>
    <w:rsid w:val="004061A5"/>
    <w:rsid w:val="00406C33"/>
    <w:rsid w:val="00407049"/>
    <w:rsid w:val="004077F9"/>
    <w:rsid w:val="00407FD4"/>
    <w:rsid w:val="00410B82"/>
    <w:rsid w:val="00410CEE"/>
    <w:rsid w:val="00410FCC"/>
    <w:rsid w:val="00411406"/>
    <w:rsid w:val="004130C1"/>
    <w:rsid w:val="00414403"/>
    <w:rsid w:val="00414B75"/>
    <w:rsid w:val="00415984"/>
    <w:rsid w:val="00415B31"/>
    <w:rsid w:val="00415FDB"/>
    <w:rsid w:val="00416811"/>
    <w:rsid w:val="00416AD8"/>
    <w:rsid w:val="00416D4F"/>
    <w:rsid w:val="00417AE0"/>
    <w:rsid w:val="00417FF7"/>
    <w:rsid w:val="0042095E"/>
    <w:rsid w:val="00420B6F"/>
    <w:rsid w:val="00421E5D"/>
    <w:rsid w:val="00422B12"/>
    <w:rsid w:val="0042349E"/>
    <w:rsid w:val="00423606"/>
    <w:rsid w:val="0042361A"/>
    <w:rsid w:val="0042448F"/>
    <w:rsid w:val="00424F95"/>
    <w:rsid w:val="004255E1"/>
    <w:rsid w:val="00426BB3"/>
    <w:rsid w:val="0042745E"/>
    <w:rsid w:val="00427776"/>
    <w:rsid w:val="00427B4B"/>
    <w:rsid w:val="0043084A"/>
    <w:rsid w:val="00430C5D"/>
    <w:rsid w:val="00430F9C"/>
    <w:rsid w:val="004310CB"/>
    <w:rsid w:val="00431AC3"/>
    <w:rsid w:val="004324AE"/>
    <w:rsid w:val="004326A3"/>
    <w:rsid w:val="00432C65"/>
    <w:rsid w:val="00432E0B"/>
    <w:rsid w:val="0043333C"/>
    <w:rsid w:val="00433723"/>
    <w:rsid w:val="004337F9"/>
    <w:rsid w:val="00433969"/>
    <w:rsid w:val="00433996"/>
    <w:rsid w:val="00433C80"/>
    <w:rsid w:val="0043549B"/>
    <w:rsid w:val="00435C4B"/>
    <w:rsid w:val="00436027"/>
    <w:rsid w:val="004369BC"/>
    <w:rsid w:val="00437BD7"/>
    <w:rsid w:val="00437FD9"/>
    <w:rsid w:val="0044087F"/>
    <w:rsid w:val="00440A28"/>
    <w:rsid w:val="00440C50"/>
    <w:rsid w:val="00440F4A"/>
    <w:rsid w:val="004425AC"/>
    <w:rsid w:val="00442603"/>
    <w:rsid w:val="004426BD"/>
    <w:rsid w:val="00442F73"/>
    <w:rsid w:val="00444188"/>
    <w:rsid w:val="004444FF"/>
    <w:rsid w:val="004454E4"/>
    <w:rsid w:val="0044575A"/>
    <w:rsid w:val="004459E5"/>
    <w:rsid w:val="00445BF5"/>
    <w:rsid w:val="004463DA"/>
    <w:rsid w:val="00446F69"/>
    <w:rsid w:val="0044734C"/>
    <w:rsid w:val="00447B1F"/>
    <w:rsid w:val="004500BF"/>
    <w:rsid w:val="0045083D"/>
    <w:rsid w:val="004508BA"/>
    <w:rsid w:val="004514AD"/>
    <w:rsid w:val="00451680"/>
    <w:rsid w:val="00451932"/>
    <w:rsid w:val="00451982"/>
    <w:rsid w:val="00451EDF"/>
    <w:rsid w:val="004520C9"/>
    <w:rsid w:val="00452671"/>
    <w:rsid w:val="00452C9B"/>
    <w:rsid w:val="00452EE3"/>
    <w:rsid w:val="004535DC"/>
    <w:rsid w:val="00453FD4"/>
    <w:rsid w:val="00454008"/>
    <w:rsid w:val="0045413B"/>
    <w:rsid w:val="00455516"/>
    <w:rsid w:val="0045565F"/>
    <w:rsid w:val="00455746"/>
    <w:rsid w:val="004564E3"/>
    <w:rsid w:val="004570F5"/>
    <w:rsid w:val="0045745F"/>
    <w:rsid w:val="004578F7"/>
    <w:rsid w:val="00457A0E"/>
    <w:rsid w:val="00457C6C"/>
    <w:rsid w:val="00457D59"/>
    <w:rsid w:val="00457FCA"/>
    <w:rsid w:val="00460DDE"/>
    <w:rsid w:val="00461206"/>
    <w:rsid w:val="0046179B"/>
    <w:rsid w:val="00461D81"/>
    <w:rsid w:val="00461EED"/>
    <w:rsid w:val="004623AA"/>
    <w:rsid w:val="0046326D"/>
    <w:rsid w:val="0046378D"/>
    <w:rsid w:val="00463CA7"/>
    <w:rsid w:val="00463E36"/>
    <w:rsid w:val="00464797"/>
    <w:rsid w:val="0046506C"/>
    <w:rsid w:val="00465613"/>
    <w:rsid w:val="004658B4"/>
    <w:rsid w:val="00465C4F"/>
    <w:rsid w:val="00465D70"/>
    <w:rsid w:val="004660AD"/>
    <w:rsid w:val="004663D9"/>
    <w:rsid w:val="00466D7B"/>
    <w:rsid w:val="00466E2C"/>
    <w:rsid w:val="00467188"/>
    <w:rsid w:val="0047052C"/>
    <w:rsid w:val="004707D8"/>
    <w:rsid w:val="00470BBB"/>
    <w:rsid w:val="00470D98"/>
    <w:rsid w:val="00471B63"/>
    <w:rsid w:val="00471E8D"/>
    <w:rsid w:val="00472B6C"/>
    <w:rsid w:val="00472C73"/>
    <w:rsid w:val="00473465"/>
    <w:rsid w:val="0047388E"/>
    <w:rsid w:val="0047456D"/>
    <w:rsid w:val="00474EFE"/>
    <w:rsid w:val="0047518D"/>
    <w:rsid w:val="00475459"/>
    <w:rsid w:val="00475B80"/>
    <w:rsid w:val="00475BCB"/>
    <w:rsid w:val="004762EF"/>
    <w:rsid w:val="00476325"/>
    <w:rsid w:val="004764F9"/>
    <w:rsid w:val="00476BE7"/>
    <w:rsid w:val="004773F5"/>
    <w:rsid w:val="00477BEB"/>
    <w:rsid w:val="00480716"/>
    <w:rsid w:val="00481040"/>
    <w:rsid w:val="00481CDC"/>
    <w:rsid w:val="004826E8"/>
    <w:rsid w:val="00482784"/>
    <w:rsid w:val="00483688"/>
    <w:rsid w:val="00483D28"/>
    <w:rsid w:val="00483EE6"/>
    <w:rsid w:val="004843CA"/>
    <w:rsid w:val="0048448F"/>
    <w:rsid w:val="004844CB"/>
    <w:rsid w:val="004848BA"/>
    <w:rsid w:val="00484B8C"/>
    <w:rsid w:val="00484E78"/>
    <w:rsid w:val="00484FF7"/>
    <w:rsid w:val="0048539A"/>
    <w:rsid w:val="004854F7"/>
    <w:rsid w:val="00486472"/>
    <w:rsid w:val="00486B45"/>
    <w:rsid w:val="00486B6A"/>
    <w:rsid w:val="004876AA"/>
    <w:rsid w:val="004903DB"/>
    <w:rsid w:val="00490B1A"/>
    <w:rsid w:val="004917E2"/>
    <w:rsid w:val="004919CD"/>
    <w:rsid w:val="00491A69"/>
    <w:rsid w:val="004928C9"/>
    <w:rsid w:val="004932BD"/>
    <w:rsid w:val="004933C8"/>
    <w:rsid w:val="004939D4"/>
    <w:rsid w:val="00493A5F"/>
    <w:rsid w:val="00494CA7"/>
    <w:rsid w:val="00495209"/>
    <w:rsid w:val="0049574D"/>
    <w:rsid w:val="0049592B"/>
    <w:rsid w:val="00495B6C"/>
    <w:rsid w:val="00497B62"/>
    <w:rsid w:val="00497DE4"/>
    <w:rsid w:val="00497DE7"/>
    <w:rsid w:val="004A0793"/>
    <w:rsid w:val="004A1012"/>
    <w:rsid w:val="004A117E"/>
    <w:rsid w:val="004A1280"/>
    <w:rsid w:val="004A1306"/>
    <w:rsid w:val="004A1F5D"/>
    <w:rsid w:val="004A20F8"/>
    <w:rsid w:val="004A23F4"/>
    <w:rsid w:val="004A37C6"/>
    <w:rsid w:val="004A3DDB"/>
    <w:rsid w:val="004A3FB4"/>
    <w:rsid w:val="004A4956"/>
    <w:rsid w:val="004A49FC"/>
    <w:rsid w:val="004A4A8B"/>
    <w:rsid w:val="004A4FC0"/>
    <w:rsid w:val="004A5254"/>
    <w:rsid w:val="004A5265"/>
    <w:rsid w:val="004A74DD"/>
    <w:rsid w:val="004A7FB2"/>
    <w:rsid w:val="004B0B04"/>
    <w:rsid w:val="004B14A8"/>
    <w:rsid w:val="004B29DA"/>
    <w:rsid w:val="004B2F09"/>
    <w:rsid w:val="004B34B9"/>
    <w:rsid w:val="004B3582"/>
    <w:rsid w:val="004B47BC"/>
    <w:rsid w:val="004B4B74"/>
    <w:rsid w:val="004B5A8E"/>
    <w:rsid w:val="004B5B7E"/>
    <w:rsid w:val="004B6BB7"/>
    <w:rsid w:val="004B741E"/>
    <w:rsid w:val="004B78D3"/>
    <w:rsid w:val="004C0492"/>
    <w:rsid w:val="004C04EC"/>
    <w:rsid w:val="004C0FAC"/>
    <w:rsid w:val="004C1D36"/>
    <w:rsid w:val="004C1DCF"/>
    <w:rsid w:val="004C1FBC"/>
    <w:rsid w:val="004C2B27"/>
    <w:rsid w:val="004C3333"/>
    <w:rsid w:val="004C40FD"/>
    <w:rsid w:val="004C45AA"/>
    <w:rsid w:val="004C5266"/>
    <w:rsid w:val="004C533A"/>
    <w:rsid w:val="004C5932"/>
    <w:rsid w:val="004C5B98"/>
    <w:rsid w:val="004C5C4C"/>
    <w:rsid w:val="004C67DE"/>
    <w:rsid w:val="004C6D24"/>
    <w:rsid w:val="004C7155"/>
    <w:rsid w:val="004C7CA8"/>
    <w:rsid w:val="004C7D56"/>
    <w:rsid w:val="004D126D"/>
    <w:rsid w:val="004D186A"/>
    <w:rsid w:val="004D2401"/>
    <w:rsid w:val="004D25CF"/>
    <w:rsid w:val="004D2DB7"/>
    <w:rsid w:val="004D37E4"/>
    <w:rsid w:val="004D3D6A"/>
    <w:rsid w:val="004D494B"/>
    <w:rsid w:val="004D4A13"/>
    <w:rsid w:val="004D54F4"/>
    <w:rsid w:val="004D560B"/>
    <w:rsid w:val="004D5AB3"/>
    <w:rsid w:val="004D5DDA"/>
    <w:rsid w:val="004D5F9B"/>
    <w:rsid w:val="004D6369"/>
    <w:rsid w:val="004D67C8"/>
    <w:rsid w:val="004D6E4E"/>
    <w:rsid w:val="004D7212"/>
    <w:rsid w:val="004D78C3"/>
    <w:rsid w:val="004D7C14"/>
    <w:rsid w:val="004E0806"/>
    <w:rsid w:val="004E0AF3"/>
    <w:rsid w:val="004E1608"/>
    <w:rsid w:val="004E17D1"/>
    <w:rsid w:val="004E1CAC"/>
    <w:rsid w:val="004E1D0E"/>
    <w:rsid w:val="004E2738"/>
    <w:rsid w:val="004E27A5"/>
    <w:rsid w:val="004E2906"/>
    <w:rsid w:val="004E35B4"/>
    <w:rsid w:val="004E3935"/>
    <w:rsid w:val="004E46ED"/>
    <w:rsid w:val="004E4D07"/>
    <w:rsid w:val="004E502D"/>
    <w:rsid w:val="004E5104"/>
    <w:rsid w:val="004E56CC"/>
    <w:rsid w:val="004E5836"/>
    <w:rsid w:val="004E5A93"/>
    <w:rsid w:val="004E698A"/>
    <w:rsid w:val="004E714E"/>
    <w:rsid w:val="004E757D"/>
    <w:rsid w:val="004E76A2"/>
    <w:rsid w:val="004E7EB6"/>
    <w:rsid w:val="004E7F01"/>
    <w:rsid w:val="004F02D2"/>
    <w:rsid w:val="004F137B"/>
    <w:rsid w:val="004F150D"/>
    <w:rsid w:val="004F15B0"/>
    <w:rsid w:val="004F163C"/>
    <w:rsid w:val="004F219E"/>
    <w:rsid w:val="004F2217"/>
    <w:rsid w:val="004F2972"/>
    <w:rsid w:val="004F36CE"/>
    <w:rsid w:val="004F4F26"/>
    <w:rsid w:val="004F5E79"/>
    <w:rsid w:val="004F618C"/>
    <w:rsid w:val="004F65D6"/>
    <w:rsid w:val="004F6CC1"/>
    <w:rsid w:val="004F6D4A"/>
    <w:rsid w:val="004F6E6A"/>
    <w:rsid w:val="004F734C"/>
    <w:rsid w:val="004F7497"/>
    <w:rsid w:val="004F789D"/>
    <w:rsid w:val="00501917"/>
    <w:rsid w:val="00501C04"/>
    <w:rsid w:val="005021E8"/>
    <w:rsid w:val="00502241"/>
    <w:rsid w:val="00503251"/>
    <w:rsid w:val="00503BBC"/>
    <w:rsid w:val="005041FC"/>
    <w:rsid w:val="00504AA1"/>
    <w:rsid w:val="00505732"/>
    <w:rsid w:val="00505AB6"/>
    <w:rsid w:val="00506630"/>
    <w:rsid w:val="00506DCD"/>
    <w:rsid w:val="00510107"/>
    <w:rsid w:val="005105FD"/>
    <w:rsid w:val="00510A1C"/>
    <w:rsid w:val="00510F6E"/>
    <w:rsid w:val="0051110C"/>
    <w:rsid w:val="00512644"/>
    <w:rsid w:val="0051268D"/>
    <w:rsid w:val="005129D7"/>
    <w:rsid w:val="00514176"/>
    <w:rsid w:val="0051464C"/>
    <w:rsid w:val="005146AA"/>
    <w:rsid w:val="0051480C"/>
    <w:rsid w:val="00514A5F"/>
    <w:rsid w:val="00514B45"/>
    <w:rsid w:val="00514CE3"/>
    <w:rsid w:val="00514FF6"/>
    <w:rsid w:val="005150DD"/>
    <w:rsid w:val="00515C0B"/>
    <w:rsid w:val="005168F0"/>
    <w:rsid w:val="00520856"/>
    <w:rsid w:val="00520AC9"/>
    <w:rsid w:val="00520E8F"/>
    <w:rsid w:val="0052135B"/>
    <w:rsid w:val="005215FF"/>
    <w:rsid w:val="00521B25"/>
    <w:rsid w:val="00521CA7"/>
    <w:rsid w:val="00522407"/>
    <w:rsid w:val="005225EA"/>
    <w:rsid w:val="00522614"/>
    <w:rsid w:val="00522753"/>
    <w:rsid w:val="005230B8"/>
    <w:rsid w:val="00523922"/>
    <w:rsid w:val="0052418E"/>
    <w:rsid w:val="005253CF"/>
    <w:rsid w:val="0052578C"/>
    <w:rsid w:val="00525850"/>
    <w:rsid w:val="005260C4"/>
    <w:rsid w:val="005262B7"/>
    <w:rsid w:val="00527F16"/>
    <w:rsid w:val="005300CD"/>
    <w:rsid w:val="00530B8C"/>
    <w:rsid w:val="00530E4E"/>
    <w:rsid w:val="005310AB"/>
    <w:rsid w:val="00532E3F"/>
    <w:rsid w:val="005336F8"/>
    <w:rsid w:val="00533DCD"/>
    <w:rsid w:val="00534D6F"/>
    <w:rsid w:val="00534EF3"/>
    <w:rsid w:val="00535D9E"/>
    <w:rsid w:val="0053686B"/>
    <w:rsid w:val="005401C5"/>
    <w:rsid w:val="005416DB"/>
    <w:rsid w:val="00542048"/>
    <w:rsid w:val="00542EA1"/>
    <w:rsid w:val="005442B9"/>
    <w:rsid w:val="00544547"/>
    <w:rsid w:val="00544668"/>
    <w:rsid w:val="00544925"/>
    <w:rsid w:val="00544DA4"/>
    <w:rsid w:val="00545579"/>
    <w:rsid w:val="00545E73"/>
    <w:rsid w:val="00546689"/>
    <w:rsid w:val="005473B4"/>
    <w:rsid w:val="00547418"/>
    <w:rsid w:val="0055060E"/>
    <w:rsid w:val="0055089A"/>
    <w:rsid w:val="0055098A"/>
    <w:rsid w:val="00550B77"/>
    <w:rsid w:val="00550CD3"/>
    <w:rsid w:val="00550D6C"/>
    <w:rsid w:val="005510B2"/>
    <w:rsid w:val="00551297"/>
    <w:rsid w:val="005513C3"/>
    <w:rsid w:val="005527F5"/>
    <w:rsid w:val="00552E60"/>
    <w:rsid w:val="005531C0"/>
    <w:rsid w:val="005540B6"/>
    <w:rsid w:val="00554795"/>
    <w:rsid w:val="00554D20"/>
    <w:rsid w:val="00554FA0"/>
    <w:rsid w:val="0055506A"/>
    <w:rsid w:val="00555337"/>
    <w:rsid w:val="0055588B"/>
    <w:rsid w:val="00555ED9"/>
    <w:rsid w:val="0055602D"/>
    <w:rsid w:val="0055611C"/>
    <w:rsid w:val="00556163"/>
    <w:rsid w:val="00556974"/>
    <w:rsid w:val="00556E05"/>
    <w:rsid w:val="00557116"/>
    <w:rsid w:val="00557BF4"/>
    <w:rsid w:val="005614D2"/>
    <w:rsid w:val="00561B20"/>
    <w:rsid w:val="00561E3F"/>
    <w:rsid w:val="005626D1"/>
    <w:rsid w:val="005629B3"/>
    <w:rsid w:val="005629D0"/>
    <w:rsid w:val="00562E95"/>
    <w:rsid w:val="0056339F"/>
    <w:rsid w:val="00563893"/>
    <w:rsid w:val="00563A8C"/>
    <w:rsid w:val="0056408D"/>
    <w:rsid w:val="005657D4"/>
    <w:rsid w:val="00565B50"/>
    <w:rsid w:val="005661DA"/>
    <w:rsid w:val="00566B48"/>
    <w:rsid w:val="00567003"/>
    <w:rsid w:val="005679E5"/>
    <w:rsid w:val="0057009B"/>
    <w:rsid w:val="00570333"/>
    <w:rsid w:val="00570E8F"/>
    <w:rsid w:val="0057103B"/>
    <w:rsid w:val="005713BA"/>
    <w:rsid w:val="00571EC9"/>
    <w:rsid w:val="00572B69"/>
    <w:rsid w:val="00572FDB"/>
    <w:rsid w:val="005730AA"/>
    <w:rsid w:val="00573697"/>
    <w:rsid w:val="00573DCE"/>
    <w:rsid w:val="00574098"/>
    <w:rsid w:val="0057440C"/>
    <w:rsid w:val="00574853"/>
    <w:rsid w:val="00574C9A"/>
    <w:rsid w:val="00575226"/>
    <w:rsid w:val="00575C2D"/>
    <w:rsid w:val="00576272"/>
    <w:rsid w:val="00577067"/>
    <w:rsid w:val="005773E4"/>
    <w:rsid w:val="00577C51"/>
    <w:rsid w:val="00580B97"/>
    <w:rsid w:val="00581190"/>
    <w:rsid w:val="00581191"/>
    <w:rsid w:val="00581578"/>
    <w:rsid w:val="00581793"/>
    <w:rsid w:val="00581CD3"/>
    <w:rsid w:val="00582623"/>
    <w:rsid w:val="005830AE"/>
    <w:rsid w:val="0058340B"/>
    <w:rsid w:val="005835CA"/>
    <w:rsid w:val="00583975"/>
    <w:rsid w:val="00583AA5"/>
    <w:rsid w:val="0058405B"/>
    <w:rsid w:val="00584486"/>
    <w:rsid w:val="00584D9E"/>
    <w:rsid w:val="00584DC9"/>
    <w:rsid w:val="00585363"/>
    <w:rsid w:val="0058540D"/>
    <w:rsid w:val="00585EB7"/>
    <w:rsid w:val="005869B9"/>
    <w:rsid w:val="00586A15"/>
    <w:rsid w:val="00586DCD"/>
    <w:rsid w:val="00591897"/>
    <w:rsid w:val="005919C8"/>
    <w:rsid w:val="00591EB1"/>
    <w:rsid w:val="0059220F"/>
    <w:rsid w:val="005930FE"/>
    <w:rsid w:val="005956BA"/>
    <w:rsid w:val="005959EA"/>
    <w:rsid w:val="00595A4B"/>
    <w:rsid w:val="00596345"/>
    <w:rsid w:val="00596A1A"/>
    <w:rsid w:val="0059763B"/>
    <w:rsid w:val="00597B42"/>
    <w:rsid w:val="00597CAE"/>
    <w:rsid w:val="005A0184"/>
    <w:rsid w:val="005A087F"/>
    <w:rsid w:val="005A0DE1"/>
    <w:rsid w:val="005A0F8A"/>
    <w:rsid w:val="005A1116"/>
    <w:rsid w:val="005A14D4"/>
    <w:rsid w:val="005A17CE"/>
    <w:rsid w:val="005A2CD0"/>
    <w:rsid w:val="005A37B5"/>
    <w:rsid w:val="005A47C5"/>
    <w:rsid w:val="005A4D15"/>
    <w:rsid w:val="005A5CB6"/>
    <w:rsid w:val="005A6105"/>
    <w:rsid w:val="005A6149"/>
    <w:rsid w:val="005A61A6"/>
    <w:rsid w:val="005A6573"/>
    <w:rsid w:val="005A6A9E"/>
    <w:rsid w:val="005A6E71"/>
    <w:rsid w:val="005A7906"/>
    <w:rsid w:val="005A7B60"/>
    <w:rsid w:val="005A7B7F"/>
    <w:rsid w:val="005B025E"/>
    <w:rsid w:val="005B11E5"/>
    <w:rsid w:val="005B173B"/>
    <w:rsid w:val="005B2680"/>
    <w:rsid w:val="005B2716"/>
    <w:rsid w:val="005B2A3D"/>
    <w:rsid w:val="005B2D2D"/>
    <w:rsid w:val="005B34DF"/>
    <w:rsid w:val="005B389E"/>
    <w:rsid w:val="005B40EE"/>
    <w:rsid w:val="005B4871"/>
    <w:rsid w:val="005B4D77"/>
    <w:rsid w:val="005B4E5A"/>
    <w:rsid w:val="005B5256"/>
    <w:rsid w:val="005B5912"/>
    <w:rsid w:val="005B5A72"/>
    <w:rsid w:val="005B6F81"/>
    <w:rsid w:val="005B7183"/>
    <w:rsid w:val="005B734F"/>
    <w:rsid w:val="005B7A87"/>
    <w:rsid w:val="005C02B6"/>
    <w:rsid w:val="005C05B4"/>
    <w:rsid w:val="005C0661"/>
    <w:rsid w:val="005C10BC"/>
    <w:rsid w:val="005C2B5D"/>
    <w:rsid w:val="005C2C71"/>
    <w:rsid w:val="005C328D"/>
    <w:rsid w:val="005C4DE5"/>
    <w:rsid w:val="005C59D8"/>
    <w:rsid w:val="005C6A11"/>
    <w:rsid w:val="005C7128"/>
    <w:rsid w:val="005D040A"/>
    <w:rsid w:val="005D0C26"/>
    <w:rsid w:val="005D1505"/>
    <w:rsid w:val="005D1C14"/>
    <w:rsid w:val="005D1DF3"/>
    <w:rsid w:val="005D221E"/>
    <w:rsid w:val="005D2AB1"/>
    <w:rsid w:val="005D2E5C"/>
    <w:rsid w:val="005D30CA"/>
    <w:rsid w:val="005D42B3"/>
    <w:rsid w:val="005D4445"/>
    <w:rsid w:val="005D4558"/>
    <w:rsid w:val="005D487F"/>
    <w:rsid w:val="005D509E"/>
    <w:rsid w:val="005D58B0"/>
    <w:rsid w:val="005D5AA6"/>
    <w:rsid w:val="005E03EA"/>
    <w:rsid w:val="005E121D"/>
    <w:rsid w:val="005E15C5"/>
    <w:rsid w:val="005E184A"/>
    <w:rsid w:val="005E1CE6"/>
    <w:rsid w:val="005E2F19"/>
    <w:rsid w:val="005E3A58"/>
    <w:rsid w:val="005E4858"/>
    <w:rsid w:val="005E4D36"/>
    <w:rsid w:val="005E4F4A"/>
    <w:rsid w:val="005E5747"/>
    <w:rsid w:val="005E6082"/>
    <w:rsid w:val="005E6299"/>
    <w:rsid w:val="005E66AF"/>
    <w:rsid w:val="005E75B3"/>
    <w:rsid w:val="005E77D5"/>
    <w:rsid w:val="005E7827"/>
    <w:rsid w:val="005F015F"/>
    <w:rsid w:val="005F14F0"/>
    <w:rsid w:val="005F1E07"/>
    <w:rsid w:val="005F30DA"/>
    <w:rsid w:val="005F3679"/>
    <w:rsid w:val="005F4DF0"/>
    <w:rsid w:val="005F628F"/>
    <w:rsid w:val="00600090"/>
    <w:rsid w:val="006006CB"/>
    <w:rsid w:val="00600933"/>
    <w:rsid w:val="00600EA3"/>
    <w:rsid w:val="00601136"/>
    <w:rsid w:val="00601234"/>
    <w:rsid w:val="00601938"/>
    <w:rsid w:val="00601CF6"/>
    <w:rsid w:val="00601FE3"/>
    <w:rsid w:val="00602591"/>
    <w:rsid w:val="006026E8"/>
    <w:rsid w:val="00603E99"/>
    <w:rsid w:val="00604342"/>
    <w:rsid w:val="00605182"/>
    <w:rsid w:val="0060555E"/>
    <w:rsid w:val="006062FD"/>
    <w:rsid w:val="0060767E"/>
    <w:rsid w:val="00607AF3"/>
    <w:rsid w:val="0061010A"/>
    <w:rsid w:val="006109D1"/>
    <w:rsid w:val="0061161A"/>
    <w:rsid w:val="006124D2"/>
    <w:rsid w:val="00612C02"/>
    <w:rsid w:val="00612E24"/>
    <w:rsid w:val="00613373"/>
    <w:rsid w:val="00613503"/>
    <w:rsid w:val="006139B0"/>
    <w:rsid w:val="00613C44"/>
    <w:rsid w:val="0061474F"/>
    <w:rsid w:val="00615B82"/>
    <w:rsid w:val="0061606E"/>
    <w:rsid w:val="006163F4"/>
    <w:rsid w:val="00616A37"/>
    <w:rsid w:val="0061791C"/>
    <w:rsid w:val="00620037"/>
    <w:rsid w:val="006203C2"/>
    <w:rsid w:val="00620C9A"/>
    <w:rsid w:val="006211AC"/>
    <w:rsid w:val="00621A13"/>
    <w:rsid w:val="00621AC6"/>
    <w:rsid w:val="00621CFF"/>
    <w:rsid w:val="00622029"/>
    <w:rsid w:val="00622093"/>
    <w:rsid w:val="00622A7A"/>
    <w:rsid w:val="00622C42"/>
    <w:rsid w:val="00622DAD"/>
    <w:rsid w:val="00622F51"/>
    <w:rsid w:val="006232C6"/>
    <w:rsid w:val="0062394B"/>
    <w:rsid w:val="00623AE3"/>
    <w:rsid w:val="00623E18"/>
    <w:rsid w:val="006240BF"/>
    <w:rsid w:val="00624119"/>
    <w:rsid w:val="006243D7"/>
    <w:rsid w:val="00624AAB"/>
    <w:rsid w:val="006255BC"/>
    <w:rsid w:val="00625985"/>
    <w:rsid w:val="00625EA9"/>
    <w:rsid w:val="00626215"/>
    <w:rsid w:val="006265DC"/>
    <w:rsid w:val="006268D8"/>
    <w:rsid w:val="006272CD"/>
    <w:rsid w:val="006273FD"/>
    <w:rsid w:val="00627444"/>
    <w:rsid w:val="0062799A"/>
    <w:rsid w:val="00627B54"/>
    <w:rsid w:val="00627B8C"/>
    <w:rsid w:val="006301F8"/>
    <w:rsid w:val="00630324"/>
    <w:rsid w:val="00630B46"/>
    <w:rsid w:val="00631121"/>
    <w:rsid w:val="0063120A"/>
    <w:rsid w:val="00631944"/>
    <w:rsid w:val="00632538"/>
    <w:rsid w:val="00632D5A"/>
    <w:rsid w:val="00633735"/>
    <w:rsid w:val="00633883"/>
    <w:rsid w:val="006341D5"/>
    <w:rsid w:val="00634224"/>
    <w:rsid w:val="0063499B"/>
    <w:rsid w:val="006349B0"/>
    <w:rsid w:val="00634B2B"/>
    <w:rsid w:val="00634DC9"/>
    <w:rsid w:val="00635394"/>
    <w:rsid w:val="0063543E"/>
    <w:rsid w:val="00635D6B"/>
    <w:rsid w:val="00636129"/>
    <w:rsid w:val="006369D0"/>
    <w:rsid w:val="00636FCD"/>
    <w:rsid w:val="00637B46"/>
    <w:rsid w:val="00640D62"/>
    <w:rsid w:val="00641A46"/>
    <w:rsid w:val="006427DC"/>
    <w:rsid w:val="0064393E"/>
    <w:rsid w:val="00644B6B"/>
    <w:rsid w:val="00644DC8"/>
    <w:rsid w:val="00645EAF"/>
    <w:rsid w:val="00645FDF"/>
    <w:rsid w:val="006464E7"/>
    <w:rsid w:val="00646858"/>
    <w:rsid w:val="0064691B"/>
    <w:rsid w:val="00646D4C"/>
    <w:rsid w:val="00647BA1"/>
    <w:rsid w:val="00647D8E"/>
    <w:rsid w:val="00650A20"/>
    <w:rsid w:val="00650D2B"/>
    <w:rsid w:val="006513D5"/>
    <w:rsid w:val="006515C0"/>
    <w:rsid w:val="0065167B"/>
    <w:rsid w:val="006518C6"/>
    <w:rsid w:val="00651B25"/>
    <w:rsid w:val="00651DF1"/>
    <w:rsid w:val="00651F03"/>
    <w:rsid w:val="006526AF"/>
    <w:rsid w:val="00652AF5"/>
    <w:rsid w:val="00653006"/>
    <w:rsid w:val="00653E67"/>
    <w:rsid w:val="00654618"/>
    <w:rsid w:val="006549C9"/>
    <w:rsid w:val="00655434"/>
    <w:rsid w:val="0065750B"/>
    <w:rsid w:val="00660461"/>
    <w:rsid w:val="0066146B"/>
    <w:rsid w:val="006621BB"/>
    <w:rsid w:val="006622BB"/>
    <w:rsid w:val="00662A2F"/>
    <w:rsid w:val="00662B16"/>
    <w:rsid w:val="00663695"/>
    <w:rsid w:val="00663809"/>
    <w:rsid w:val="00663F9F"/>
    <w:rsid w:val="00664E9C"/>
    <w:rsid w:val="00665827"/>
    <w:rsid w:val="00665902"/>
    <w:rsid w:val="00665C64"/>
    <w:rsid w:val="0066764B"/>
    <w:rsid w:val="00667A7E"/>
    <w:rsid w:val="00667DAD"/>
    <w:rsid w:val="00670908"/>
    <w:rsid w:val="00670D58"/>
    <w:rsid w:val="00671083"/>
    <w:rsid w:val="00671093"/>
    <w:rsid w:val="00671132"/>
    <w:rsid w:val="00671982"/>
    <w:rsid w:val="00671C2A"/>
    <w:rsid w:val="00672B96"/>
    <w:rsid w:val="0067307D"/>
    <w:rsid w:val="00673294"/>
    <w:rsid w:val="00673395"/>
    <w:rsid w:val="0067488D"/>
    <w:rsid w:val="00675EE2"/>
    <w:rsid w:val="006769B7"/>
    <w:rsid w:val="00677B0E"/>
    <w:rsid w:val="0068026B"/>
    <w:rsid w:val="00680A9D"/>
    <w:rsid w:val="00680F98"/>
    <w:rsid w:val="006812C8"/>
    <w:rsid w:val="00681526"/>
    <w:rsid w:val="00681B63"/>
    <w:rsid w:val="0068241B"/>
    <w:rsid w:val="00683796"/>
    <w:rsid w:val="006837DE"/>
    <w:rsid w:val="00683CC0"/>
    <w:rsid w:val="00683DA4"/>
    <w:rsid w:val="00683EC6"/>
    <w:rsid w:val="0068692D"/>
    <w:rsid w:val="00686E83"/>
    <w:rsid w:val="00686F33"/>
    <w:rsid w:val="00687E2E"/>
    <w:rsid w:val="00687FB7"/>
    <w:rsid w:val="006905F5"/>
    <w:rsid w:val="00690668"/>
    <w:rsid w:val="0069099E"/>
    <w:rsid w:val="0069102A"/>
    <w:rsid w:val="006918EE"/>
    <w:rsid w:val="00691F86"/>
    <w:rsid w:val="00692236"/>
    <w:rsid w:val="0069246C"/>
    <w:rsid w:val="0069254F"/>
    <w:rsid w:val="0069334A"/>
    <w:rsid w:val="006933D5"/>
    <w:rsid w:val="006939D4"/>
    <w:rsid w:val="00694500"/>
    <w:rsid w:val="00694A6E"/>
    <w:rsid w:val="00695581"/>
    <w:rsid w:val="00695AD7"/>
    <w:rsid w:val="00696566"/>
    <w:rsid w:val="00696F6D"/>
    <w:rsid w:val="006977AF"/>
    <w:rsid w:val="00697AA9"/>
    <w:rsid w:val="006A16C9"/>
    <w:rsid w:val="006A1B23"/>
    <w:rsid w:val="006A1B58"/>
    <w:rsid w:val="006A2096"/>
    <w:rsid w:val="006A3503"/>
    <w:rsid w:val="006A3554"/>
    <w:rsid w:val="006A3982"/>
    <w:rsid w:val="006A3A3D"/>
    <w:rsid w:val="006A3FE5"/>
    <w:rsid w:val="006A3FEF"/>
    <w:rsid w:val="006A4478"/>
    <w:rsid w:val="006A4A5E"/>
    <w:rsid w:val="006A4EB2"/>
    <w:rsid w:val="006A6CD7"/>
    <w:rsid w:val="006A7BE8"/>
    <w:rsid w:val="006A7F37"/>
    <w:rsid w:val="006B0C6E"/>
    <w:rsid w:val="006B0D28"/>
    <w:rsid w:val="006B1128"/>
    <w:rsid w:val="006B1540"/>
    <w:rsid w:val="006B1CBB"/>
    <w:rsid w:val="006B3F93"/>
    <w:rsid w:val="006B4568"/>
    <w:rsid w:val="006B4641"/>
    <w:rsid w:val="006B4866"/>
    <w:rsid w:val="006B4EF8"/>
    <w:rsid w:val="006B4F0F"/>
    <w:rsid w:val="006B5423"/>
    <w:rsid w:val="006B59F5"/>
    <w:rsid w:val="006B6032"/>
    <w:rsid w:val="006B6B23"/>
    <w:rsid w:val="006B6B39"/>
    <w:rsid w:val="006B7577"/>
    <w:rsid w:val="006B7766"/>
    <w:rsid w:val="006B79CE"/>
    <w:rsid w:val="006B7E82"/>
    <w:rsid w:val="006C0465"/>
    <w:rsid w:val="006C1528"/>
    <w:rsid w:val="006C1620"/>
    <w:rsid w:val="006C1BC8"/>
    <w:rsid w:val="006C1DA9"/>
    <w:rsid w:val="006C2368"/>
    <w:rsid w:val="006C276A"/>
    <w:rsid w:val="006C2771"/>
    <w:rsid w:val="006C279A"/>
    <w:rsid w:val="006C27C5"/>
    <w:rsid w:val="006C2934"/>
    <w:rsid w:val="006C3705"/>
    <w:rsid w:val="006C4B3E"/>
    <w:rsid w:val="006C4D3C"/>
    <w:rsid w:val="006C4D9F"/>
    <w:rsid w:val="006C5309"/>
    <w:rsid w:val="006C5475"/>
    <w:rsid w:val="006C5BEA"/>
    <w:rsid w:val="006C6389"/>
    <w:rsid w:val="006C656E"/>
    <w:rsid w:val="006C657C"/>
    <w:rsid w:val="006C69F0"/>
    <w:rsid w:val="006C6FD8"/>
    <w:rsid w:val="006C740E"/>
    <w:rsid w:val="006C7808"/>
    <w:rsid w:val="006D1897"/>
    <w:rsid w:val="006D1996"/>
    <w:rsid w:val="006D1BA6"/>
    <w:rsid w:val="006D1D17"/>
    <w:rsid w:val="006D1D28"/>
    <w:rsid w:val="006D21DA"/>
    <w:rsid w:val="006D2EC2"/>
    <w:rsid w:val="006D31FE"/>
    <w:rsid w:val="006D3247"/>
    <w:rsid w:val="006D33E4"/>
    <w:rsid w:val="006D3A42"/>
    <w:rsid w:val="006D3D7B"/>
    <w:rsid w:val="006D481B"/>
    <w:rsid w:val="006D4966"/>
    <w:rsid w:val="006D4C36"/>
    <w:rsid w:val="006D4D13"/>
    <w:rsid w:val="006D4F71"/>
    <w:rsid w:val="006D6242"/>
    <w:rsid w:val="006D662E"/>
    <w:rsid w:val="006D6956"/>
    <w:rsid w:val="006D7250"/>
    <w:rsid w:val="006E033B"/>
    <w:rsid w:val="006E0861"/>
    <w:rsid w:val="006E0F90"/>
    <w:rsid w:val="006E10CB"/>
    <w:rsid w:val="006E13C3"/>
    <w:rsid w:val="006E1975"/>
    <w:rsid w:val="006E1C4B"/>
    <w:rsid w:val="006E21B6"/>
    <w:rsid w:val="006E2E27"/>
    <w:rsid w:val="006E2ECE"/>
    <w:rsid w:val="006E307D"/>
    <w:rsid w:val="006E34CA"/>
    <w:rsid w:val="006E353B"/>
    <w:rsid w:val="006E3544"/>
    <w:rsid w:val="006E3F33"/>
    <w:rsid w:val="006E4009"/>
    <w:rsid w:val="006E402D"/>
    <w:rsid w:val="006E5AC5"/>
    <w:rsid w:val="006E5C10"/>
    <w:rsid w:val="006E6D75"/>
    <w:rsid w:val="006E7252"/>
    <w:rsid w:val="006E7817"/>
    <w:rsid w:val="006E7825"/>
    <w:rsid w:val="006E7929"/>
    <w:rsid w:val="006F111D"/>
    <w:rsid w:val="006F1267"/>
    <w:rsid w:val="006F14CB"/>
    <w:rsid w:val="006F1BDC"/>
    <w:rsid w:val="006F27FB"/>
    <w:rsid w:val="006F3C80"/>
    <w:rsid w:val="006F4946"/>
    <w:rsid w:val="006F4B77"/>
    <w:rsid w:val="006F4E61"/>
    <w:rsid w:val="006F52B1"/>
    <w:rsid w:val="006F565A"/>
    <w:rsid w:val="006F64AC"/>
    <w:rsid w:val="006F70F7"/>
    <w:rsid w:val="006F7EE7"/>
    <w:rsid w:val="00700C32"/>
    <w:rsid w:val="00700FD7"/>
    <w:rsid w:val="00701848"/>
    <w:rsid w:val="00703007"/>
    <w:rsid w:val="0070387E"/>
    <w:rsid w:val="0070399F"/>
    <w:rsid w:val="00704912"/>
    <w:rsid w:val="00704AEE"/>
    <w:rsid w:val="00704ECC"/>
    <w:rsid w:val="0070613F"/>
    <w:rsid w:val="00706339"/>
    <w:rsid w:val="00706CD7"/>
    <w:rsid w:val="00707313"/>
    <w:rsid w:val="00707728"/>
    <w:rsid w:val="00707936"/>
    <w:rsid w:val="00707BFE"/>
    <w:rsid w:val="00707CD9"/>
    <w:rsid w:val="0071000B"/>
    <w:rsid w:val="007109D4"/>
    <w:rsid w:val="00711BAA"/>
    <w:rsid w:val="00712016"/>
    <w:rsid w:val="007123BF"/>
    <w:rsid w:val="00712E9D"/>
    <w:rsid w:val="00713006"/>
    <w:rsid w:val="00713610"/>
    <w:rsid w:val="007138C7"/>
    <w:rsid w:val="00713E37"/>
    <w:rsid w:val="00714644"/>
    <w:rsid w:val="0071477A"/>
    <w:rsid w:val="00714A27"/>
    <w:rsid w:val="00714F21"/>
    <w:rsid w:val="007150DB"/>
    <w:rsid w:val="00715E28"/>
    <w:rsid w:val="00715E29"/>
    <w:rsid w:val="00720DD7"/>
    <w:rsid w:val="00721708"/>
    <w:rsid w:val="0072203E"/>
    <w:rsid w:val="00723787"/>
    <w:rsid w:val="00723E65"/>
    <w:rsid w:val="007248B9"/>
    <w:rsid w:val="007250C8"/>
    <w:rsid w:val="007252DA"/>
    <w:rsid w:val="00725963"/>
    <w:rsid w:val="00725D69"/>
    <w:rsid w:val="0072633D"/>
    <w:rsid w:val="007266EF"/>
    <w:rsid w:val="0072796F"/>
    <w:rsid w:val="0073094A"/>
    <w:rsid w:val="00730F22"/>
    <w:rsid w:val="00731949"/>
    <w:rsid w:val="00731DE3"/>
    <w:rsid w:val="00731F51"/>
    <w:rsid w:val="00731FC4"/>
    <w:rsid w:val="00732903"/>
    <w:rsid w:val="0073298A"/>
    <w:rsid w:val="00732B42"/>
    <w:rsid w:val="00732D72"/>
    <w:rsid w:val="00732D75"/>
    <w:rsid w:val="00733DA7"/>
    <w:rsid w:val="00734713"/>
    <w:rsid w:val="007351A2"/>
    <w:rsid w:val="0073544B"/>
    <w:rsid w:val="007354D0"/>
    <w:rsid w:val="00735B05"/>
    <w:rsid w:val="00735CBA"/>
    <w:rsid w:val="00736676"/>
    <w:rsid w:val="00736CDB"/>
    <w:rsid w:val="0073708C"/>
    <w:rsid w:val="007400E6"/>
    <w:rsid w:val="00740537"/>
    <w:rsid w:val="00740989"/>
    <w:rsid w:val="00740AC8"/>
    <w:rsid w:val="00741251"/>
    <w:rsid w:val="00741325"/>
    <w:rsid w:val="00742A87"/>
    <w:rsid w:val="00742B95"/>
    <w:rsid w:val="00742F4A"/>
    <w:rsid w:val="00743798"/>
    <w:rsid w:val="00743B87"/>
    <w:rsid w:val="00744788"/>
    <w:rsid w:val="00744C35"/>
    <w:rsid w:val="00744FFB"/>
    <w:rsid w:val="007451FD"/>
    <w:rsid w:val="00745984"/>
    <w:rsid w:val="00745B59"/>
    <w:rsid w:val="00745BA8"/>
    <w:rsid w:val="00745F47"/>
    <w:rsid w:val="007460F8"/>
    <w:rsid w:val="00747001"/>
    <w:rsid w:val="007478AC"/>
    <w:rsid w:val="00747D64"/>
    <w:rsid w:val="0075097E"/>
    <w:rsid w:val="00750A7E"/>
    <w:rsid w:val="00750DB4"/>
    <w:rsid w:val="00751346"/>
    <w:rsid w:val="007517D2"/>
    <w:rsid w:val="0075194D"/>
    <w:rsid w:val="007519BD"/>
    <w:rsid w:val="00752B51"/>
    <w:rsid w:val="00753D8A"/>
    <w:rsid w:val="00753EB4"/>
    <w:rsid w:val="00754500"/>
    <w:rsid w:val="00754A40"/>
    <w:rsid w:val="00754DA7"/>
    <w:rsid w:val="00754FCC"/>
    <w:rsid w:val="0075515D"/>
    <w:rsid w:val="0075528B"/>
    <w:rsid w:val="0075614D"/>
    <w:rsid w:val="00756344"/>
    <w:rsid w:val="00756622"/>
    <w:rsid w:val="007568D8"/>
    <w:rsid w:val="00756A34"/>
    <w:rsid w:val="007577D4"/>
    <w:rsid w:val="00757D23"/>
    <w:rsid w:val="007604B4"/>
    <w:rsid w:val="00760721"/>
    <w:rsid w:val="007614F3"/>
    <w:rsid w:val="00761D99"/>
    <w:rsid w:val="007620EF"/>
    <w:rsid w:val="00762196"/>
    <w:rsid w:val="0076236D"/>
    <w:rsid w:val="00762966"/>
    <w:rsid w:val="00762AA5"/>
    <w:rsid w:val="00762B98"/>
    <w:rsid w:val="00762F50"/>
    <w:rsid w:val="007633C2"/>
    <w:rsid w:val="00763852"/>
    <w:rsid w:val="00763ABD"/>
    <w:rsid w:val="0076422F"/>
    <w:rsid w:val="00765277"/>
    <w:rsid w:val="00765542"/>
    <w:rsid w:val="00767157"/>
    <w:rsid w:val="00767819"/>
    <w:rsid w:val="00770215"/>
    <w:rsid w:val="007716F5"/>
    <w:rsid w:val="0077418A"/>
    <w:rsid w:val="00774256"/>
    <w:rsid w:val="007753A8"/>
    <w:rsid w:val="0077580D"/>
    <w:rsid w:val="00775868"/>
    <w:rsid w:val="00775CA8"/>
    <w:rsid w:val="007764D5"/>
    <w:rsid w:val="00776CD2"/>
    <w:rsid w:val="00777A31"/>
    <w:rsid w:val="00777A70"/>
    <w:rsid w:val="00777A74"/>
    <w:rsid w:val="00780EE3"/>
    <w:rsid w:val="00781097"/>
    <w:rsid w:val="0078174B"/>
    <w:rsid w:val="00781B95"/>
    <w:rsid w:val="00782245"/>
    <w:rsid w:val="007828DA"/>
    <w:rsid w:val="00782CA3"/>
    <w:rsid w:val="00782FAA"/>
    <w:rsid w:val="007833AF"/>
    <w:rsid w:val="00783DA7"/>
    <w:rsid w:val="007842C9"/>
    <w:rsid w:val="00784467"/>
    <w:rsid w:val="00784C97"/>
    <w:rsid w:val="00785468"/>
    <w:rsid w:val="007871E1"/>
    <w:rsid w:val="007874BC"/>
    <w:rsid w:val="00787D2F"/>
    <w:rsid w:val="00787DDB"/>
    <w:rsid w:val="00790531"/>
    <w:rsid w:val="00790AE0"/>
    <w:rsid w:val="0079192D"/>
    <w:rsid w:val="00791966"/>
    <w:rsid w:val="00791B02"/>
    <w:rsid w:val="00791EF6"/>
    <w:rsid w:val="007928C2"/>
    <w:rsid w:val="0079370D"/>
    <w:rsid w:val="00793B4C"/>
    <w:rsid w:val="00793C36"/>
    <w:rsid w:val="00793F6D"/>
    <w:rsid w:val="00794896"/>
    <w:rsid w:val="00794CF1"/>
    <w:rsid w:val="007958ED"/>
    <w:rsid w:val="00795FB2"/>
    <w:rsid w:val="007964D9"/>
    <w:rsid w:val="00796A4B"/>
    <w:rsid w:val="00796E7C"/>
    <w:rsid w:val="0079723B"/>
    <w:rsid w:val="007973EF"/>
    <w:rsid w:val="007974CA"/>
    <w:rsid w:val="0079788E"/>
    <w:rsid w:val="00797A6A"/>
    <w:rsid w:val="00797FCD"/>
    <w:rsid w:val="007A2221"/>
    <w:rsid w:val="007A2483"/>
    <w:rsid w:val="007A2DE9"/>
    <w:rsid w:val="007A2DEB"/>
    <w:rsid w:val="007A3087"/>
    <w:rsid w:val="007A348F"/>
    <w:rsid w:val="007A4208"/>
    <w:rsid w:val="007A43A1"/>
    <w:rsid w:val="007A4BFB"/>
    <w:rsid w:val="007A527B"/>
    <w:rsid w:val="007A5B51"/>
    <w:rsid w:val="007A5C47"/>
    <w:rsid w:val="007A62F2"/>
    <w:rsid w:val="007A64AB"/>
    <w:rsid w:val="007A77F0"/>
    <w:rsid w:val="007A7976"/>
    <w:rsid w:val="007B0768"/>
    <w:rsid w:val="007B1191"/>
    <w:rsid w:val="007B146B"/>
    <w:rsid w:val="007B15E6"/>
    <w:rsid w:val="007B16DD"/>
    <w:rsid w:val="007B1752"/>
    <w:rsid w:val="007B1C10"/>
    <w:rsid w:val="007B20A9"/>
    <w:rsid w:val="007B26B9"/>
    <w:rsid w:val="007B385B"/>
    <w:rsid w:val="007B3F41"/>
    <w:rsid w:val="007B4017"/>
    <w:rsid w:val="007B5D2D"/>
    <w:rsid w:val="007B5DB4"/>
    <w:rsid w:val="007B670A"/>
    <w:rsid w:val="007B67B5"/>
    <w:rsid w:val="007B6D41"/>
    <w:rsid w:val="007B7630"/>
    <w:rsid w:val="007C0988"/>
    <w:rsid w:val="007C0BFC"/>
    <w:rsid w:val="007C1CF5"/>
    <w:rsid w:val="007C3202"/>
    <w:rsid w:val="007C3A00"/>
    <w:rsid w:val="007C3BB5"/>
    <w:rsid w:val="007C5F30"/>
    <w:rsid w:val="007C6296"/>
    <w:rsid w:val="007C67F5"/>
    <w:rsid w:val="007C6EB2"/>
    <w:rsid w:val="007C7659"/>
    <w:rsid w:val="007C790E"/>
    <w:rsid w:val="007C7952"/>
    <w:rsid w:val="007C7AD9"/>
    <w:rsid w:val="007C7B56"/>
    <w:rsid w:val="007C7EDA"/>
    <w:rsid w:val="007D0383"/>
    <w:rsid w:val="007D03E9"/>
    <w:rsid w:val="007D083D"/>
    <w:rsid w:val="007D169D"/>
    <w:rsid w:val="007D1B78"/>
    <w:rsid w:val="007D296C"/>
    <w:rsid w:val="007D2B49"/>
    <w:rsid w:val="007D3666"/>
    <w:rsid w:val="007D37E5"/>
    <w:rsid w:val="007D40C8"/>
    <w:rsid w:val="007D4B00"/>
    <w:rsid w:val="007D53D9"/>
    <w:rsid w:val="007D58DD"/>
    <w:rsid w:val="007D5FB4"/>
    <w:rsid w:val="007E0646"/>
    <w:rsid w:val="007E1B77"/>
    <w:rsid w:val="007E1D4D"/>
    <w:rsid w:val="007E1D59"/>
    <w:rsid w:val="007E21A5"/>
    <w:rsid w:val="007E44E4"/>
    <w:rsid w:val="007E5443"/>
    <w:rsid w:val="007E5C66"/>
    <w:rsid w:val="007E6447"/>
    <w:rsid w:val="007E6638"/>
    <w:rsid w:val="007E6F72"/>
    <w:rsid w:val="007E762D"/>
    <w:rsid w:val="007E7DC2"/>
    <w:rsid w:val="007F0141"/>
    <w:rsid w:val="007F07C5"/>
    <w:rsid w:val="007F1529"/>
    <w:rsid w:val="007F1B01"/>
    <w:rsid w:val="007F23D7"/>
    <w:rsid w:val="007F25DC"/>
    <w:rsid w:val="007F271C"/>
    <w:rsid w:val="007F296A"/>
    <w:rsid w:val="007F3780"/>
    <w:rsid w:val="007F3AA1"/>
    <w:rsid w:val="007F4348"/>
    <w:rsid w:val="007F4554"/>
    <w:rsid w:val="007F4827"/>
    <w:rsid w:val="007F5372"/>
    <w:rsid w:val="007F56AE"/>
    <w:rsid w:val="007F5CDF"/>
    <w:rsid w:val="007F5DFB"/>
    <w:rsid w:val="007F6819"/>
    <w:rsid w:val="007F6CF8"/>
    <w:rsid w:val="007F7ADD"/>
    <w:rsid w:val="007F7F59"/>
    <w:rsid w:val="008011F5"/>
    <w:rsid w:val="00801A37"/>
    <w:rsid w:val="00801D31"/>
    <w:rsid w:val="00802098"/>
    <w:rsid w:val="00802188"/>
    <w:rsid w:val="00802348"/>
    <w:rsid w:val="008032D8"/>
    <w:rsid w:val="008040D2"/>
    <w:rsid w:val="00804E14"/>
    <w:rsid w:val="008050A3"/>
    <w:rsid w:val="00805B54"/>
    <w:rsid w:val="00805B82"/>
    <w:rsid w:val="0080643B"/>
    <w:rsid w:val="00806A6B"/>
    <w:rsid w:val="0080784C"/>
    <w:rsid w:val="008078C0"/>
    <w:rsid w:val="008100D0"/>
    <w:rsid w:val="0081044F"/>
    <w:rsid w:val="00810B11"/>
    <w:rsid w:val="00811C88"/>
    <w:rsid w:val="00811F43"/>
    <w:rsid w:val="00811F56"/>
    <w:rsid w:val="00813238"/>
    <w:rsid w:val="00813D0A"/>
    <w:rsid w:val="0081417B"/>
    <w:rsid w:val="00814794"/>
    <w:rsid w:val="00814873"/>
    <w:rsid w:val="00814CF0"/>
    <w:rsid w:val="008153D5"/>
    <w:rsid w:val="00815A64"/>
    <w:rsid w:val="00815DDE"/>
    <w:rsid w:val="008166F0"/>
    <w:rsid w:val="0081684B"/>
    <w:rsid w:val="00816941"/>
    <w:rsid w:val="00816B9E"/>
    <w:rsid w:val="00816D78"/>
    <w:rsid w:val="00817330"/>
    <w:rsid w:val="00817636"/>
    <w:rsid w:val="00817DD0"/>
    <w:rsid w:val="00817E95"/>
    <w:rsid w:val="00817F54"/>
    <w:rsid w:val="00821952"/>
    <w:rsid w:val="00821A18"/>
    <w:rsid w:val="00821BD1"/>
    <w:rsid w:val="0082201D"/>
    <w:rsid w:val="00822353"/>
    <w:rsid w:val="008223BC"/>
    <w:rsid w:val="0082283A"/>
    <w:rsid w:val="008228CB"/>
    <w:rsid w:val="00822DB8"/>
    <w:rsid w:val="0082385C"/>
    <w:rsid w:val="00823F95"/>
    <w:rsid w:val="00824540"/>
    <w:rsid w:val="00824BDF"/>
    <w:rsid w:val="008251EA"/>
    <w:rsid w:val="00825433"/>
    <w:rsid w:val="008255FB"/>
    <w:rsid w:val="00825AA4"/>
    <w:rsid w:val="0082627F"/>
    <w:rsid w:val="00827B7B"/>
    <w:rsid w:val="0083033C"/>
    <w:rsid w:val="008303C9"/>
    <w:rsid w:val="0083085C"/>
    <w:rsid w:val="00830A4A"/>
    <w:rsid w:val="00830C76"/>
    <w:rsid w:val="00830E03"/>
    <w:rsid w:val="00830EB5"/>
    <w:rsid w:val="00831320"/>
    <w:rsid w:val="008315D4"/>
    <w:rsid w:val="00831A71"/>
    <w:rsid w:val="00831EDA"/>
    <w:rsid w:val="00832F64"/>
    <w:rsid w:val="008332A6"/>
    <w:rsid w:val="00833A0C"/>
    <w:rsid w:val="00833A66"/>
    <w:rsid w:val="008345F9"/>
    <w:rsid w:val="0083492F"/>
    <w:rsid w:val="00834BE0"/>
    <w:rsid w:val="00834C21"/>
    <w:rsid w:val="00835BE7"/>
    <w:rsid w:val="00836572"/>
    <w:rsid w:val="0083683D"/>
    <w:rsid w:val="00836FDE"/>
    <w:rsid w:val="008377E9"/>
    <w:rsid w:val="0083795C"/>
    <w:rsid w:val="00837FBE"/>
    <w:rsid w:val="00840374"/>
    <w:rsid w:val="008403BD"/>
    <w:rsid w:val="008404B9"/>
    <w:rsid w:val="00841531"/>
    <w:rsid w:val="0084179E"/>
    <w:rsid w:val="00841A8C"/>
    <w:rsid w:val="00841CED"/>
    <w:rsid w:val="00841E71"/>
    <w:rsid w:val="00842A36"/>
    <w:rsid w:val="00842EE3"/>
    <w:rsid w:val="00843027"/>
    <w:rsid w:val="0084316A"/>
    <w:rsid w:val="0084452A"/>
    <w:rsid w:val="00844572"/>
    <w:rsid w:val="00844901"/>
    <w:rsid w:val="00844C7C"/>
    <w:rsid w:val="0084544F"/>
    <w:rsid w:val="008457F6"/>
    <w:rsid w:val="00846952"/>
    <w:rsid w:val="00846D0E"/>
    <w:rsid w:val="00847B32"/>
    <w:rsid w:val="00847C36"/>
    <w:rsid w:val="00850C24"/>
    <w:rsid w:val="00851111"/>
    <w:rsid w:val="008514CF"/>
    <w:rsid w:val="00852058"/>
    <w:rsid w:val="00852481"/>
    <w:rsid w:val="0085249C"/>
    <w:rsid w:val="008524CA"/>
    <w:rsid w:val="00852512"/>
    <w:rsid w:val="00852682"/>
    <w:rsid w:val="00852EF5"/>
    <w:rsid w:val="008536D7"/>
    <w:rsid w:val="00853933"/>
    <w:rsid w:val="0085461F"/>
    <w:rsid w:val="008546C7"/>
    <w:rsid w:val="00854D45"/>
    <w:rsid w:val="008557B9"/>
    <w:rsid w:val="00855D73"/>
    <w:rsid w:val="00855FDB"/>
    <w:rsid w:val="008572C3"/>
    <w:rsid w:val="008573E9"/>
    <w:rsid w:val="00857400"/>
    <w:rsid w:val="008577E4"/>
    <w:rsid w:val="00857EE5"/>
    <w:rsid w:val="008610A1"/>
    <w:rsid w:val="008611F8"/>
    <w:rsid w:val="008615AB"/>
    <w:rsid w:val="008618AD"/>
    <w:rsid w:val="00862205"/>
    <w:rsid w:val="00862399"/>
    <w:rsid w:val="0086276F"/>
    <w:rsid w:val="00862972"/>
    <w:rsid w:val="00862CA1"/>
    <w:rsid w:val="00863A63"/>
    <w:rsid w:val="00863CF3"/>
    <w:rsid w:val="008643CB"/>
    <w:rsid w:val="00864533"/>
    <w:rsid w:val="008647DB"/>
    <w:rsid w:val="00864ED9"/>
    <w:rsid w:val="00865035"/>
    <w:rsid w:val="008650AE"/>
    <w:rsid w:val="0086522E"/>
    <w:rsid w:val="00865693"/>
    <w:rsid w:val="008666C1"/>
    <w:rsid w:val="00866FA7"/>
    <w:rsid w:val="00867496"/>
    <w:rsid w:val="008679B5"/>
    <w:rsid w:val="00867C8F"/>
    <w:rsid w:val="0087006D"/>
    <w:rsid w:val="00872528"/>
    <w:rsid w:val="00872698"/>
    <w:rsid w:val="0087317C"/>
    <w:rsid w:val="00874575"/>
    <w:rsid w:val="00874CDB"/>
    <w:rsid w:val="0087565C"/>
    <w:rsid w:val="00876BD1"/>
    <w:rsid w:val="008770DE"/>
    <w:rsid w:val="008772B9"/>
    <w:rsid w:val="008772F1"/>
    <w:rsid w:val="00877455"/>
    <w:rsid w:val="008778A0"/>
    <w:rsid w:val="008809D8"/>
    <w:rsid w:val="00880C8E"/>
    <w:rsid w:val="00881870"/>
    <w:rsid w:val="00881CC8"/>
    <w:rsid w:val="008821ED"/>
    <w:rsid w:val="00882EA7"/>
    <w:rsid w:val="00882FEA"/>
    <w:rsid w:val="008839DD"/>
    <w:rsid w:val="008847C7"/>
    <w:rsid w:val="008852E0"/>
    <w:rsid w:val="00885526"/>
    <w:rsid w:val="008857A8"/>
    <w:rsid w:val="00885826"/>
    <w:rsid w:val="00885E16"/>
    <w:rsid w:val="008878F9"/>
    <w:rsid w:val="00890009"/>
    <w:rsid w:val="00890B13"/>
    <w:rsid w:val="008935B3"/>
    <w:rsid w:val="008946DD"/>
    <w:rsid w:val="00895140"/>
    <w:rsid w:val="00896E15"/>
    <w:rsid w:val="00897EA8"/>
    <w:rsid w:val="008A05D0"/>
    <w:rsid w:val="008A06F2"/>
    <w:rsid w:val="008A1381"/>
    <w:rsid w:val="008A19E0"/>
    <w:rsid w:val="008A25FF"/>
    <w:rsid w:val="008A270A"/>
    <w:rsid w:val="008A33BB"/>
    <w:rsid w:val="008A39D8"/>
    <w:rsid w:val="008A3FDF"/>
    <w:rsid w:val="008A41DB"/>
    <w:rsid w:val="008A45AA"/>
    <w:rsid w:val="008A46FF"/>
    <w:rsid w:val="008A48A1"/>
    <w:rsid w:val="008A5037"/>
    <w:rsid w:val="008A513C"/>
    <w:rsid w:val="008A5BD1"/>
    <w:rsid w:val="008A5C28"/>
    <w:rsid w:val="008A61A2"/>
    <w:rsid w:val="008A7FEF"/>
    <w:rsid w:val="008B027C"/>
    <w:rsid w:val="008B07F9"/>
    <w:rsid w:val="008B1D6E"/>
    <w:rsid w:val="008B1F61"/>
    <w:rsid w:val="008B2658"/>
    <w:rsid w:val="008B37B0"/>
    <w:rsid w:val="008B3959"/>
    <w:rsid w:val="008B3BBC"/>
    <w:rsid w:val="008B43ED"/>
    <w:rsid w:val="008B5EC2"/>
    <w:rsid w:val="008B5FE6"/>
    <w:rsid w:val="008B6AE6"/>
    <w:rsid w:val="008B7E62"/>
    <w:rsid w:val="008C002B"/>
    <w:rsid w:val="008C01FF"/>
    <w:rsid w:val="008C045E"/>
    <w:rsid w:val="008C0568"/>
    <w:rsid w:val="008C0977"/>
    <w:rsid w:val="008C0BA3"/>
    <w:rsid w:val="008C0CA4"/>
    <w:rsid w:val="008C0ED2"/>
    <w:rsid w:val="008C1C11"/>
    <w:rsid w:val="008C21C9"/>
    <w:rsid w:val="008C273D"/>
    <w:rsid w:val="008C285C"/>
    <w:rsid w:val="008C2B2E"/>
    <w:rsid w:val="008C300A"/>
    <w:rsid w:val="008C304C"/>
    <w:rsid w:val="008C3080"/>
    <w:rsid w:val="008C37A2"/>
    <w:rsid w:val="008C3B95"/>
    <w:rsid w:val="008C3E5D"/>
    <w:rsid w:val="008C460F"/>
    <w:rsid w:val="008C4AEC"/>
    <w:rsid w:val="008C4E57"/>
    <w:rsid w:val="008C570C"/>
    <w:rsid w:val="008C5756"/>
    <w:rsid w:val="008C5B38"/>
    <w:rsid w:val="008C632B"/>
    <w:rsid w:val="008C63B8"/>
    <w:rsid w:val="008C7A40"/>
    <w:rsid w:val="008C7C1E"/>
    <w:rsid w:val="008D0224"/>
    <w:rsid w:val="008D136A"/>
    <w:rsid w:val="008D1621"/>
    <w:rsid w:val="008D1D7B"/>
    <w:rsid w:val="008D2519"/>
    <w:rsid w:val="008D291E"/>
    <w:rsid w:val="008D2B6D"/>
    <w:rsid w:val="008D3023"/>
    <w:rsid w:val="008D3B00"/>
    <w:rsid w:val="008D3B85"/>
    <w:rsid w:val="008D43B3"/>
    <w:rsid w:val="008D4A1C"/>
    <w:rsid w:val="008D5285"/>
    <w:rsid w:val="008D609D"/>
    <w:rsid w:val="008D68C0"/>
    <w:rsid w:val="008D77FF"/>
    <w:rsid w:val="008D7917"/>
    <w:rsid w:val="008E0334"/>
    <w:rsid w:val="008E09B3"/>
    <w:rsid w:val="008E16C3"/>
    <w:rsid w:val="008E1E48"/>
    <w:rsid w:val="008E2BB7"/>
    <w:rsid w:val="008E344F"/>
    <w:rsid w:val="008E35AC"/>
    <w:rsid w:val="008E3BDF"/>
    <w:rsid w:val="008E41B5"/>
    <w:rsid w:val="008E4ECD"/>
    <w:rsid w:val="008E523A"/>
    <w:rsid w:val="008E5512"/>
    <w:rsid w:val="008E5E30"/>
    <w:rsid w:val="008E5F54"/>
    <w:rsid w:val="008E7586"/>
    <w:rsid w:val="008F0751"/>
    <w:rsid w:val="008F1361"/>
    <w:rsid w:val="008F1CD7"/>
    <w:rsid w:val="008F24DE"/>
    <w:rsid w:val="008F293E"/>
    <w:rsid w:val="008F2F22"/>
    <w:rsid w:val="008F3972"/>
    <w:rsid w:val="008F46F9"/>
    <w:rsid w:val="008F55BE"/>
    <w:rsid w:val="008F5F6A"/>
    <w:rsid w:val="008F6479"/>
    <w:rsid w:val="008F7DED"/>
    <w:rsid w:val="00900DC6"/>
    <w:rsid w:val="00900F98"/>
    <w:rsid w:val="00901029"/>
    <w:rsid w:val="00901523"/>
    <w:rsid w:val="00901627"/>
    <w:rsid w:val="009016BD"/>
    <w:rsid w:val="00901D32"/>
    <w:rsid w:val="00902257"/>
    <w:rsid w:val="00902AB2"/>
    <w:rsid w:val="009034B5"/>
    <w:rsid w:val="00904127"/>
    <w:rsid w:val="00904A7C"/>
    <w:rsid w:val="00904DF9"/>
    <w:rsid w:val="009051F0"/>
    <w:rsid w:val="009053FA"/>
    <w:rsid w:val="00905447"/>
    <w:rsid w:val="0090554A"/>
    <w:rsid w:val="0090591E"/>
    <w:rsid w:val="00907384"/>
    <w:rsid w:val="00910208"/>
    <w:rsid w:val="00910D64"/>
    <w:rsid w:val="009124F4"/>
    <w:rsid w:val="00912563"/>
    <w:rsid w:val="00912B0E"/>
    <w:rsid w:val="0091372D"/>
    <w:rsid w:val="00913AAA"/>
    <w:rsid w:val="009141BB"/>
    <w:rsid w:val="009146BF"/>
    <w:rsid w:val="00917C71"/>
    <w:rsid w:val="00917C7C"/>
    <w:rsid w:val="0092065B"/>
    <w:rsid w:val="00920E80"/>
    <w:rsid w:val="0092146D"/>
    <w:rsid w:val="00921F63"/>
    <w:rsid w:val="0092211F"/>
    <w:rsid w:val="00922A7E"/>
    <w:rsid w:val="00922F59"/>
    <w:rsid w:val="0092376E"/>
    <w:rsid w:val="0092394E"/>
    <w:rsid w:val="00923A40"/>
    <w:rsid w:val="00924395"/>
    <w:rsid w:val="009245CD"/>
    <w:rsid w:val="0092557F"/>
    <w:rsid w:val="00925DE0"/>
    <w:rsid w:val="00926AA7"/>
    <w:rsid w:val="00927EF2"/>
    <w:rsid w:val="00930801"/>
    <w:rsid w:val="00931067"/>
    <w:rsid w:val="00931286"/>
    <w:rsid w:val="00931D23"/>
    <w:rsid w:val="009324AA"/>
    <w:rsid w:val="009326E3"/>
    <w:rsid w:val="00932CA4"/>
    <w:rsid w:val="00932DD7"/>
    <w:rsid w:val="0093347A"/>
    <w:rsid w:val="0093357B"/>
    <w:rsid w:val="009337B3"/>
    <w:rsid w:val="009343F2"/>
    <w:rsid w:val="00934565"/>
    <w:rsid w:val="009350FA"/>
    <w:rsid w:val="00935647"/>
    <w:rsid w:val="00935761"/>
    <w:rsid w:val="009358EB"/>
    <w:rsid w:val="009366BD"/>
    <w:rsid w:val="00937B95"/>
    <w:rsid w:val="0094028F"/>
    <w:rsid w:val="0094052D"/>
    <w:rsid w:val="009405BB"/>
    <w:rsid w:val="0094068B"/>
    <w:rsid w:val="009408D4"/>
    <w:rsid w:val="00941BF0"/>
    <w:rsid w:val="00942231"/>
    <w:rsid w:val="0094260E"/>
    <w:rsid w:val="0094263B"/>
    <w:rsid w:val="00942C59"/>
    <w:rsid w:val="00942DB2"/>
    <w:rsid w:val="00943074"/>
    <w:rsid w:val="00943268"/>
    <w:rsid w:val="009432E6"/>
    <w:rsid w:val="00943A15"/>
    <w:rsid w:val="0094416E"/>
    <w:rsid w:val="0094429F"/>
    <w:rsid w:val="009468D4"/>
    <w:rsid w:val="00946A34"/>
    <w:rsid w:val="00947DED"/>
    <w:rsid w:val="009508B2"/>
    <w:rsid w:val="00950A1F"/>
    <w:rsid w:val="00950CDD"/>
    <w:rsid w:val="0095129B"/>
    <w:rsid w:val="009515B3"/>
    <w:rsid w:val="0095167F"/>
    <w:rsid w:val="00951A2A"/>
    <w:rsid w:val="00951BAB"/>
    <w:rsid w:val="00951C3F"/>
    <w:rsid w:val="00952157"/>
    <w:rsid w:val="00952C2E"/>
    <w:rsid w:val="00953102"/>
    <w:rsid w:val="009533DA"/>
    <w:rsid w:val="00953E0C"/>
    <w:rsid w:val="009545B2"/>
    <w:rsid w:val="00954856"/>
    <w:rsid w:val="00954BEC"/>
    <w:rsid w:val="00955524"/>
    <w:rsid w:val="00956374"/>
    <w:rsid w:val="00956BFA"/>
    <w:rsid w:val="00957120"/>
    <w:rsid w:val="009572BD"/>
    <w:rsid w:val="009573C2"/>
    <w:rsid w:val="00957410"/>
    <w:rsid w:val="009576B9"/>
    <w:rsid w:val="00957B8C"/>
    <w:rsid w:val="00960C04"/>
    <w:rsid w:val="00960D74"/>
    <w:rsid w:val="009611D9"/>
    <w:rsid w:val="00962B4A"/>
    <w:rsid w:val="00962DDA"/>
    <w:rsid w:val="00962F48"/>
    <w:rsid w:val="009633AC"/>
    <w:rsid w:val="00964543"/>
    <w:rsid w:val="0096472D"/>
    <w:rsid w:val="009656C6"/>
    <w:rsid w:val="009656F3"/>
    <w:rsid w:val="00965BCC"/>
    <w:rsid w:val="009667D4"/>
    <w:rsid w:val="0096764D"/>
    <w:rsid w:val="00967A28"/>
    <w:rsid w:val="00967BEA"/>
    <w:rsid w:val="0097124D"/>
    <w:rsid w:val="0097189C"/>
    <w:rsid w:val="00972368"/>
    <w:rsid w:val="00972EFE"/>
    <w:rsid w:val="00974556"/>
    <w:rsid w:val="009760F7"/>
    <w:rsid w:val="00976152"/>
    <w:rsid w:val="00976EA8"/>
    <w:rsid w:val="00980191"/>
    <w:rsid w:val="00980621"/>
    <w:rsid w:val="00980A5C"/>
    <w:rsid w:val="00980F7D"/>
    <w:rsid w:val="0098228E"/>
    <w:rsid w:val="009828B4"/>
    <w:rsid w:val="00982B50"/>
    <w:rsid w:val="00983B21"/>
    <w:rsid w:val="00983C4B"/>
    <w:rsid w:val="00983E1C"/>
    <w:rsid w:val="00984A42"/>
    <w:rsid w:val="00985494"/>
    <w:rsid w:val="00985736"/>
    <w:rsid w:val="00985BC6"/>
    <w:rsid w:val="00986093"/>
    <w:rsid w:val="009867EB"/>
    <w:rsid w:val="00986BAF"/>
    <w:rsid w:val="00986E82"/>
    <w:rsid w:val="009878C1"/>
    <w:rsid w:val="00987BA8"/>
    <w:rsid w:val="00990523"/>
    <w:rsid w:val="0099060F"/>
    <w:rsid w:val="009907AF"/>
    <w:rsid w:val="00990A98"/>
    <w:rsid w:val="009919D9"/>
    <w:rsid w:val="009933A3"/>
    <w:rsid w:val="00993CBF"/>
    <w:rsid w:val="0099534D"/>
    <w:rsid w:val="00995C4C"/>
    <w:rsid w:val="00996032"/>
    <w:rsid w:val="009960E4"/>
    <w:rsid w:val="00996552"/>
    <w:rsid w:val="00997CCD"/>
    <w:rsid w:val="009A07F9"/>
    <w:rsid w:val="009A0DF3"/>
    <w:rsid w:val="009A263B"/>
    <w:rsid w:val="009A2960"/>
    <w:rsid w:val="009A3944"/>
    <w:rsid w:val="009A6389"/>
    <w:rsid w:val="009A6DBD"/>
    <w:rsid w:val="009A727E"/>
    <w:rsid w:val="009A78AD"/>
    <w:rsid w:val="009A7FB9"/>
    <w:rsid w:val="009B089A"/>
    <w:rsid w:val="009B097A"/>
    <w:rsid w:val="009B1510"/>
    <w:rsid w:val="009B161F"/>
    <w:rsid w:val="009B1D30"/>
    <w:rsid w:val="009B1D84"/>
    <w:rsid w:val="009B1E2D"/>
    <w:rsid w:val="009B26B3"/>
    <w:rsid w:val="009B29B2"/>
    <w:rsid w:val="009B2DC9"/>
    <w:rsid w:val="009B2FD6"/>
    <w:rsid w:val="009B4172"/>
    <w:rsid w:val="009B4DCF"/>
    <w:rsid w:val="009B641D"/>
    <w:rsid w:val="009B6C17"/>
    <w:rsid w:val="009B756F"/>
    <w:rsid w:val="009B7C2D"/>
    <w:rsid w:val="009B7CAB"/>
    <w:rsid w:val="009B7EF7"/>
    <w:rsid w:val="009C01DA"/>
    <w:rsid w:val="009C1024"/>
    <w:rsid w:val="009C1B0C"/>
    <w:rsid w:val="009C1D52"/>
    <w:rsid w:val="009C2134"/>
    <w:rsid w:val="009C2448"/>
    <w:rsid w:val="009C36B8"/>
    <w:rsid w:val="009C3B4A"/>
    <w:rsid w:val="009C44F0"/>
    <w:rsid w:val="009C45F4"/>
    <w:rsid w:val="009C4AA4"/>
    <w:rsid w:val="009C4B80"/>
    <w:rsid w:val="009C4CD0"/>
    <w:rsid w:val="009C6DFF"/>
    <w:rsid w:val="009C7E91"/>
    <w:rsid w:val="009D017A"/>
    <w:rsid w:val="009D0351"/>
    <w:rsid w:val="009D09F0"/>
    <w:rsid w:val="009D0B32"/>
    <w:rsid w:val="009D247C"/>
    <w:rsid w:val="009D276E"/>
    <w:rsid w:val="009D2FD3"/>
    <w:rsid w:val="009D33A6"/>
    <w:rsid w:val="009D5D65"/>
    <w:rsid w:val="009E02E9"/>
    <w:rsid w:val="009E0517"/>
    <w:rsid w:val="009E0AF1"/>
    <w:rsid w:val="009E1735"/>
    <w:rsid w:val="009E1BB3"/>
    <w:rsid w:val="009E1C8F"/>
    <w:rsid w:val="009E2329"/>
    <w:rsid w:val="009E28E0"/>
    <w:rsid w:val="009E2F5C"/>
    <w:rsid w:val="009E3F14"/>
    <w:rsid w:val="009E4742"/>
    <w:rsid w:val="009E4929"/>
    <w:rsid w:val="009E55C2"/>
    <w:rsid w:val="009E5BEA"/>
    <w:rsid w:val="009E6248"/>
    <w:rsid w:val="009E66E7"/>
    <w:rsid w:val="009E6DBD"/>
    <w:rsid w:val="009E746F"/>
    <w:rsid w:val="009F01D0"/>
    <w:rsid w:val="009F1403"/>
    <w:rsid w:val="009F218E"/>
    <w:rsid w:val="009F22B6"/>
    <w:rsid w:val="009F2637"/>
    <w:rsid w:val="009F3473"/>
    <w:rsid w:val="009F3EE0"/>
    <w:rsid w:val="009F4400"/>
    <w:rsid w:val="009F5723"/>
    <w:rsid w:val="009F5B23"/>
    <w:rsid w:val="009F5C9B"/>
    <w:rsid w:val="009F5E53"/>
    <w:rsid w:val="009F6062"/>
    <w:rsid w:val="009F6505"/>
    <w:rsid w:val="009F66F0"/>
    <w:rsid w:val="009F7818"/>
    <w:rsid w:val="009F7C2B"/>
    <w:rsid w:val="00A003BE"/>
    <w:rsid w:val="00A00410"/>
    <w:rsid w:val="00A006A6"/>
    <w:rsid w:val="00A009F0"/>
    <w:rsid w:val="00A00D7F"/>
    <w:rsid w:val="00A01827"/>
    <w:rsid w:val="00A038E4"/>
    <w:rsid w:val="00A03C7B"/>
    <w:rsid w:val="00A0446F"/>
    <w:rsid w:val="00A049EB"/>
    <w:rsid w:val="00A04CBA"/>
    <w:rsid w:val="00A061A4"/>
    <w:rsid w:val="00A06ECF"/>
    <w:rsid w:val="00A077C1"/>
    <w:rsid w:val="00A07A4C"/>
    <w:rsid w:val="00A07E6A"/>
    <w:rsid w:val="00A1057A"/>
    <w:rsid w:val="00A10B47"/>
    <w:rsid w:val="00A11582"/>
    <w:rsid w:val="00A119D8"/>
    <w:rsid w:val="00A12609"/>
    <w:rsid w:val="00A12DD5"/>
    <w:rsid w:val="00A12F80"/>
    <w:rsid w:val="00A13C62"/>
    <w:rsid w:val="00A13E2C"/>
    <w:rsid w:val="00A13FB6"/>
    <w:rsid w:val="00A145A1"/>
    <w:rsid w:val="00A1474F"/>
    <w:rsid w:val="00A14A4E"/>
    <w:rsid w:val="00A14E9E"/>
    <w:rsid w:val="00A163C6"/>
    <w:rsid w:val="00A1657D"/>
    <w:rsid w:val="00A16B2F"/>
    <w:rsid w:val="00A17989"/>
    <w:rsid w:val="00A20F1C"/>
    <w:rsid w:val="00A218E4"/>
    <w:rsid w:val="00A21BA1"/>
    <w:rsid w:val="00A2214A"/>
    <w:rsid w:val="00A22825"/>
    <w:rsid w:val="00A22875"/>
    <w:rsid w:val="00A22DD3"/>
    <w:rsid w:val="00A23F7E"/>
    <w:rsid w:val="00A24B23"/>
    <w:rsid w:val="00A24D8B"/>
    <w:rsid w:val="00A24F35"/>
    <w:rsid w:val="00A25F6D"/>
    <w:rsid w:val="00A26859"/>
    <w:rsid w:val="00A26B81"/>
    <w:rsid w:val="00A26FC4"/>
    <w:rsid w:val="00A275BD"/>
    <w:rsid w:val="00A2770F"/>
    <w:rsid w:val="00A27720"/>
    <w:rsid w:val="00A278A5"/>
    <w:rsid w:val="00A27CE6"/>
    <w:rsid w:val="00A27E49"/>
    <w:rsid w:val="00A30D7A"/>
    <w:rsid w:val="00A3126E"/>
    <w:rsid w:val="00A31B16"/>
    <w:rsid w:val="00A33080"/>
    <w:rsid w:val="00A3329C"/>
    <w:rsid w:val="00A332A6"/>
    <w:rsid w:val="00A3334F"/>
    <w:rsid w:val="00A33652"/>
    <w:rsid w:val="00A34591"/>
    <w:rsid w:val="00A34A48"/>
    <w:rsid w:val="00A34A5B"/>
    <w:rsid w:val="00A34AC2"/>
    <w:rsid w:val="00A34EDB"/>
    <w:rsid w:val="00A35A86"/>
    <w:rsid w:val="00A35CD1"/>
    <w:rsid w:val="00A36264"/>
    <w:rsid w:val="00A36532"/>
    <w:rsid w:val="00A36C75"/>
    <w:rsid w:val="00A36CDE"/>
    <w:rsid w:val="00A36FD6"/>
    <w:rsid w:val="00A371A8"/>
    <w:rsid w:val="00A37215"/>
    <w:rsid w:val="00A41B17"/>
    <w:rsid w:val="00A41F0B"/>
    <w:rsid w:val="00A4290A"/>
    <w:rsid w:val="00A42973"/>
    <w:rsid w:val="00A44167"/>
    <w:rsid w:val="00A45325"/>
    <w:rsid w:val="00A464B9"/>
    <w:rsid w:val="00A468CF"/>
    <w:rsid w:val="00A46AC0"/>
    <w:rsid w:val="00A47133"/>
    <w:rsid w:val="00A4734A"/>
    <w:rsid w:val="00A47D5C"/>
    <w:rsid w:val="00A500C9"/>
    <w:rsid w:val="00A50779"/>
    <w:rsid w:val="00A5154F"/>
    <w:rsid w:val="00A51F59"/>
    <w:rsid w:val="00A524A6"/>
    <w:rsid w:val="00A52767"/>
    <w:rsid w:val="00A529AB"/>
    <w:rsid w:val="00A52A50"/>
    <w:rsid w:val="00A52F47"/>
    <w:rsid w:val="00A542ED"/>
    <w:rsid w:val="00A55BF4"/>
    <w:rsid w:val="00A55EFC"/>
    <w:rsid w:val="00A57294"/>
    <w:rsid w:val="00A609E4"/>
    <w:rsid w:val="00A60FFA"/>
    <w:rsid w:val="00A6127C"/>
    <w:rsid w:val="00A620D0"/>
    <w:rsid w:val="00A62919"/>
    <w:rsid w:val="00A63404"/>
    <w:rsid w:val="00A645F0"/>
    <w:rsid w:val="00A65643"/>
    <w:rsid w:val="00A66664"/>
    <w:rsid w:val="00A6678E"/>
    <w:rsid w:val="00A66B41"/>
    <w:rsid w:val="00A66D46"/>
    <w:rsid w:val="00A66D51"/>
    <w:rsid w:val="00A6724E"/>
    <w:rsid w:val="00A67567"/>
    <w:rsid w:val="00A67F9C"/>
    <w:rsid w:val="00A70510"/>
    <w:rsid w:val="00A709B7"/>
    <w:rsid w:val="00A71926"/>
    <w:rsid w:val="00A71A70"/>
    <w:rsid w:val="00A720EC"/>
    <w:rsid w:val="00A728AD"/>
    <w:rsid w:val="00A72AC9"/>
    <w:rsid w:val="00A732A8"/>
    <w:rsid w:val="00A73D9B"/>
    <w:rsid w:val="00A73E91"/>
    <w:rsid w:val="00A7779A"/>
    <w:rsid w:val="00A77A9D"/>
    <w:rsid w:val="00A77AB8"/>
    <w:rsid w:val="00A77CA3"/>
    <w:rsid w:val="00A77CB7"/>
    <w:rsid w:val="00A82630"/>
    <w:rsid w:val="00A83170"/>
    <w:rsid w:val="00A8327E"/>
    <w:rsid w:val="00A837E5"/>
    <w:rsid w:val="00A83920"/>
    <w:rsid w:val="00A83977"/>
    <w:rsid w:val="00A83A4D"/>
    <w:rsid w:val="00A83FA0"/>
    <w:rsid w:val="00A84071"/>
    <w:rsid w:val="00A84644"/>
    <w:rsid w:val="00A850B4"/>
    <w:rsid w:val="00A850F8"/>
    <w:rsid w:val="00A85A28"/>
    <w:rsid w:val="00A85C97"/>
    <w:rsid w:val="00A86169"/>
    <w:rsid w:val="00A86429"/>
    <w:rsid w:val="00A86701"/>
    <w:rsid w:val="00A86CCE"/>
    <w:rsid w:val="00A86E1E"/>
    <w:rsid w:val="00A86EAF"/>
    <w:rsid w:val="00A870B3"/>
    <w:rsid w:val="00A9007A"/>
    <w:rsid w:val="00A90686"/>
    <w:rsid w:val="00A90D29"/>
    <w:rsid w:val="00A9160C"/>
    <w:rsid w:val="00A91F87"/>
    <w:rsid w:val="00A9202D"/>
    <w:rsid w:val="00A929CB"/>
    <w:rsid w:val="00A92AA7"/>
    <w:rsid w:val="00A9426D"/>
    <w:rsid w:val="00A942D4"/>
    <w:rsid w:val="00A944BC"/>
    <w:rsid w:val="00A94993"/>
    <w:rsid w:val="00A95138"/>
    <w:rsid w:val="00A9571A"/>
    <w:rsid w:val="00A95DBA"/>
    <w:rsid w:val="00A95EF2"/>
    <w:rsid w:val="00A96D29"/>
    <w:rsid w:val="00A97954"/>
    <w:rsid w:val="00A97A48"/>
    <w:rsid w:val="00A97AFD"/>
    <w:rsid w:val="00A97D33"/>
    <w:rsid w:val="00AA0248"/>
    <w:rsid w:val="00AA039A"/>
    <w:rsid w:val="00AA0F9A"/>
    <w:rsid w:val="00AA175B"/>
    <w:rsid w:val="00AA21C4"/>
    <w:rsid w:val="00AA2533"/>
    <w:rsid w:val="00AA25BC"/>
    <w:rsid w:val="00AA29AF"/>
    <w:rsid w:val="00AA2CD0"/>
    <w:rsid w:val="00AA3639"/>
    <w:rsid w:val="00AA4250"/>
    <w:rsid w:val="00AA4428"/>
    <w:rsid w:val="00AA4A7F"/>
    <w:rsid w:val="00AA4C31"/>
    <w:rsid w:val="00AA6080"/>
    <w:rsid w:val="00AA61B1"/>
    <w:rsid w:val="00AA62BB"/>
    <w:rsid w:val="00AA6560"/>
    <w:rsid w:val="00AA693A"/>
    <w:rsid w:val="00AA6D01"/>
    <w:rsid w:val="00AA7288"/>
    <w:rsid w:val="00AA7BB1"/>
    <w:rsid w:val="00AB0495"/>
    <w:rsid w:val="00AB04F6"/>
    <w:rsid w:val="00AB056C"/>
    <w:rsid w:val="00AB07D1"/>
    <w:rsid w:val="00AB1124"/>
    <w:rsid w:val="00AB11CB"/>
    <w:rsid w:val="00AB1B48"/>
    <w:rsid w:val="00AB1ED5"/>
    <w:rsid w:val="00AB1F81"/>
    <w:rsid w:val="00AB2068"/>
    <w:rsid w:val="00AB234C"/>
    <w:rsid w:val="00AB28ED"/>
    <w:rsid w:val="00AB2C6E"/>
    <w:rsid w:val="00AB2FB2"/>
    <w:rsid w:val="00AB3188"/>
    <w:rsid w:val="00AB3607"/>
    <w:rsid w:val="00AB3638"/>
    <w:rsid w:val="00AB3671"/>
    <w:rsid w:val="00AB4D41"/>
    <w:rsid w:val="00AB5B70"/>
    <w:rsid w:val="00AB62F0"/>
    <w:rsid w:val="00AB66B9"/>
    <w:rsid w:val="00AB6F55"/>
    <w:rsid w:val="00AB748B"/>
    <w:rsid w:val="00AB7595"/>
    <w:rsid w:val="00AC16C6"/>
    <w:rsid w:val="00AC1899"/>
    <w:rsid w:val="00AC1E3E"/>
    <w:rsid w:val="00AC2C1E"/>
    <w:rsid w:val="00AC2D2F"/>
    <w:rsid w:val="00AC2DDD"/>
    <w:rsid w:val="00AC2E21"/>
    <w:rsid w:val="00AC38D6"/>
    <w:rsid w:val="00AC3AFC"/>
    <w:rsid w:val="00AC45D7"/>
    <w:rsid w:val="00AC462D"/>
    <w:rsid w:val="00AC46A5"/>
    <w:rsid w:val="00AC4E98"/>
    <w:rsid w:val="00AC515B"/>
    <w:rsid w:val="00AC5164"/>
    <w:rsid w:val="00AC51D9"/>
    <w:rsid w:val="00AC5874"/>
    <w:rsid w:val="00AC5F94"/>
    <w:rsid w:val="00AC741F"/>
    <w:rsid w:val="00AC7634"/>
    <w:rsid w:val="00AC7845"/>
    <w:rsid w:val="00AC7CEA"/>
    <w:rsid w:val="00AC7DD1"/>
    <w:rsid w:val="00AD02BD"/>
    <w:rsid w:val="00AD069D"/>
    <w:rsid w:val="00AD0AE4"/>
    <w:rsid w:val="00AD16FA"/>
    <w:rsid w:val="00AD19D2"/>
    <w:rsid w:val="00AD2075"/>
    <w:rsid w:val="00AD26D8"/>
    <w:rsid w:val="00AD33A0"/>
    <w:rsid w:val="00AD3A0E"/>
    <w:rsid w:val="00AD40E7"/>
    <w:rsid w:val="00AD4109"/>
    <w:rsid w:val="00AD426A"/>
    <w:rsid w:val="00AD42BD"/>
    <w:rsid w:val="00AD5051"/>
    <w:rsid w:val="00AD5183"/>
    <w:rsid w:val="00AD56A3"/>
    <w:rsid w:val="00AD5FE7"/>
    <w:rsid w:val="00AD774E"/>
    <w:rsid w:val="00AE057E"/>
    <w:rsid w:val="00AE0C97"/>
    <w:rsid w:val="00AE22F6"/>
    <w:rsid w:val="00AE3311"/>
    <w:rsid w:val="00AE38A4"/>
    <w:rsid w:val="00AE4B0B"/>
    <w:rsid w:val="00AE4BB5"/>
    <w:rsid w:val="00AE4CAF"/>
    <w:rsid w:val="00AE51C1"/>
    <w:rsid w:val="00AE52B3"/>
    <w:rsid w:val="00AE5DD1"/>
    <w:rsid w:val="00AE6569"/>
    <w:rsid w:val="00AE7122"/>
    <w:rsid w:val="00AE7423"/>
    <w:rsid w:val="00AF01DD"/>
    <w:rsid w:val="00AF0699"/>
    <w:rsid w:val="00AF0B90"/>
    <w:rsid w:val="00AF0EF2"/>
    <w:rsid w:val="00AF13C5"/>
    <w:rsid w:val="00AF145F"/>
    <w:rsid w:val="00AF1576"/>
    <w:rsid w:val="00AF1D15"/>
    <w:rsid w:val="00AF2642"/>
    <w:rsid w:val="00AF2875"/>
    <w:rsid w:val="00AF2B0E"/>
    <w:rsid w:val="00AF34E2"/>
    <w:rsid w:val="00AF36F2"/>
    <w:rsid w:val="00AF3FA0"/>
    <w:rsid w:val="00AF6D5E"/>
    <w:rsid w:val="00B000EA"/>
    <w:rsid w:val="00B02319"/>
    <w:rsid w:val="00B02BA7"/>
    <w:rsid w:val="00B03589"/>
    <w:rsid w:val="00B035CE"/>
    <w:rsid w:val="00B0420D"/>
    <w:rsid w:val="00B04583"/>
    <w:rsid w:val="00B05756"/>
    <w:rsid w:val="00B05B24"/>
    <w:rsid w:val="00B0615D"/>
    <w:rsid w:val="00B0772B"/>
    <w:rsid w:val="00B07D1E"/>
    <w:rsid w:val="00B10197"/>
    <w:rsid w:val="00B1021F"/>
    <w:rsid w:val="00B105DC"/>
    <w:rsid w:val="00B10639"/>
    <w:rsid w:val="00B1117E"/>
    <w:rsid w:val="00B11BAA"/>
    <w:rsid w:val="00B11D57"/>
    <w:rsid w:val="00B11E33"/>
    <w:rsid w:val="00B12037"/>
    <w:rsid w:val="00B126D1"/>
    <w:rsid w:val="00B13B4B"/>
    <w:rsid w:val="00B149B7"/>
    <w:rsid w:val="00B14BD7"/>
    <w:rsid w:val="00B15260"/>
    <w:rsid w:val="00B158A3"/>
    <w:rsid w:val="00B15C7D"/>
    <w:rsid w:val="00B15D0A"/>
    <w:rsid w:val="00B15E4B"/>
    <w:rsid w:val="00B16C20"/>
    <w:rsid w:val="00B17953"/>
    <w:rsid w:val="00B17D70"/>
    <w:rsid w:val="00B20927"/>
    <w:rsid w:val="00B20C96"/>
    <w:rsid w:val="00B21326"/>
    <w:rsid w:val="00B21DD3"/>
    <w:rsid w:val="00B22109"/>
    <w:rsid w:val="00B22145"/>
    <w:rsid w:val="00B228C7"/>
    <w:rsid w:val="00B23240"/>
    <w:rsid w:val="00B23F0C"/>
    <w:rsid w:val="00B242D0"/>
    <w:rsid w:val="00B24EEE"/>
    <w:rsid w:val="00B2514A"/>
    <w:rsid w:val="00B252D8"/>
    <w:rsid w:val="00B253B4"/>
    <w:rsid w:val="00B26624"/>
    <w:rsid w:val="00B26AEA"/>
    <w:rsid w:val="00B26FD8"/>
    <w:rsid w:val="00B273E8"/>
    <w:rsid w:val="00B274B8"/>
    <w:rsid w:val="00B27AAC"/>
    <w:rsid w:val="00B27AD5"/>
    <w:rsid w:val="00B30266"/>
    <w:rsid w:val="00B302F0"/>
    <w:rsid w:val="00B306EC"/>
    <w:rsid w:val="00B30921"/>
    <w:rsid w:val="00B315C0"/>
    <w:rsid w:val="00B31759"/>
    <w:rsid w:val="00B31D08"/>
    <w:rsid w:val="00B32023"/>
    <w:rsid w:val="00B323AC"/>
    <w:rsid w:val="00B32D53"/>
    <w:rsid w:val="00B33FAF"/>
    <w:rsid w:val="00B34301"/>
    <w:rsid w:val="00B347FB"/>
    <w:rsid w:val="00B356D6"/>
    <w:rsid w:val="00B36481"/>
    <w:rsid w:val="00B36DFE"/>
    <w:rsid w:val="00B36EC1"/>
    <w:rsid w:val="00B374AE"/>
    <w:rsid w:val="00B377B4"/>
    <w:rsid w:val="00B37D7A"/>
    <w:rsid w:val="00B40583"/>
    <w:rsid w:val="00B410AA"/>
    <w:rsid w:val="00B413BB"/>
    <w:rsid w:val="00B4146E"/>
    <w:rsid w:val="00B4175C"/>
    <w:rsid w:val="00B41CDB"/>
    <w:rsid w:val="00B41E30"/>
    <w:rsid w:val="00B42117"/>
    <w:rsid w:val="00B422A7"/>
    <w:rsid w:val="00B42C49"/>
    <w:rsid w:val="00B42C55"/>
    <w:rsid w:val="00B431F4"/>
    <w:rsid w:val="00B443EC"/>
    <w:rsid w:val="00B44544"/>
    <w:rsid w:val="00B449A5"/>
    <w:rsid w:val="00B44F11"/>
    <w:rsid w:val="00B4523A"/>
    <w:rsid w:val="00B46AA6"/>
    <w:rsid w:val="00B5009B"/>
    <w:rsid w:val="00B503E6"/>
    <w:rsid w:val="00B504A0"/>
    <w:rsid w:val="00B50756"/>
    <w:rsid w:val="00B5087B"/>
    <w:rsid w:val="00B50A91"/>
    <w:rsid w:val="00B5197D"/>
    <w:rsid w:val="00B519A1"/>
    <w:rsid w:val="00B51B05"/>
    <w:rsid w:val="00B51EEF"/>
    <w:rsid w:val="00B52170"/>
    <w:rsid w:val="00B522B0"/>
    <w:rsid w:val="00B527A2"/>
    <w:rsid w:val="00B52D84"/>
    <w:rsid w:val="00B5311A"/>
    <w:rsid w:val="00B5313C"/>
    <w:rsid w:val="00B53726"/>
    <w:rsid w:val="00B5387E"/>
    <w:rsid w:val="00B541C4"/>
    <w:rsid w:val="00B54D4C"/>
    <w:rsid w:val="00B5601A"/>
    <w:rsid w:val="00B563DD"/>
    <w:rsid w:val="00B57758"/>
    <w:rsid w:val="00B57A6D"/>
    <w:rsid w:val="00B61081"/>
    <w:rsid w:val="00B611ED"/>
    <w:rsid w:val="00B61A4F"/>
    <w:rsid w:val="00B61C1E"/>
    <w:rsid w:val="00B61D1C"/>
    <w:rsid w:val="00B62581"/>
    <w:rsid w:val="00B62669"/>
    <w:rsid w:val="00B6300B"/>
    <w:rsid w:val="00B63386"/>
    <w:rsid w:val="00B6379F"/>
    <w:rsid w:val="00B63D00"/>
    <w:rsid w:val="00B641CB"/>
    <w:rsid w:val="00B645DB"/>
    <w:rsid w:val="00B660A6"/>
    <w:rsid w:val="00B67E3D"/>
    <w:rsid w:val="00B71392"/>
    <w:rsid w:val="00B7208A"/>
    <w:rsid w:val="00B72AF8"/>
    <w:rsid w:val="00B731FA"/>
    <w:rsid w:val="00B7361F"/>
    <w:rsid w:val="00B7382E"/>
    <w:rsid w:val="00B73CC2"/>
    <w:rsid w:val="00B74467"/>
    <w:rsid w:val="00B75382"/>
    <w:rsid w:val="00B757EC"/>
    <w:rsid w:val="00B761D2"/>
    <w:rsid w:val="00B762D0"/>
    <w:rsid w:val="00B76390"/>
    <w:rsid w:val="00B766FA"/>
    <w:rsid w:val="00B76A1E"/>
    <w:rsid w:val="00B76ACE"/>
    <w:rsid w:val="00B76CD8"/>
    <w:rsid w:val="00B76D12"/>
    <w:rsid w:val="00B77235"/>
    <w:rsid w:val="00B77773"/>
    <w:rsid w:val="00B77800"/>
    <w:rsid w:val="00B80387"/>
    <w:rsid w:val="00B8068E"/>
    <w:rsid w:val="00B8077C"/>
    <w:rsid w:val="00B80B2E"/>
    <w:rsid w:val="00B810CF"/>
    <w:rsid w:val="00B81877"/>
    <w:rsid w:val="00B81D86"/>
    <w:rsid w:val="00B82334"/>
    <w:rsid w:val="00B82F33"/>
    <w:rsid w:val="00B83155"/>
    <w:rsid w:val="00B837F7"/>
    <w:rsid w:val="00B83EEE"/>
    <w:rsid w:val="00B840FD"/>
    <w:rsid w:val="00B8459B"/>
    <w:rsid w:val="00B84B60"/>
    <w:rsid w:val="00B859E4"/>
    <w:rsid w:val="00B85CED"/>
    <w:rsid w:val="00B860CE"/>
    <w:rsid w:val="00B87706"/>
    <w:rsid w:val="00B87F04"/>
    <w:rsid w:val="00B90051"/>
    <w:rsid w:val="00B9045B"/>
    <w:rsid w:val="00B912AA"/>
    <w:rsid w:val="00B9184D"/>
    <w:rsid w:val="00B924E5"/>
    <w:rsid w:val="00B926E0"/>
    <w:rsid w:val="00B928FF"/>
    <w:rsid w:val="00B92B02"/>
    <w:rsid w:val="00B93099"/>
    <w:rsid w:val="00B93AF9"/>
    <w:rsid w:val="00B94AB8"/>
    <w:rsid w:val="00B94E5A"/>
    <w:rsid w:val="00B950BF"/>
    <w:rsid w:val="00B9586C"/>
    <w:rsid w:val="00B96263"/>
    <w:rsid w:val="00B966B5"/>
    <w:rsid w:val="00B96D89"/>
    <w:rsid w:val="00B97008"/>
    <w:rsid w:val="00B97168"/>
    <w:rsid w:val="00B976B7"/>
    <w:rsid w:val="00B97D58"/>
    <w:rsid w:val="00BA02B5"/>
    <w:rsid w:val="00BA0F31"/>
    <w:rsid w:val="00BA109B"/>
    <w:rsid w:val="00BA10E7"/>
    <w:rsid w:val="00BA13F4"/>
    <w:rsid w:val="00BA1A32"/>
    <w:rsid w:val="00BA1A78"/>
    <w:rsid w:val="00BA23F7"/>
    <w:rsid w:val="00BA26E1"/>
    <w:rsid w:val="00BA2F6C"/>
    <w:rsid w:val="00BA33E8"/>
    <w:rsid w:val="00BA3F32"/>
    <w:rsid w:val="00BA41D5"/>
    <w:rsid w:val="00BA4DAB"/>
    <w:rsid w:val="00BA52FC"/>
    <w:rsid w:val="00BA5562"/>
    <w:rsid w:val="00BA5E0C"/>
    <w:rsid w:val="00BA6A99"/>
    <w:rsid w:val="00BA70A6"/>
    <w:rsid w:val="00BA7617"/>
    <w:rsid w:val="00BA7CB8"/>
    <w:rsid w:val="00BB0272"/>
    <w:rsid w:val="00BB2087"/>
    <w:rsid w:val="00BB23A2"/>
    <w:rsid w:val="00BB3079"/>
    <w:rsid w:val="00BB40D3"/>
    <w:rsid w:val="00BB5AD7"/>
    <w:rsid w:val="00BB61D6"/>
    <w:rsid w:val="00BB7702"/>
    <w:rsid w:val="00BB7F37"/>
    <w:rsid w:val="00BC020D"/>
    <w:rsid w:val="00BC0622"/>
    <w:rsid w:val="00BC0FA4"/>
    <w:rsid w:val="00BC1024"/>
    <w:rsid w:val="00BC1A50"/>
    <w:rsid w:val="00BC1B32"/>
    <w:rsid w:val="00BC22D2"/>
    <w:rsid w:val="00BC285F"/>
    <w:rsid w:val="00BC37FE"/>
    <w:rsid w:val="00BC3BA6"/>
    <w:rsid w:val="00BC4984"/>
    <w:rsid w:val="00BC4B88"/>
    <w:rsid w:val="00BC5772"/>
    <w:rsid w:val="00BC6377"/>
    <w:rsid w:val="00BC67ED"/>
    <w:rsid w:val="00BC69D7"/>
    <w:rsid w:val="00BC6B21"/>
    <w:rsid w:val="00BC6C2A"/>
    <w:rsid w:val="00BC7491"/>
    <w:rsid w:val="00BC75DB"/>
    <w:rsid w:val="00BD0238"/>
    <w:rsid w:val="00BD0A7D"/>
    <w:rsid w:val="00BD10B0"/>
    <w:rsid w:val="00BD1490"/>
    <w:rsid w:val="00BD16C9"/>
    <w:rsid w:val="00BD1A20"/>
    <w:rsid w:val="00BD1C03"/>
    <w:rsid w:val="00BD1C62"/>
    <w:rsid w:val="00BD39D2"/>
    <w:rsid w:val="00BD3BCB"/>
    <w:rsid w:val="00BD43C5"/>
    <w:rsid w:val="00BD5511"/>
    <w:rsid w:val="00BD5BA1"/>
    <w:rsid w:val="00BD5BCF"/>
    <w:rsid w:val="00BD6616"/>
    <w:rsid w:val="00BD674A"/>
    <w:rsid w:val="00BD6D82"/>
    <w:rsid w:val="00BD7124"/>
    <w:rsid w:val="00BD741A"/>
    <w:rsid w:val="00BD7BA9"/>
    <w:rsid w:val="00BE08D4"/>
    <w:rsid w:val="00BE18B7"/>
    <w:rsid w:val="00BE1CF9"/>
    <w:rsid w:val="00BE1DB1"/>
    <w:rsid w:val="00BE1E80"/>
    <w:rsid w:val="00BE25AF"/>
    <w:rsid w:val="00BE32D4"/>
    <w:rsid w:val="00BE4742"/>
    <w:rsid w:val="00BE4F72"/>
    <w:rsid w:val="00BE5505"/>
    <w:rsid w:val="00BE5A7A"/>
    <w:rsid w:val="00BE6829"/>
    <w:rsid w:val="00BE6EA5"/>
    <w:rsid w:val="00BE71BD"/>
    <w:rsid w:val="00BE7CCB"/>
    <w:rsid w:val="00BF0100"/>
    <w:rsid w:val="00BF04CD"/>
    <w:rsid w:val="00BF0739"/>
    <w:rsid w:val="00BF1731"/>
    <w:rsid w:val="00BF1F08"/>
    <w:rsid w:val="00BF2504"/>
    <w:rsid w:val="00BF30CF"/>
    <w:rsid w:val="00BF31B9"/>
    <w:rsid w:val="00BF37CC"/>
    <w:rsid w:val="00BF3B7E"/>
    <w:rsid w:val="00BF4595"/>
    <w:rsid w:val="00BF45C4"/>
    <w:rsid w:val="00BF4AE0"/>
    <w:rsid w:val="00BF4C3A"/>
    <w:rsid w:val="00BF570F"/>
    <w:rsid w:val="00BF64A9"/>
    <w:rsid w:val="00BF6634"/>
    <w:rsid w:val="00BF6E66"/>
    <w:rsid w:val="00BF741D"/>
    <w:rsid w:val="00BF77C0"/>
    <w:rsid w:val="00BF7951"/>
    <w:rsid w:val="00C00D2C"/>
    <w:rsid w:val="00C00DF1"/>
    <w:rsid w:val="00C016F0"/>
    <w:rsid w:val="00C01E15"/>
    <w:rsid w:val="00C021EC"/>
    <w:rsid w:val="00C022A5"/>
    <w:rsid w:val="00C02815"/>
    <w:rsid w:val="00C0319F"/>
    <w:rsid w:val="00C0329E"/>
    <w:rsid w:val="00C03D62"/>
    <w:rsid w:val="00C03E19"/>
    <w:rsid w:val="00C04442"/>
    <w:rsid w:val="00C0471E"/>
    <w:rsid w:val="00C04837"/>
    <w:rsid w:val="00C059BF"/>
    <w:rsid w:val="00C060AF"/>
    <w:rsid w:val="00C072FB"/>
    <w:rsid w:val="00C07C4C"/>
    <w:rsid w:val="00C106CD"/>
    <w:rsid w:val="00C10E11"/>
    <w:rsid w:val="00C10F9A"/>
    <w:rsid w:val="00C11C45"/>
    <w:rsid w:val="00C12125"/>
    <w:rsid w:val="00C1266C"/>
    <w:rsid w:val="00C12F47"/>
    <w:rsid w:val="00C13875"/>
    <w:rsid w:val="00C1417C"/>
    <w:rsid w:val="00C14302"/>
    <w:rsid w:val="00C147FF"/>
    <w:rsid w:val="00C154FA"/>
    <w:rsid w:val="00C15977"/>
    <w:rsid w:val="00C159C5"/>
    <w:rsid w:val="00C15BD0"/>
    <w:rsid w:val="00C15CFE"/>
    <w:rsid w:val="00C16ECE"/>
    <w:rsid w:val="00C17CCA"/>
    <w:rsid w:val="00C21B31"/>
    <w:rsid w:val="00C22E69"/>
    <w:rsid w:val="00C2385C"/>
    <w:rsid w:val="00C24119"/>
    <w:rsid w:val="00C2501F"/>
    <w:rsid w:val="00C26C2A"/>
    <w:rsid w:val="00C273CC"/>
    <w:rsid w:val="00C31374"/>
    <w:rsid w:val="00C3145F"/>
    <w:rsid w:val="00C31683"/>
    <w:rsid w:val="00C32011"/>
    <w:rsid w:val="00C3248A"/>
    <w:rsid w:val="00C32CE6"/>
    <w:rsid w:val="00C33096"/>
    <w:rsid w:val="00C3483F"/>
    <w:rsid w:val="00C352D9"/>
    <w:rsid w:val="00C3545A"/>
    <w:rsid w:val="00C366D9"/>
    <w:rsid w:val="00C36B9D"/>
    <w:rsid w:val="00C36C37"/>
    <w:rsid w:val="00C36DD7"/>
    <w:rsid w:val="00C36F90"/>
    <w:rsid w:val="00C3718B"/>
    <w:rsid w:val="00C37449"/>
    <w:rsid w:val="00C37C42"/>
    <w:rsid w:val="00C37DFA"/>
    <w:rsid w:val="00C4033E"/>
    <w:rsid w:val="00C409D8"/>
    <w:rsid w:val="00C414A8"/>
    <w:rsid w:val="00C417B2"/>
    <w:rsid w:val="00C41B82"/>
    <w:rsid w:val="00C41E0E"/>
    <w:rsid w:val="00C422E5"/>
    <w:rsid w:val="00C42482"/>
    <w:rsid w:val="00C426D7"/>
    <w:rsid w:val="00C42B55"/>
    <w:rsid w:val="00C43335"/>
    <w:rsid w:val="00C4391A"/>
    <w:rsid w:val="00C44170"/>
    <w:rsid w:val="00C4448C"/>
    <w:rsid w:val="00C44549"/>
    <w:rsid w:val="00C44A16"/>
    <w:rsid w:val="00C45081"/>
    <w:rsid w:val="00C4535D"/>
    <w:rsid w:val="00C45876"/>
    <w:rsid w:val="00C45CD5"/>
    <w:rsid w:val="00C47052"/>
    <w:rsid w:val="00C471AB"/>
    <w:rsid w:val="00C4731F"/>
    <w:rsid w:val="00C47F72"/>
    <w:rsid w:val="00C50907"/>
    <w:rsid w:val="00C50D50"/>
    <w:rsid w:val="00C50E8E"/>
    <w:rsid w:val="00C5198F"/>
    <w:rsid w:val="00C522DD"/>
    <w:rsid w:val="00C52A28"/>
    <w:rsid w:val="00C53184"/>
    <w:rsid w:val="00C5352F"/>
    <w:rsid w:val="00C53815"/>
    <w:rsid w:val="00C547EB"/>
    <w:rsid w:val="00C54BEA"/>
    <w:rsid w:val="00C54CEA"/>
    <w:rsid w:val="00C5606C"/>
    <w:rsid w:val="00C56423"/>
    <w:rsid w:val="00C567EC"/>
    <w:rsid w:val="00C57272"/>
    <w:rsid w:val="00C5735B"/>
    <w:rsid w:val="00C5766A"/>
    <w:rsid w:val="00C60820"/>
    <w:rsid w:val="00C60901"/>
    <w:rsid w:val="00C60B44"/>
    <w:rsid w:val="00C616D2"/>
    <w:rsid w:val="00C62247"/>
    <w:rsid w:val="00C62427"/>
    <w:rsid w:val="00C62756"/>
    <w:rsid w:val="00C62A81"/>
    <w:rsid w:val="00C62E2E"/>
    <w:rsid w:val="00C62E44"/>
    <w:rsid w:val="00C64156"/>
    <w:rsid w:val="00C6557D"/>
    <w:rsid w:val="00C658E6"/>
    <w:rsid w:val="00C659A5"/>
    <w:rsid w:val="00C65C4F"/>
    <w:rsid w:val="00C65E70"/>
    <w:rsid w:val="00C66776"/>
    <w:rsid w:val="00C67033"/>
    <w:rsid w:val="00C67570"/>
    <w:rsid w:val="00C701E2"/>
    <w:rsid w:val="00C707CF"/>
    <w:rsid w:val="00C709FB"/>
    <w:rsid w:val="00C70D74"/>
    <w:rsid w:val="00C726DD"/>
    <w:rsid w:val="00C72820"/>
    <w:rsid w:val="00C735E7"/>
    <w:rsid w:val="00C73ACC"/>
    <w:rsid w:val="00C73D7D"/>
    <w:rsid w:val="00C73DEF"/>
    <w:rsid w:val="00C7424B"/>
    <w:rsid w:val="00C74397"/>
    <w:rsid w:val="00C7468A"/>
    <w:rsid w:val="00C74C31"/>
    <w:rsid w:val="00C74C88"/>
    <w:rsid w:val="00C75194"/>
    <w:rsid w:val="00C75545"/>
    <w:rsid w:val="00C756DC"/>
    <w:rsid w:val="00C75AB1"/>
    <w:rsid w:val="00C76857"/>
    <w:rsid w:val="00C76C8A"/>
    <w:rsid w:val="00C77E6E"/>
    <w:rsid w:val="00C801B0"/>
    <w:rsid w:val="00C808A5"/>
    <w:rsid w:val="00C8266E"/>
    <w:rsid w:val="00C826DA"/>
    <w:rsid w:val="00C82C98"/>
    <w:rsid w:val="00C82E33"/>
    <w:rsid w:val="00C82EB6"/>
    <w:rsid w:val="00C830B8"/>
    <w:rsid w:val="00C830D3"/>
    <w:rsid w:val="00C832FA"/>
    <w:rsid w:val="00C83894"/>
    <w:rsid w:val="00C84CD7"/>
    <w:rsid w:val="00C8505A"/>
    <w:rsid w:val="00C85AA3"/>
    <w:rsid w:val="00C86CE7"/>
    <w:rsid w:val="00C86DD8"/>
    <w:rsid w:val="00C926A9"/>
    <w:rsid w:val="00C93B54"/>
    <w:rsid w:val="00C93F49"/>
    <w:rsid w:val="00C94412"/>
    <w:rsid w:val="00C951A2"/>
    <w:rsid w:val="00C9651A"/>
    <w:rsid w:val="00C96563"/>
    <w:rsid w:val="00C9693E"/>
    <w:rsid w:val="00C96A81"/>
    <w:rsid w:val="00C97690"/>
    <w:rsid w:val="00C97CF3"/>
    <w:rsid w:val="00CA05F6"/>
    <w:rsid w:val="00CA0628"/>
    <w:rsid w:val="00CA0E12"/>
    <w:rsid w:val="00CA13E5"/>
    <w:rsid w:val="00CA1539"/>
    <w:rsid w:val="00CA16EC"/>
    <w:rsid w:val="00CA1906"/>
    <w:rsid w:val="00CA1938"/>
    <w:rsid w:val="00CA1955"/>
    <w:rsid w:val="00CA231E"/>
    <w:rsid w:val="00CA449B"/>
    <w:rsid w:val="00CA5573"/>
    <w:rsid w:val="00CA5B33"/>
    <w:rsid w:val="00CA65A4"/>
    <w:rsid w:val="00CA6861"/>
    <w:rsid w:val="00CA7009"/>
    <w:rsid w:val="00CA76DC"/>
    <w:rsid w:val="00CB0501"/>
    <w:rsid w:val="00CB0B5B"/>
    <w:rsid w:val="00CB1BDF"/>
    <w:rsid w:val="00CB2435"/>
    <w:rsid w:val="00CB2FD6"/>
    <w:rsid w:val="00CB328A"/>
    <w:rsid w:val="00CB38B9"/>
    <w:rsid w:val="00CB39AF"/>
    <w:rsid w:val="00CB3BA4"/>
    <w:rsid w:val="00CB3C21"/>
    <w:rsid w:val="00CB3FEC"/>
    <w:rsid w:val="00CB4B9E"/>
    <w:rsid w:val="00CB4D17"/>
    <w:rsid w:val="00CB5889"/>
    <w:rsid w:val="00CB6115"/>
    <w:rsid w:val="00CB6558"/>
    <w:rsid w:val="00CB6F11"/>
    <w:rsid w:val="00CB77C9"/>
    <w:rsid w:val="00CB7F5D"/>
    <w:rsid w:val="00CC02CD"/>
    <w:rsid w:val="00CC0D1E"/>
    <w:rsid w:val="00CC0D66"/>
    <w:rsid w:val="00CC1231"/>
    <w:rsid w:val="00CC12E7"/>
    <w:rsid w:val="00CC183D"/>
    <w:rsid w:val="00CC2AAF"/>
    <w:rsid w:val="00CC2E9F"/>
    <w:rsid w:val="00CC358B"/>
    <w:rsid w:val="00CC422F"/>
    <w:rsid w:val="00CC4249"/>
    <w:rsid w:val="00CC434E"/>
    <w:rsid w:val="00CC4544"/>
    <w:rsid w:val="00CC46D3"/>
    <w:rsid w:val="00CC4A98"/>
    <w:rsid w:val="00CC4B3C"/>
    <w:rsid w:val="00CC4D12"/>
    <w:rsid w:val="00CC4F2F"/>
    <w:rsid w:val="00CC5780"/>
    <w:rsid w:val="00CC59C0"/>
    <w:rsid w:val="00CC5ACE"/>
    <w:rsid w:val="00CC5B9E"/>
    <w:rsid w:val="00CC61D5"/>
    <w:rsid w:val="00CC65DE"/>
    <w:rsid w:val="00CC6880"/>
    <w:rsid w:val="00CC6C80"/>
    <w:rsid w:val="00CC7E5B"/>
    <w:rsid w:val="00CD07CB"/>
    <w:rsid w:val="00CD0A21"/>
    <w:rsid w:val="00CD0B5A"/>
    <w:rsid w:val="00CD10C6"/>
    <w:rsid w:val="00CD18FE"/>
    <w:rsid w:val="00CD19D3"/>
    <w:rsid w:val="00CD1D05"/>
    <w:rsid w:val="00CD1E48"/>
    <w:rsid w:val="00CD2046"/>
    <w:rsid w:val="00CD2234"/>
    <w:rsid w:val="00CD42A0"/>
    <w:rsid w:val="00CD4853"/>
    <w:rsid w:val="00CD4F25"/>
    <w:rsid w:val="00CD4F3C"/>
    <w:rsid w:val="00CD6918"/>
    <w:rsid w:val="00CD7234"/>
    <w:rsid w:val="00CE0F81"/>
    <w:rsid w:val="00CE1B10"/>
    <w:rsid w:val="00CE1C3C"/>
    <w:rsid w:val="00CE387D"/>
    <w:rsid w:val="00CE44A4"/>
    <w:rsid w:val="00CE45C9"/>
    <w:rsid w:val="00CE46ED"/>
    <w:rsid w:val="00CE47A7"/>
    <w:rsid w:val="00CE4E77"/>
    <w:rsid w:val="00CE4E82"/>
    <w:rsid w:val="00CE5138"/>
    <w:rsid w:val="00CE52D5"/>
    <w:rsid w:val="00CE5CDC"/>
    <w:rsid w:val="00CE7268"/>
    <w:rsid w:val="00CE76A4"/>
    <w:rsid w:val="00CE7E5A"/>
    <w:rsid w:val="00CE7F32"/>
    <w:rsid w:val="00CE7FB8"/>
    <w:rsid w:val="00CF0116"/>
    <w:rsid w:val="00CF0200"/>
    <w:rsid w:val="00CF11BF"/>
    <w:rsid w:val="00CF1488"/>
    <w:rsid w:val="00CF15B3"/>
    <w:rsid w:val="00CF161C"/>
    <w:rsid w:val="00CF1802"/>
    <w:rsid w:val="00CF1E74"/>
    <w:rsid w:val="00CF2649"/>
    <w:rsid w:val="00CF277C"/>
    <w:rsid w:val="00CF4367"/>
    <w:rsid w:val="00CF441E"/>
    <w:rsid w:val="00CF4672"/>
    <w:rsid w:val="00CF53DF"/>
    <w:rsid w:val="00CF5562"/>
    <w:rsid w:val="00CF5C50"/>
    <w:rsid w:val="00CF5D9E"/>
    <w:rsid w:val="00CF61D4"/>
    <w:rsid w:val="00CF6468"/>
    <w:rsid w:val="00CF6A15"/>
    <w:rsid w:val="00CF77A2"/>
    <w:rsid w:val="00CF7A98"/>
    <w:rsid w:val="00CF7CA1"/>
    <w:rsid w:val="00CF7EB0"/>
    <w:rsid w:val="00D00DCC"/>
    <w:rsid w:val="00D0129A"/>
    <w:rsid w:val="00D01B7A"/>
    <w:rsid w:val="00D02811"/>
    <w:rsid w:val="00D0369D"/>
    <w:rsid w:val="00D03B69"/>
    <w:rsid w:val="00D048A3"/>
    <w:rsid w:val="00D049B7"/>
    <w:rsid w:val="00D05C1D"/>
    <w:rsid w:val="00D05D0E"/>
    <w:rsid w:val="00D05D7C"/>
    <w:rsid w:val="00D05DF1"/>
    <w:rsid w:val="00D05F1B"/>
    <w:rsid w:val="00D06615"/>
    <w:rsid w:val="00D06D2C"/>
    <w:rsid w:val="00D06DE6"/>
    <w:rsid w:val="00D07233"/>
    <w:rsid w:val="00D07525"/>
    <w:rsid w:val="00D10379"/>
    <w:rsid w:val="00D10A71"/>
    <w:rsid w:val="00D11147"/>
    <w:rsid w:val="00D1141C"/>
    <w:rsid w:val="00D12280"/>
    <w:rsid w:val="00D130EC"/>
    <w:rsid w:val="00D134D5"/>
    <w:rsid w:val="00D136A3"/>
    <w:rsid w:val="00D13BAE"/>
    <w:rsid w:val="00D1440B"/>
    <w:rsid w:val="00D1446F"/>
    <w:rsid w:val="00D144A2"/>
    <w:rsid w:val="00D161C5"/>
    <w:rsid w:val="00D16541"/>
    <w:rsid w:val="00D1661F"/>
    <w:rsid w:val="00D16CBE"/>
    <w:rsid w:val="00D17AC3"/>
    <w:rsid w:val="00D17B19"/>
    <w:rsid w:val="00D200D0"/>
    <w:rsid w:val="00D20361"/>
    <w:rsid w:val="00D20DDD"/>
    <w:rsid w:val="00D214E6"/>
    <w:rsid w:val="00D21A29"/>
    <w:rsid w:val="00D22132"/>
    <w:rsid w:val="00D22849"/>
    <w:rsid w:val="00D23FC4"/>
    <w:rsid w:val="00D25028"/>
    <w:rsid w:val="00D2519D"/>
    <w:rsid w:val="00D25387"/>
    <w:rsid w:val="00D2561F"/>
    <w:rsid w:val="00D25AF6"/>
    <w:rsid w:val="00D25D72"/>
    <w:rsid w:val="00D26A82"/>
    <w:rsid w:val="00D27038"/>
    <w:rsid w:val="00D275CB"/>
    <w:rsid w:val="00D277A2"/>
    <w:rsid w:val="00D31ABE"/>
    <w:rsid w:val="00D31FA0"/>
    <w:rsid w:val="00D32380"/>
    <w:rsid w:val="00D32731"/>
    <w:rsid w:val="00D337C3"/>
    <w:rsid w:val="00D33852"/>
    <w:rsid w:val="00D34441"/>
    <w:rsid w:val="00D348CB"/>
    <w:rsid w:val="00D349F8"/>
    <w:rsid w:val="00D34DE3"/>
    <w:rsid w:val="00D358B5"/>
    <w:rsid w:val="00D35970"/>
    <w:rsid w:val="00D35AB7"/>
    <w:rsid w:val="00D35D78"/>
    <w:rsid w:val="00D3631C"/>
    <w:rsid w:val="00D3677A"/>
    <w:rsid w:val="00D3697F"/>
    <w:rsid w:val="00D37A59"/>
    <w:rsid w:val="00D37B52"/>
    <w:rsid w:val="00D40134"/>
    <w:rsid w:val="00D41152"/>
    <w:rsid w:val="00D41920"/>
    <w:rsid w:val="00D41A3F"/>
    <w:rsid w:val="00D41B6A"/>
    <w:rsid w:val="00D41BA3"/>
    <w:rsid w:val="00D4205D"/>
    <w:rsid w:val="00D43319"/>
    <w:rsid w:val="00D43326"/>
    <w:rsid w:val="00D43F71"/>
    <w:rsid w:val="00D446F6"/>
    <w:rsid w:val="00D44B31"/>
    <w:rsid w:val="00D457CE"/>
    <w:rsid w:val="00D46000"/>
    <w:rsid w:val="00D46488"/>
    <w:rsid w:val="00D464CF"/>
    <w:rsid w:val="00D46B3E"/>
    <w:rsid w:val="00D4749B"/>
    <w:rsid w:val="00D47CE0"/>
    <w:rsid w:val="00D501B6"/>
    <w:rsid w:val="00D507E2"/>
    <w:rsid w:val="00D50A16"/>
    <w:rsid w:val="00D50C9B"/>
    <w:rsid w:val="00D50E32"/>
    <w:rsid w:val="00D51330"/>
    <w:rsid w:val="00D51CF9"/>
    <w:rsid w:val="00D527F6"/>
    <w:rsid w:val="00D53452"/>
    <w:rsid w:val="00D535C8"/>
    <w:rsid w:val="00D53849"/>
    <w:rsid w:val="00D540DE"/>
    <w:rsid w:val="00D55200"/>
    <w:rsid w:val="00D552D9"/>
    <w:rsid w:val="00D55CB3"/>
    <w:rsid w:val="00D55EB7"/>
    <w:rsid w:val="00D5618E"/>
    <w:rsid w:val="00D568CE"/>
    <w:rsid w:val="00D56D6A"/>
    <w:rsid w:val="00D57081"/>
    <w:rsid w:val="00D60504"/>
    <w:rsid w:val="00D61CE4"/>
    <w:rsid w:val="00D61FCD"/>
    <w:rsid w:val="00D6225D"/>
    <w:rsid w:val="00D62544"/>
    <w:rsid w:val="00D62BB9"/>
    <w:rsid w:val="00D62C71"/>
    <w:rsid w:val="00D63B94"/>
    <w:rsid w:val="00D6411B"/>
    <w:rsid w:val="00D641F2"/>
    <w:rsid w:val="00D641FB"/>
    <w:rsid w:val="00D645CD"/>
    <w:rsid w:val="00D64606"/>
    <w:rsid w:val="00D64698"/>
    <w:rsid w:val="00D647F9"/>
    <w:rsid w:val="00D64820"/>
    <w:rsid w:val="00D6527D"/>
    <w:rsid w:val="00D659CA"/>
    <w:rsid w:val="00D65C9D"/>
    <w:rsid w:val="00D65DA5"/>
    <w:rsid w:val="00D66AA0"/>
    <w:rsid w:val="00D66FB5"/>
    <w:rsid w:val="00D66FFC"/>
    <w:rsid w:val="00D67378"/>
    <w:rsid w:val="00D6741B"/>
    <w:rsid w:val="00D67519"/>
    <w:rsid w:val="00D67DAC"/>
    <w:rsid w:val="00D7003A"/>
    <w:rsid w:val="00D7109B"/>
    <w:rsid w:val="00D71C34"/>
    <w:rsid w:val="00D7247F"/>
    <w:rsid w:val="00D7278F"/>
    <w:rsid w:val="00D73CD2"/>
    <w:rsid w:val="00D73DAB"/>
    <w:rsid w:val="00D742E4"/>
    <w:rsid w:val="00D76760"/>
    <w:rsid w:val="00D7701D"/>
    <w:rsid w:val="00D77DFB"/>
    <w:rsid w:val="00D802F3"/>
    <w:rsid w:val="00D8088D"/>
    <w:rsid w:val="00D80D96"/>
    <w:rsid w:val="00D81CAD"/>
    <w:rsid w:val="00D820F4"/>
    <w:rsid w:val="00D82417"/>
    <w:rsid w:val="00D82B24"/>
    <w:rsid w:val="00D83946"/>
    <w:rsid w:val="00D83BCD"/>
    <w:rsid w:val="00D83CCF"/>
    <w:rsid w:val="00D844EB"/>
    <w:rsid w:val="00D8459B"/>
    <w:rsid w:val="00D84B47"/>
    <w:rsid w:val="00D84C80"/>
    <w:rsid w:val="00D84CA0"/>
    <w:rsid w:val="00D84DFD"/>
    <w:rsid w:val="00D852ED"/>
    <w:rsid w:val="00D85A4A"/>
    <w:rsid w:val="00D85D84"/>
    <w:rsid w:val="00D86045"/>
    <w:rsid w:val="00D860FB"/>
    <w:rsid w:val="00D8627C"/>
    <w:rsid w:val="00D87F05"/>
    <w:rsid w:val="00D900C0"/>
    <w:rsid w:val="00D9076A"/>
    <w:rsid w:val="00D914CA"/>
    <w:rsid w:val="00D91B61"/>
    <w:rsid w:val="00D92356"/>
    <w:rsid w:val="00D92822"/>
    <w:rsid w:val="00D92887"/>
    <w:rsid w:val="00D92B90"/>
    <w:rsid w:val="00D935F9"/>
    <w:rsid w:val="00D9402A"/>
    <w:rsid w:val="00D94B9B"/>
    <w:rsid w:val="00D9568B"/>
    <w:rsid w:val="00D95AA1"/>
    <w:rsid w:val="00D95D16"/>
    <w:rsid w:val="00D97C0A"/>
    <w:rsid w:val="00D97E05"/>
    <w:rsid w:val="00DA00F0"/>
    <w:rsid w:val="00DA0313"/>
    <w:rsid w:val="00DA03A5"/>
    <w:rsid w:val="00DA0982"/>
    <w:rsid w:val="00DA0E9A"/>
    <w:rsid w:val="00DA1CB7"/>
    <w:rsid w:val="00DA2300"/>
    <w:rsid w:val="00DA2C7E"/>
    <w:rsid w:val="00DA2E70"/>
    <w:rsid w:val="00DA2ECF"/>
    <w:rsid w:val="00DA3089"/>
    <w:rsid w:val="00DA30B1"/>
    <w:rsid w:val="00DA30C7"/>
    <w:rsid w:val="00DA33FC"/>
    <w:rsid w:val="00DA4BB4"/>
    <w:rsid w:val="00DA55DB"/>
    <w:rsid w:val="00DA5778"/>
    <w:rsid w:val="00DA58EB"/>
    <w:rsid w:val="00DA6BE1"/>
    <w:rsid w:val="00DA6DE1"/>
    <w:rsid w:val="00DA7313"/>
    <w:rsid w:val="00DA7535"/>
    <w:rsid w:val="00DA7820"/>
    <w:rsid w:val="00DA7C0A"/>
    <w:rsid w:val="00DB002E"/>
    <w:rsid w:val="00DB2571"/>
    <w:rsid w:val="00DB35A8"/>
    <w:rsid w:val="00DB41E6"/>
    <w:rsid w:val="00DB5F46"/>
    <w:rsid w:val="00DB5FD9"/>
    <w:rsid w:val="00DB61C4"/>
    <w:rsid w:val="00DB7314"/>
    <w:rsid w:val="00DB76BE"/>
    <w:rsid w:val="00DB7A5D"/>
    <w:rsid w:val="00DB7B3C"/>
    <w:rsid w:val="00DB7B4B"/>
    <w:rsid w:val="00DC06B1"/>
    <w:rsid w:val="00DC06D8"/>
    <w:rsid w:val="00DC0F04"/>
    <w:rsid w:val="00DC124E"/>
    <w:rsid w:val="00DC12CD"/>
    <w:rsid w:val="00DC22D9"/>
    <w:rsid w:val="00DC282E"/>
    <w:rsid w:val="00DC2DC2"/>
    <w:rsid w:val="00DC2E71"/>
    <w:rsid w:val="00DC33EA"/>
    <w:rsid w:val="00DC3C9A"/>
    <w:rsid w:val="00DC43C4"/>
    <w:rsid w:val="00DC4AD9"/>
    <w:rsid w:val="00DC4CCD"/>
    <w:rsid w:val="00DC559A"/>
    <w:rsid w:val="00DC5D15"/>
    <w:rsid w:val="00DC60B0"/>
    <w:rsid w:val="00DC6675"/>
    <w:rsid w:val="00DC66C9"/>
    <w:rsid w:val="00DC68DD"/>
    <w:rsid w:val="00DC6FE0"/>
    <w:rsid w:val="00DC7E5F"/>
    <w:rsid w:val="00DD08D1"/>
    <w:rsid w:val="00DD0D94"/>
    <w:rsid w:val="00DD0FD8"/>
    <w:rsid w:val="00DD18AE"/>
    <w:rsid w:val="00DD18F6"/>
    <w:rsid w:val="00DD1B2C"/>
    <w:rsid w:val="00DD2B05"/>
    <w:rsid w:val="00DD3763"/>
    <w:rsid w:val="00DD3951"/>
    <w:rsid w:val="00DD4593"/>
    <w:rsid w:val="00DD4C6B"/>
    <w:rsid w:val="00DD4DA7"/>
    <w:rsid w:val="00DD4ED2"/>
    <w:rsid w:val="00DD5430"/>
    <w:rsid w:val="00DD5FF9"/>
    <w:rsid w:val="00DD6D82"/>
    <w:rsid w:val="00DD7048"/>
    <w:rsid w:val="00DD77FB"/>
    <w:rsid w:val="00DE0925"/>
    <w:rsid w:val="00DE193E"/>
    <w:rsid w:val="00DE1EAC"/>
    <w:rsid w:val="00DE24CF"/>
    <w:rsid w:val="00DE258F"/>
    <w:rsid w:val="00DE2AE1"/>
    <w:rsid w:val="00DE3BB7"/>
    <w:rsid w:val="00DE3C5B"/>
    <w:rsid w:val="00DE400A"/>
    <w:rsid w:val="00DE483E"/>
    <w:rsid w:val="00DE4A7C"/>
    <w:rsid w:val="00DE5FD7"/>
    <w:rsid w:val="00DE6DBA"/>
    <w:rsid w:val="00DE6E1B"/>
    <w:rsid w:val="00DE7490"/>
    <w:rsid w:val="00DE7993"/>
    <w:rsid w:val="00DF0CF4"/>
    <w:rsid w:val="00DF10C9"/>
    <w:rsid w:val="00DF1CBC"/>
    <w:rsid w:val="00DF1FAE"/>
    <w:rsid w:val="00DF31E1"/>
    <w:rsid w:val="00DF4075"/>
    <w:rsid w:val="00DF44FC"/>
    <w:rsid w:val="00DF49EA"/>
    <w:rsid w:val="00DF4A8D"/>
    <w:rsid w:val="00DF59D5"/>
    <w:rsid w:val="00DF6947"/>
    <w:rsid w:val="00DF6A8E"/>
    <w:rsid w:val="00DF6C17"/>
    <w:rsid w:val="00DF7B78"/>
    <w:rsid w:val="00DF7C99"/>
    <w:rsid w:val="00E008EF"/>
    <w:rsid w:val="00E00BD6"/>
    <w:rsid w:val="00E00E4D"/>
    <w:rsid w:val="00E01125"/>
    <w:rsid w:val="00E01506"/>
    <w:rsid w:val="00E01539"/>
    <w:rsid w:val="00E01F5D"/>
    <w:rsid w:val="00E01F81"/>
    <w:rsid w:val="00E02785"/>
    <w:rsid w:val="00E02878"/>
    <w:rsid w:val="00E02A5F"/>
    <w:rsid w:val="00E033A2"/>
    <w:rsid w:val="00E0392D"/>
    <w:rsid w:val="00E04326"/>
    <w:rsid w:val="00E04BA2"/>
    <w:rsid w:val="00E0684C"/>
    <w:rsid w:val="00E0701D"/>
    <w:rsid w:val="00E07A42"/>
    <w:rsid w:val="00E101ED"/>
    <w:rsid w:val="00E10247"/>
    <w:rsid w:val="00E103D2"/>
    <w:rsid w:val="00E10492"/>
    <w:rsid w:val="00E10EA5"/>
    <w:rsid w:val="00E11396"/>
    <w:rsid w:val="00E114C1"/>
    <w:rsid w:val="00E12FF1"/>
    <w:rsid w:val="00E13069"/>
    <w:rsid w:val="00E1341E"/>
    <w:rsid w:val="00E135DD"/>
    <w:rsid w:val="00E140B5"/>
    <w:rsid w:val="00E14136"/>
    <w:rsid w:val="00E1443E"/>
    <w:rsid w:val="00E15315"/>
    <w:rsid w:val="00E16CD8"/>
    <w:rsid w:val="00E170D3"/>
    <w:rsid w:val="00E1711B"/>
    <w:rsid w:val="00E17586"/>
    <w:rsid w:val="00E17CDC"/>
    <w:rsid w:val="00E20F34"/>
    <w:rsid w:val="00E215B6"/>
    <w:rsid w:val="00E217A8"/>
    <w:rsid w:val="00E2221A"/>
    <w:rsid w:val="00E22398"/>
    <w:rsid w:val="00E22581"/>
    <w:rsid w:val="00E23373"/>
    <w:rsid w:val="00E23AB3"/>
    <w:rsid w:val="00E24D0C"/>
    <w:rsid w:val="00E254C0"/>
    <w:rsid w:val="00E25F0A"/>
    <w:rsid w:val="00E266A0"/>
    <w:rsid w:val="00E26FCA"/>
    <w:rsid w:val="00E27975"/>
    <w:rsid w:val="00E27F48"/>
    <w:rsid w:val="00E3007B"/>
    <w:rsid w:val="00E30379"/>
    <w:rsid w:val="00E30464"/>
    <w:rsid w:val="00E30692"/>
    <w:rsid w:val="00E30753"/>
    <w:rsid w:val="00E30824"/>
    <w:rsid w:val="00E308C5"/>
    <w:rsid w:val="00E30D5B"/>
    <w:rsid w:val="00E312F2"/>
    <w:rsid w:val="00E3136A"/>
    <w:rsid w:val="00E31BFA"/>
    <w:rsid w:val="00E31D0E"/>
    <w:rsid w:val="00E32C2A"/>
    <w:rsid w:val="00E33726"/>
    <w:rsid w:val="00E33C86"/>
    <w:rsid w:val="00E33D51"/>
    <w:rsid w:val="00E34678"/>
    <w:rsid w:val="00E34B98"/>
    <w:rsid w:val="00E35071"/>
    <w:rsid w:val="00E3577D"/>
    <w:rsid w:val="00E35848"/>
    <w:rsid w:val="00E36034"/>
    <w:rsid w:val="00E362EA"/>
    <w:rsid w:val="00E36EA5"/>
    <w:rsid w:val="00E37795"/>
    <w:rsid w:val="00E37B93"/>
    <w:rsid w:val="00E37F94"/>
    <w:rsid w:val="00E401B7"/>
    <w:rsid w:val="00E40E96"/>
    <w:rsid w:val="00E41A24"/>
    <w:rsid w:val="00E4282D"/>
    <w:rsid w:val="00E4289F"/>
    <w:rsid w:val="00E42A27"/>
    <w:rsid w:val="00E43606"/>
    <w:rsid w:val="00E4445A"/>
    <w:rsid w:val="00E44BA3"/>
    <w:rsid w:val="00E44F04"/>
    <w:rsid w:val="00E45008"/>
    <w:rsid w:val="00E4572E"/>
    <w:rsid w:val="00E4658F"/>
    <w:rsid w:val="00E47031"/>
    <w:rsid w:val="00E474F5"/>
    <w:rsid w:val="00E475AA"/>
    <w:rsid w:val="00E47752"/>
    <w:rsid w:val="00E5054E"/>
    <w:rsid w:val="00E50E9C"/>
    <w:rsid w:val="00E51465"/>
    <w:rsid w:val="00E51D49"/>
    <w:rsid w:val="00E521CA"/>
    <w:rsid w:val="00E53556"/>
    <w:rsid w:val="00E5375C"/>
    <w:rsid w:val="00E53E01"/>
    <w:rsid w:val="00E54382"/>
    <w:rsid w:val="00E5482A"/>
    <w:rsid w:val="00E55EBC"/>
    <w:rsid w:val="00E567C4"/>
    <w:rsid w:val="00E56DBF"/>
    <w:rsid w:val="00E56FE4"/>
    <w:rsid w:val="00E57775"/>
    <w:rsid w:val="00E5785C"/>
    <w:rsid w:val="00E57C1E"/>
    <w:rsid w:val="00E60A31"/>
    <w:rsid w:val="00E620C3"/>
    <w:rsid w:val="00E62E79"/>
    <w:rsid w:val="00E639A8"/>
    <w:rsid w:val="00E64181"/>
    <w:rsid w:val="00E64319"/>
    <w:rsid w:val="00E64BD6"/>
    <w:rsid w:val="00E64CC6"/>
    <w:rsid w:val="00E6579F"/>
    <w:rsid w:val="00E6594E"/>
    <w:rsid w:val="00E6623E"/>
    <w:rsid w:val="00E669B9"/>
    <w:rsid w:val="00E66AD6"/>
    <w:rsid w:val="00E66D01"/>
    <w:rsid w:val="00E67177"/>
    <w:rsid w:val="00E67390"/>
    <w:rsid w:val="00E67B2E"/>
    <w:rsid w:val="00E67C6B"/>
    <w:rsid w:val="00E67C92"/>
    <w:rsid w:val="00E67D41"/>
    <w:rsid w:val="00E70759"/>
    <w:rsid w:val="00E71051"/>
    <w:rsid w:val="00E711E3"/>
    <w:rsid w:val="00E716B1"/>
    <w:rsid w:val="00E71A98"/>
    <w:rsid w:val="00E71BB3"/>
    <w:rsid w:val="00E71CA0"/>
    <w:rsid w:val="00E727EF"/>
    <w:rsid w:val="00E729AD"/>
    <w:rsid w:val="00E731D4"/>
    <w:rsid w:val="00E73CF9"/>
    <w:rsid w:val="00E73F28"/>
    <w:rsid w:val="00E7495A"/>
    <w:rsid w:val="00E74D6F"/>
    <w:rsid w:val="00E7536D"/>
    <w:rsid w:val="00E75424"/>
    <w:rsid w:val="00E75C23"/>
    <w:rsid w:val="00E76013"/>
    <w:rsid w:val="00E76CCE"/>
    <w:rsid w:val="00E772B6"/>
    <w:rsid w:val="00E77660"/>
    <w:rsid w:val="00E7785B"/>
    <w:rsid w:val="00E8003B"/>
    <w:rsid w:val="00E80515"/>
    <w:rsid w:val="00E81E5A"/>
    <w:rsid w:val="00E82CC1"/>
    <w:rsid w:val="00E82EDE"/>
    <w:rsid w:val="00E83052"/>
    <w:rsid w:val="00E836F9"/>
    <w:rsid w:val="00E83886"/>
    <w:rsid w:val="00E83CAC"/>
    <w:rsid w:val="00E8464A"/>
    <w:rsid w:val="00E84ED6"/>
    <w:rsid w:val="00E85402"/>
    <w:rsid w:val="00E85BFF"/>
    <w:rsid w:val="00E85F64"/>
    <w:rsid w:val="00E85FF4"/>
    <w:rsid w:val="00E86468"/>
    <w:rsid w:val="00E8662C"/>
    <w:rsid w:val="00E86F09"/>
    <w:rsid w:val="00E87419"/>
    <w:rsid w:val="00E87F68"/>
    <w:rsid w:val="00E9115B"/>
    <w:rsid w:val="00E9148E"/>
    <w:rsid w:val="00E91AE5"/>
    <w:rsid w:val="00E91CEC"/>
    <w:rsid w:val="00E91F61"/>
    <w:rsid w:val="00E923CF"/>
    <w:rsid w:val="00E92595"/>
    <w:rsid w:val="00E92A89"/>
    <w:rsid w:val="00E92D8D"/>
    <w:rsid w:val="00E937E8"/>
    <w:rsid w:val="00E938F8"/>
    <w:rsid w:val="00E94D1F"/>
    <w:rsid w:val="00E954BA"/>
    <w:rsid w:val="00E9673B"/>
    <w:rsid w:val="00E96E57"/>
    <w:rsid w:val="00E96FFC"/>
    <w:rsid w:val="00E97612"/>
    <w:rsid w:val="00E9788E"/>
    <w:rsid w:val="00E97B60"/>
    <w:rsid w:val="00EA0A13"/>
    <w:rsid w:val="00EA11E9"/>
    <w:rsid w:val="00EA20E8"/>
    <w:rsid w:val="00EA39B9"/>
    <w:rsid w:val="00EA39CF"/>
    <w:rsid w:val="00EA434B"/>
    <w:rsid w:val="00EA459B"/>
    <w:rsid w:val="00EA507E"/>
    <w:rsid w:val="00EA5464"/>
    <w:rsid w:val="00EA67FC"/>
    <w:rsid w:val="00EA6F60"/>
    <w:rsid w:val="00EA744D"/>
    <w:rsid w:val="00EA7729"/>
    <w:rsid w:val="00EB0300"/>
    <w:rsid w:val="00EB0454"/>
    <w:rsid w:val="00EB0735"/>
    <w:rsid w:val="00EB1095"/>
    <w:rsid w:val="00EB11BF"/>
    <w:rsid w:val="00EB1244"/>
    <w:rsid w:val="00EB1A6C"/>
    <w:rsid w:val="00EB1ACD"/>
    <w:rsid w:val="00EB1C43"/>
    <w:rsid w:val="00EB1E20"/>
    <w:rsid w:val="00EB1FF0"/>
    <w:rsid w:val="00EB206B"/>
    <w:rsid w:val="00EB2134"/>
    <w:rsid w:val="00EB2F77"/>
    <w:rsid w:val="00EB30AB"/>
    <w:rsid w:val="00EB37CE"/>
    <w:rsid w:val="00EB553E"/>
    <w:rsid w:val="00EB5B1F"/>
    <w:rsid w:val="00EB5EA2"/>
    <w:rsid w:val="00EB60BA"/>
    <w:rsid w:val="00EB6121"/>
    <w:rsid w:val="00EB6804"/>
    <w:rsid w:val="00EB690C"/>
    <w:rsid w:val="00EC1936"/>
    <w:rsid w:val="00EC3767"/>
    <w:rsid w:val="00EC3B5C"/>
    <w:rsid w:val="00EC4140"/>
    <w:rsid w:val="00EC432E"/>
    <w:rsid w:val="00EC4D31"/>
    <w:rsid w:val="00EC4D75"/>
    <w:rsid w:val="00EC51DD"/>
    <w:rsid w:val="00EC5F36"/>
    <w:rsid w:val="00EC67B6"/>
    <w:rsid w:val="00EC711E"/>
    <w:rsid w:val="00EC74C1"/>
    <w:rsid w:val="00EC78A1"/>
    <w:rsid w:val="00EC7DCA"/>
    <w:rsid w:val="00ED0454"/>
    <w:rsid w:val="00ED06D9"/>
    <w:rsid w:val="00ED20FA"/>
    <w:rsid w:val="00ED250C"/>
    <w:rsid w:val="00ED2C39"/>
    <w:rsid w:val="00ED30EE"/>
    <w:rsid w:val="00ED360E"/>
    <w:rsid w:val="00ED3691"/>
    <w:rsid w:val="00ED3706"/>
    <w:rsid w:val="00ED403F"/>
    <w:rsid w:val="00ED4D76"/>
    <w:rsid w:val="00ED6723"/>
    <w:rsid w:val="00ED6D8E"/>
    <w:rsid w:val="00ED6DD2"/>
    <w:rsid w:val="00ED6F5A"/>
    <w:rsid w:val="00ED711C"/>
    <w:rsid w:val="00ED7180"/>
    <w:rsid w:val="00ED7B3E"/>
    <w:rsid w:val="00ED7F96"/>
    <w:rsid w:val="00EE085B"/>
    <w:rsid w:val="00EE102D"/>
    <w:rsid w:val="00EE11AD"/>
    <w:rsid w:val="00EE12A9"/>
    <w:rsid w:val="00EE15B7"/>
    <w:rsid w:val="00EE167F"/>
    <w:rsid w:val="00EE27DE"/>
    <w:rsid w:val="00EE2C12"/>
    <w:rsid w:val="00EE3306"/>
    <w:rsid w:val="00EE3A58"/>
    <w:rsid w:val="00EE3F78"/>
    <w:rsid w:val="00EE59E7"/>
    <w:rsid w:val="00EE62EA"/>
    <w:rsid w:val="00EE6853"/>
    <w:rsid w:val="00EE6BF7"/>
    <w:rsid w:val="00EE78FC"/>
    <w:rsid w:val="00EE7B99"/>
    <w:rsid w:val="00EF0141"/>
    <w:rsid w:val="00EF0AF8"/>
    <w:rsid w:val="00EF138D"/>
    <w:rsid w:val="00EF17C1"/>
    <w:rsid w:val="00EF27A7"/>
    <w:rsid w:val="00EF2A50"/>
    <w:rsid w:val="00EF2AF2"/>
    <w:rsid w:val="00EF2D7D"/>
    <w:rsid w:val="00EF30E0"/>
    <w:rsid w:val="00EF3875"/>
    <w:rsid w:val="00EF3C14"/>
    <w:rsid w:val="00EF4304"/>
    <w:rsid w:val="00EF4579"/>
    <w:rsid w:val="00EF4BEC"/>
    <w:rsid w:val="00EF56F2"/>
    <w:rsid w:val="00EF5791"/>
    <w:rsid w:val="00EF6079"/>
    <w:rsid w:val="00EF666D"/>
    <w:rsid w:val="00EF7352"/>
    <w:rsid w:val="00EF7594"/>
    <w:rsid w:val="00F00A7F"/>
    <w:rsid w:val="00F01452"/>
    <w:rsid w:val="00F02149"/>
    <w:rsid w:val="00F02F21"/>
    <w:rsid w:val="00F03A65"/>
    <w:rsid w:val="00F03E13"/>
    <w:rsid w:val="00F047FF"/>
    <w:rsid w:val="00F04951"/>
    <w:rsid w:val="00F04C33"/>
    <w:rsid w:val="00F056BA"/>
    <w:rsid w:val="00F05AF6"/>
    <w:rsid w:val="00F06683"/>
    <w:rsid w:val="00F06AF5"/>
    <w:rsid w:val="00F06D40"/>
    <w:rsid w:val="00F07778"/>
    <w:rsid w:val="00F112F9"/>
    <w:rsid w:val="00F11CFA"/>
    <w:rsid w:val="00F1334F"/>
    <w:rsid w:val="00F13649"/>
    <w:rsid w:val="00F1440D"/>
    <w:rsid w:val="00F158F9"/>
    <w:rsid w:val="00F15972"/>
    <w:rsid w:val="00F1620F"/>
    <w:rsid w:val="00F162AB"/>
    <w:rsid w:val="00F1748A"/>
    <w:rsid w:val="00F17925"/>
    <w:rsid w:val="00F207EA"/>
    <w:rsid w:val="00F20F21"/>
    <w:rsid w:val="00F21913"/>
    <w:rsid w:val="00F22CDD"/>
    <w:rsid w:val="00F22D07"/>
    <w:rsid w:val="00F239E7"/>
    <w:rsid w:val="00F23AA6"/>
    <w:rsid w:val="00F245DF"/>
    <w:rsid w:val="00F24D56"/>
    <w:rsid w:val="00F252C5"/>
    <w:rsid w:val="00F2595D"/>
    <w:rsid w:val="00F26F09"/>
    <w:rsid w:val="00F274A1"/>
    <w:rsid w:val="00F31073"/>
    <w:rsid w:val="00F314CF"/>
    <w:rsid w:val="00F31BD4"/>
    <w:rsid w:val="00F31C0A"/>
    <w:rsid w:val="00F31F25"/>
    <w:rsid w:val="00F329E6"/>
    <w:rsid w:val="00F33009"/>
    <w:rsid w:val="00F33DA9"/>
    <w:rsid w:val="00F342BC"/>
    <w:rsid w:val="00F345FF"/>
    <w:rsid w:val="00F3465F"/>
    <w:rsid w:val="00F34A94"/>
    <w:rsid w:val="00F35051"/>
    <w:rsid w:val="00F356D7"/>
    <w:rsid w:val="00F35B7E"/>
    <w:rsid w:val="00F362ED"/>
    <w:rsid w:val="00F362FB"/>
    <w:rsid w:val="00F369CB"/>
    <w:rsid w:val="00F37E34"/>
    <w:rsid w:val="00F408B5"/>
    <w:rsid w:val="00F40B47"/>
    <w:rsid w:val="00F4104A"/>
    <w:rsid w:val="00F410CE"/>
    <w:rsid w:val="00F41A64"/>
    <w:rsid w:val="00F427CC"/>
    <w:rsid w:val="00F428E8"/>
    <w:rsid w:val="00F42A6E"/>
    <w:rsid w:val="00F4352F"/>
    <w:rsid w:val="00F43744"/>
    <w:rsid w:val="00F4431A"/>
    <w:rsid w:val="00F44511"/>
    <w:rsid w:val="00F44B9D"/>
    <w:rsid w:val="00F454F4"/>
    <w:rsid w:val="00F45C47"/>
    <w:rsid w:val="00F45DE8"/>
    <w:rsid w:val="00F46097"/>
    <w:rsid w:val="00F4620D"/>
    <w:rsid w:val="00F470B1"/>
    <w:rsid w:val="00F4713D"/>
    <w:rsid w:val="00F47BFE"/>
    <w:rsid w:val="00F507A5"/>
    <w:rsid w:val="00F518A6"/>
    <w:rsid w:val="00F51B41"/>
    <w:rsid w:val="00F51C1B"/>
    <w:rsid w:val="00F51EEA"/>
    <w:rsid w:val="00F52057"/>
    <w:rsid w:val="00F5224C"/>
    <w:rsid w:val="00F527AE"/>
    <w:rsid w:val="00F531F5"/>
    <w:rsid w:val="00F5352F"/>
    <w:rsid w:val="00F537A8"/>
    <w:rsid w:val="00F5477B"/>
    <w:rsid w:val="00F549B0"/>
    <w:rsid w:val="00F54D41"/>
    <w:rsid w:val="00F55D39"/>
    <w:rsid w:val="00F55F92"/>
    <w:rsid w:val="00F565CC"/>
    <w:rsid w:val="00F56B41"/>
    <w:rsid w:val="00F57D72"/>
    <w:rsid w:val="00F60120"/>
    <w:rsid w:val="00F6078F"/>
    <w:rsid w:val="00F60862"/>
    <w:rsid w:val="00F60B84"/>
    <w:rsid w:val="00F6134F"/>
    <w:rsid w:val="00F61528"/>
    <w:rsid w:val="00F618ED"/>
    <w:rsid w:val="00F6197D"/>
    <w:rsid w:val="00F619D1"/>
    <w:rsid w:val="00F6225C"/>
    <w:rsid w:val="00F62E10"/>
    <w:rsid w:val="00F63207"/>
    <w:rsid w:val="00F632A9"/>
    <w:rsid w:val="00F63778"/>
    <w:rsid w:val="00F63876"/>
    <w:rsid w:val="00F63AE5"/>
    <w:rsid w:val="00F6401B"/>
    <w:rsid w:val="00F64749"/>
    <w:rsid w:val="00F647D8"/>
    <w:rsid w:val="00F64FF8"/>
    <w:rsid w:val="00F65219"/>
    <w:rsid w:val="00F67046"/>
    <w:rsid w:val="00F67ACB"/>
    <w:rsid w:val="00F70A7D"/>
    <w:rsid w:val="00F70D8E"/>
    <w:rsid w:val="00F70E81"/>
    <w:rsid w:val="00F70F59"/>
    <w:rsid w:val="00F710E8"/>
    <w:rsid w:val="00F71DC6"/>
    <w:rsid w:val="00F728C6"/>
    <w:rsid w:val="00F72EE2"/>
    <w:rsid w:val="00F73398"/>
    <w:rsid w:val="00F7341A"/>
    <w:rsid w:val="00F74EB3"/>
    <w:rsid w:val="00F74ED1"/>
    <w:rsid w:val="00F75839"/>
    <w:rsid w:val="00F75BBC"/>
    <w:rsid w:val="00F75D63"/>
    <w:rsid w:val="00F75F36"/>
    <w:rsid w:val="00F761E9"/>
    <w:rsid w:val="00F766EF"/>
    <w:rsid w:val="00F7734D"/>
    <w:rsid w:val="00F773B6"/>
    <w:rsid w:val="00F7755A"/>
    <w:rsid w:val="00F80E23"/>
    <w:rsid w:val="00F816BD"/>
    <w:rsid w:val="00F81830"/>
    <w:rsid w:val="00F81ADE"/>
    <w:rsid w:val="00F827A8"/>
    <w:rsid w:val="00F82C2D"/>
    <w:rsid w:val="00F82C3E"/>
    <w:rsid w:val="00F831B6"/>
    <w:rsid w:val="00F8385C"/>
    <w:rsid w:val="00F83B2F"/>
    <w:rsid w:val="00F83E40"/>
    <w:rsid w:val="00F84127"/>
    <w:rsid w:val="00F842DC"/>
    <w:rsid w:val="00F84A65"/>
    <w:rsid w:val="00F8563A"/>
    <w:rsid w:val="00F861FB"/>
    <w:rsid w:val="00F865CC"/>
    <w:rsid w:val="00F87362"/>
    <w:rsid w:val="00F87B91"/>
    <w:rsid w:val="00F90584"/>
    <w:rsid w:val="00F90699"/>
    <w:rsid w:val="00F90E06"/>
    <w:rsid w:val="00F91BB5"/>
    <w:rsid w:val="00F91C08"/>
    <w:rsid w:val="00F91C30"/>
    <w:rsid w:val="00F92BD6"/>
    <w:rsid w:val="00F92D48"/>
    <w:rsid w:val="00F93926"/>
    <w:rsid w:val="00F93DBB"/>
    <w:rsid w:val="00F940A9"/>
    <w:rsid w:val="00F95281"/>
    <w:rsid w:val="00F95435"/>
    <w:rsid w:val="00F95929"/>
    <w:rsid w:val="00F960F7"/>
    <w:rsid w:val="00F97A7C"/>
    <w:rsid w:val="00FA03C6"/>
    <w:rsid w:val="00FA0574"/>
    <w:rsid w:val="00FA0B9A"/>
    <w:rsid w:val="00FA155F"/>
    <w:rsid w:val="00FA1870"/>
    <w:rsid w:val="00FA1A92"/>
    <w:rsid w:val="00FA1FDF"/>
    <w:rsid w:val="00FA2536"/>
    <w:rsid w:val="00FA31E4"/>
    <w:rsid w:val="00FA34EE"/>
    <w:rsid w:val="00FA3F6E"/>
    <w:rsid w:val="00FA42AC"/>
    <w:rsid w:val="00FA48D3"/>
    <w:rsid w:val="00FA4A8C"/>
    <w:rsid w:val="00FA5626"/>
    <w:rsid w:val="00FA5CD4"/>
    <w:rsid w:val="00FA6249"/>
    <w:rsid w:val="00FA6475"/>
    <w:rsid w:val="00FA657D"/>
    <w:rsid w:val="00FA7AA4"/>
    <w:rsid w:val="00FA7D30"/>
    <w:rsid w:val="00FB0325"/>
    <w:rsid w:val="00FB05DD"/>
    <w:rsid w:val="00FB06AA"/>
    <w:rsid w:val="00FB2FAC"/>
    <w:rsid w:val="00FB3734"/>
    <w:rsid w:val="00FB382C"/>
    <w:rsid w:val="00FB3E94"/>
    <w:rsid w:val="00FB4CF6"/>
    <w:rsid w:val="00FB5DA6"/>
    <w:rsid w:val="00FB5E9C"/>
    <w:rsid w:val="00FB6A7B"/>
    <w:rsid w:val="00FC07BE"/>
    <w:rsid w:val="00FC09A4"/>
    <w:rsid w:val="00FC0B37"/>
    <w:rsid w:val="00FC22F0"/>
    <w:rsid w:val="00FC236A"/>
    <w:rsid w:val="00FC242F"/>
    <w:rsid w:val="00FC28AB"/>
    <w:rsid w:val="00FC3651"/>
    <w:rsid w:val="00FC3C12"/>
    <w:rsid w:val="00FC4B01"/>
    <w:rsid w:val="00FC4BF5"/>
    <w:rsid w:val="00FC4C01"/>
    <w:rsid w:val="00FC5662"/>
    <w:rsid w:val="00FC6374"/>
    <w:rsid w:val="00FC63FA"/>
    <w:rsid w:val="00FC64DD"/>
    <w:rsid w:val="00FC665F"/>
    <w:rsid w:val="00FC6787"/>
    <w:rsid w:val="00FC68DF"/>
    <w:rsid w:val="00FC6E00"/>
    <w:rsid w:val="00FC7006"/>
    <w:rsid w:val="00FC7309"/>
    <w:rsid w:val="00FC7370"/>
    <w:rsid w:val="00FC7996"/>
    <w:rsid w:val="00FC7BC9"/>
    <w:rsid w:val="00FD0806"/>
    <w:rsid w:val="00FD2294"/>
    <w:rsid w:val="00FD236D"/>
    <w:rsid w:val="00FD2397"/>
    <w:rsid w:val="00FD27F2"/>
    <w:rsid w:val="00FD357C"/>
    <w:rsid w:val="00FD371E"/>
    <w:rsid w:val="00FD4456"/>
    <w:rsid w:val="00FD5050"/>
    <w:rsid w:val="00FD520F"/>
    <w:rsid w:val="00FD5912"/>
    <w:rsid w:val="00FD61E2"/>
    <w:rsid w:val="00FD63B5"/>
    <w:rsid w:val="00FD6424"/>
    <w:rsid w:val="00FD6854"/>
    <w:rsid w:val="00FD6AF4"/>
    <w:rsid w:val="00FD6CED"/>
    <w:rsid w:val="00FD7533"/>
    <w:rsid w:val="00FD7DEB"/>
    <w:rsid w:val="00FE0A44"/>
    <w:rsid w:val="00FE1A79"/>
    <w:rsid w:val="00FE1C42"/>
    <w:rsid w:val="00FE2310"/>
    <w:rsid w:val="00FE29E5"/>
    <w:rsid w:val="00FE3143"/>
    <w:rsid w:val="00FE325A"/>
    <w:rsid w:val="00FE3715"/>
    <w:rsid w:val="00FE37FD"/>
    <w:rsid w:val="00FE46F2"/>
    <w:rsid w:val="00FE4B8C"/>
    <w:rsid w:val="00FE5A72"/>
    <w:rsid w:val="00FE6084"/>
    <w:rsid w:val="00FF053A"/>
    <w:rsid w:val="00FF1276"/>
    <w:rsid w:val="00FF1BAE"/>
    <w:rsid w:val="00FF1C8D"/>
    <w:rsid w:val="00FF1E50"/>
    <w:rsid w:val="00FF2236"/>
    <w:rsid w:val="00FF41ED"/>
    <w:rsid w:val="00FF470F"/>
    <w:rsid w:val="00FF505B"/>
    <w:rsid w:val="00FF577C"/>
    <w:rsid w:val="00FF64F8"/>
    <w:rsid w:val="00FF684C"/>
    <w:rsid w:val="00FF7AA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90E9FED"/>
  <w15:docId w15:val="{4A33FA7A-27AC-410E-94D0-4CD660CC5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50C8"/>
    <w:pPr>
      <w:jc w:val="both"/>
    </w:pPr>
    <w:rPr>
      <w:rFonts w:ascii="Verdana" w:hAnsi="Verdana"/>
      <w:sz w:val="18"/>
      <w:lang w:eastAsia="en-GB"/>
    </w:rPr>
  </w:style>
  <w:style w:type="paragraph" w:styleId="Heading1">
    <w:name w:val="heading 1"/>
    <w:basedOn w:val="Body"/>
    <w:next w:val="Normal"/>
    <w:link w:val="Heading1Char"/>
    <w:qFormat/>
    <w:rsid w:val="00F342BC"/>
    <w:pPr>
      <w:numPr>
        <w:numId w:val="12"/>
      </w:numPr>
      <w:spacing w:after="0"/>
      <w:ind w:left="709" w:hanging="709"/>
      <w:outlineLvl w:val="0"/>
    </w:pPr>
    <w:rPr>
      <w:b/>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qFormat/>
    <w:rsid w:val="009C44F0"/>
    <w:pPr>
      <w:numPr>
        <w:numId w:val="9"/>
      </w:numPr>
      <w:spacing w:after="240"/>
    </w:pPr>
  </w:style>
  <w:style w:type="paragraph" w:customStyle="1" w:styleId="aDefinition">
    <w:name w:val="(a) Definition"/>
    <w:basedOn w:val="Body"/>
    <w:qFormat/>
    <w:rsid w:val="00F44B9D"/>
    <w:pPr>
      <w:numPr>
        <w:ilvl w:val="1"/>
      </w:numPr>
    </w:pPr>
  </w:style>
  <w:style w:type="paragraph" w:customStyle="1" w:styleId="iDefinition">
    <w:name w:val="(i) Definition"/>
    <w:basedOn w:val="Body"/>
    <w:qFormat/>
    <w:rsid w:val="005D221E"/>
    <w:pPr>
      <w:numPr>
        <w:ilvl w:val="2"/>
      </w:numPr>
      <w:tabs>
        <w:tab w:val="clear" w:pos="1843"/>
      </w:tabs>
    </w:pPr>
  </w:style>
  <w:style w:type="paragraph" w:customStyle="1" w:styleId="Body1">
    <w:name w:val="Body 1"/>
    <w:basedOn w:val="Body"/>
    <w:uiPriority w:val="2"/>
    <w:semiHidden/>
    <w:qFormat/>
    <w:rsid w:val="005D221E"/>
    <w:pPr>
      <w:ind w:left="851"/>
    </w:pPr>
  </w:style>
  <w:style w:type="paragraph" w:customStyle="1" w:styleId="Background">
    <w:name w:val="Background"/>
    <w:basedOn w:val="Body1"/>
    <w:uiPriority w:val="2"/>
    <w:semiHidden/>
    <w:qFormat/>
    <w:rsid w:val="005D221E"/>
    <w:pPr>
      <w:numPr>
        <w:numId w:val="1"/>
      </w:numPr>
    </w:pPr>
  </w:style>
  <w:style w:type="paragraph" w:customStyle="1" w:styleId="Body2">
    <w:name w:val="Body 2"/>
    <w:basedOn w:val="Body1"/>
    <w:uiPriority w:val="2"/>
    <w:semiHidden/>
    <w:qFormat/>
    <w:rsid w:val="005D221E"/>
  </w:style>
  <w:style w:type="paragraph" w:customStyle="1" w:styleId="Body3">
    <w:name w:val="Body 3"/>
    <w:basedOn w:val="Body2"/>
    <w:uiPriority w:val="2"/>
    <w:semiHidden/>
    <w:qFormat/>
    <w:rsid w:val="005D221E"/>
    <w:pPr>
      <w:ind w:left="1843"/>
    </w:pPr>
  </w:style>
  <w:style w:type="paragraph" w:customStyle="1" w:styleId="Body4">
    <w:name w:val="Body 4"/>
    <w:basedOn w:val="Body3"/>
    <w:uiPriority w:val="2"/>
    <w:semiHidden/>
    <w:qFormat/>
    <w:rsid w:val="005D221E"/>
    <w:pPr>
      <w:ind w:left="3119"/>
    </w:pPr>
  </w:style>
  <w:style w:type="paragraph" w:customStyle="1" w:styleId="Body5">
    <w:name w:val="Body 5"/>
    <w:basedOn w:val="Body3"/>
    <w:uiPriority w:val="2"/>
    <w:semiHidden/>
    <w:qFormat/>
    <w:rsid w:val="005D221E"/>
    <w:pPr>
      <w:ind w:left="3119"/>
    </w:pPr>
  </w:style>
  <w:style w:type="paragraph" w:customStyle="1" w:styleId="Bullet1">
    <w:name w:val="Bullet 1"/>
    <w:basedOn w:val="Body1"/>
    <w:uiPriority w:val="2"/>
    <w:semiHidden/>
    <w:qFormat/>
    <w:rsid w:val="005D221E"/>
    <w:pPr>
      <w:numPr>
        <w:numId w:val="2"/>
      </w:numPr>
    </w:pPr>
  </w:style>
  <w:style w:type="paragraph" w:customStyle="1" w:styleId="Bullet2">
    <w:name w:val="Bullet 2"/>
    <w:basedOn w:val="Body2"/>
    <w:uiPriority w:val="2"/>
    <w:semiHidden/>
    <w:qFormat/>
    <w:rsid w:val="005D221E"/>
    <w:pPr>
      <w:numPr>
        <w:ilvl w:val="1"/>
        <w:numId w:val="2"/>
      </w:numPr>
    </w:pPr>
  </w:style>
  <w:style w:type="paragraph" w:customStyle="1" w:styleId="Bullet3">
    <w:name w:val="Bullet 3"/>
    <w:basedOn w:val="Body3"/>
    <w:uiPriority w:val="2"/>
    <w:semiHidden/>
    <w:qFormat/>
    <w:rsid w:val="005D221E"/>
    <w:pPr>
      <w:numPr>
        <w:ilvl w:val="2"/>
        <w:numId w:val="2"/>
      </w:numPr>
    </w:pPr>
  </w:style>
  <w:style w:type="character" w:customStyle="1" w:styleId="CrossReference">
    <w:name w:val="Cross Reference"/>
    <w:basedOn w:val="DefaultParagraphFont"/>
    <w:uiPriority w:val="2"/>
    <w:semiHidden/>
    <w:qFormat/>
    <w:rsid w:val="005D221E"/>
    <w:rPr>
      <w:b/>
    </w:rPr>
  </w:style>
  <w:style w:type="paragraph" w:styleId="Footer">
    <w:name w:val="footer"/>
    <w:basedOn w:val="Normal"/>
    <w:uiPriority w:val="2"/>
    <w:semiHidden/>
    <w:rsid w:val="005D221E"/>
    <w:pPr>
      <w:tabs>
        <w:tab w:val="center" w:pos="4536"/>
      </w:tabs>
    </w:pPr>
    <w:rPr>
      <w:noProof/>
      <w:sz w:val="16"/>
    </w:rPr>
  </w:style>
  <w:style w:type="character" w:styleId="FootnoteReference">
    <w:name w:val="footnote reference"/>
    <w:basedOn w:val="DefaultParagraphFont"/>
    <w:rsid w:val="005D221E"/>
    <w:rPr>
      <w:rFonts w:ascii="Tahoma" w:hAnsi="Tahoma"/>
      <w:b/>
      <w:color w:val="auto"/>
      <w:sz w:val="20"/>
      <w:u w:val="none"/>
      <w:vertAlign w:val="superscript"/>
    </w:rPr>
  </w:style>
  <w:style w:type="paragraph" w:styleId="FootnoteText">
    <w:name w:val="footnote text"/>
    <w:basedOn w:val="Normal"/>
    <w:link w:val="FootnoteTextChar"/>
    <w:qFormat/>
    <w:rsid w:val="004A5265"/>
    <w:pPr>
      <w:ind w:left="142" w:hanging="142"/>
    </w:pPr>
    <w:rPr>
      <w:sz w:val="16"/>
      <w:lang w:val="et-EE"/>
    </w:rPr>
  </w:style>
  <w:style w:type="paragraph" w:styleId="Header">
    <w:name w:val="header"/>
    <w:basedOn w:val="Normal"/>
    <w:link w:val="HeaderChar"/>
    <w:uiPriority w:val="99"/>
    <w:rsid w:val="005D221E"/>
    <w:pPr>
      <w:tabs>
        <w:tab w:val="center" w:pos="4536"/>
        <w:tab w:val="right" w:pos="9072"/>
      </w:tabs>
    </w:pPr>
    <w:rPr>
      <w:noProof/>
      <w:sz w:val="16"/>
    </w:rPr>
  </w:style>
  <w:style w:type="paragraph" w:customStyle="1" w:styleId="Level1">
    <w:name w:val="Level 1"/>
    <w:basedOn w:val="ListParagraph"/>
    <w:link w:val="Level1Mrk"/>
    <w:qFormat/>
    <w:rsid w:val="00633735"/>
    <w:pPr>
      <w:numPr>
        <w:numId w:val="10"/>
      </w:numPr>
    </w:pPr>
    <w:rPr>
      <w:bCs/>
      <w:szCs w:val="18"/>
      <w:lang w:val="et-EE"/>
    </w:rPr>
  </w:style>
  <w:style w:type="character" w:customStyle="1" w:styleId="Level1asHeadingtext">
    <w:name w:val="Level 1 as Heading (text)"/>
    <w:basedOn w:val="DefaultParagraphFont"/>
    <w:uiPriority w:val="1"/>
    <w:rsid w:val="005D221E"/>
    <w:rPr>
      <w:b/>
    </w:rPr>
  </w:style>
  <w:style w:type="paragraph" w:customStyle="1" w:styleId="Level2">
    <w:name w:val="Level 2"/>
    <w:basedOn w:val="Body"/>
    <w:qFormat/>
    <w:rsid w:val="00791EF6"/>
    <w:pPr>
      <w:numPr>
        <w:ilvl w:val="1"/>
        <w:numId w:val="10"/>
      </w:numPr>
      <w:spacing w:after="0"/>
    </w:pPr>
    <w:rPr>
      <w:lang w:val="et-EE"/>
    </w:rPr>
  </w:style>
  <w:style w:type="character" w:customStyle="1" w:styleId="Level2asHeadingtext">
    <w:name w:val="Level 2 as Heading (text)"/>
    <w:basedOn w:val="DefaultParagraphFont"/>
    <w:uiPriority w:val="1"/>
    <w:rsid w:val="005D221E"/>
    <w:rPr>
      <w:b/>
    </w:rPr>
  </w:style>
  <w:style w:type="paragraph" w:customStyle="1" w:styleId="Level3">
    <w:name w:val="Level 3"/>
    <w:basedOn w:val="Level2"/>
    <w:qFormat/>
    <w:rsid w:val="00196ACE"/>
    <w:pPr>
      <w:numPr>
        <w:ilvl w:val="2"/>
      </w:numPr>
      <w:tabs>
        <w:tab w:val="clear" w:pos="720"/>
      </w:tabs>
      <w:spacing w:before="60"/>
    </w:pPr>
  </w:style>
  <w:style w:type="character" w:customStyle="1" w:styleId="Level3asHeadingtext">
    <w:name w:val="Level 3 as Heading (text)"/>
    <w:basedOn w:val="DefaultParagraphFont"/>
    <w:uiPriority w:val="1"/>
    <w:rsid w:val="005D221E"/>
    <w:rPr>
      <w:b/>
    </w:rPr>
  </w:style>
  <w:style w:type="paragraph" w:customStyle="1" w:styleId="Level4">
    <w:name w:val="Level 4"/>
    <w:basedOn w:val="Body4"/>
    <w:qFormat/>
    <w:rsid w:val="005D221E"/>
    <w:pPr>
      <w:numPr>
        <w:ilvl w:val="3"/>
        <w:numId w:val="3"/>
      </w:numPr>
      <w:outlineLvl w:val="3"/>
    </w:pPr>
  </w:style>
  <w:style w:type="paragraph" w:customStyle="1" w:styleId="Level5">
    <w:name w:val="Level 5"/>
    <w:basedOn w:val="Body5"/>
    <w:qFormat/>
    <w:rsid w:val="005D221E"/>
    <w:pPr>
      <w:numPr>
        <w:ilvl w:val="4"/>
        <w:numId w:val="3"/>
      </w:numPr>
      <w:outlineLvl w:val="4"/>
    </w:pPr>
  </w:style>
  <w:style w:type="character" w:styleId="PageNumber">
    <w:name w:val="page number"/>
    <w:basedOn w:val="DefaultParagraphFont"/>
    <w:uiPriority w:val="2"/>
    <w:semiHidden/>
    <w:rsid w:val="005D221E"/>
    <w:rPr>
      <w:sz w:val="16"/>
    </w:rPr>
  </w:style>
  <w:style w:type="paragraph" w:customStyle="1" w:styleId="Parties">
    <w:name w:val="Parties"/>
    <w:basedOn w:val="Body1"/>
    <w:uiPriority w:val="1"/>
    <w:semiHidden/>
    <w:qFormat/>
    <w:rsid w:val="005D221E"/>
    <w:pPr>
      <w:numPr>
        <w:numId w:val="4"/>
      </w:numPr>
    </w:pPr>
  </w:style>
  <w:style w:type="paragraph" w:customStyle="1" w:styleId="Rule1">
    <w:name w:val="Rule 1"/>
    <w:basedOn w:val="Body"/>
    <w:semiHidden/>
    <w:rsid w:val="005D221E"/>
    <w:pPr>
      <w:keepNext/>
      <w:numPr>
        <w:numId w:val="5"/>
      </w:numPr>
    </w:pPr>
    <w:rPr>
      <w:b/>
    </w:rPr>
  </w:style>
  <w:style w:type="paragraph" w:customStyle="1" w:styleId="Rule2">
    <w:name w:val="Rule 2"/>
    <w:basedOn w:val="Body2"/>
    <w:semiHidden/>
    <w:rsid w:val="005D221E"/>
    <w:pPr>
      <w:numPr>
        <w:ilvl w:val="1"/>
        <w:numId w:val="5"/>
      </w:numPr>
    </w:pPr>
  </w:style>
  <w:style w:type="paragraph" w:customStyle="1" w:styleId="Rule3">
    <w:name w:val="Rule 3"/>
    <w:basedOn w:val="Body3"/>
    <w:semiHidden/>
    <w:rsid w:val="005D221E"/>
    <w:pPr>
      <w:numPr>
        <w:ilvl w:val="2"/>
        <w:numId w:val="5"/>
      </w:numPr>
    </w:pPr>
  </w:style>
  <w:style w:type="paragraph" w:customStyle="1" w:styleId="Rule4">
    <w:name w:val="Rule 4"/>
    <w:basedOn w:val="Body4"/>
    <w:semiHidden/>
    <w:rsid w:val="005D221E"/>
    <w:pPr>
      <w:numPr>
        <w:ilvl w:val="3"/>
        <w:numId w:val="5"/>
      </w:numPr>
    </w:pPr>
  </w:style>
  <w:style w:type="paragraph" w:customStyle="1" w:styleId="Rule5">
    <w:name w:val="Rule 5"/>
    <w:basedOn w:val="Body5"/>
    <w:semiHidden/>
    <w:rsid w:val="005D221E"/>
    <w:pPr>
      <w:numPr>
        <w:ilvl w:val="4"/>
        <w:numId w:val="5"/>
      </w:numPr>
    </w:pPr>
  </w:style>
  <w:style w:type="paragraph" w:customStyle="1" w:styleId="Schedule">
    <w:name w:val="Schedule"/>
    <w:basedOn w:val="Normal"/>
    <w:semiHidden/>
    <w:rsid w:val="005D221E"/>
    <w:pPr>
      <w:keepNext/>
      <w:numPr>
        <w:numId w:val="6"/>
      </w:numPr>
      <w:spacing w:after="240"/>
      <w:jc w:val="center"/>
    </w:pPr>
    <w:rPr>
      <w:b/>
      <w:caps/>
      <w:sz w:val="24"/>
    </w:rPr>
  </w:style>
  <w:style w:type="paragraph" w:customStyle="1" w:styleId="ScheduleTitle">
    <w:name w:val="Schedule Title"/>
    <w:basedOn w:val="Body"/>
    <w:uiPriority w:val="2"/>
    <w:semiHidden/>
    <w:qFormat/>
    <w:rsid w:val="005D221E"/>
    <w:pPr>
      <w:keepNext/>
      <w:spacing w:after="480"/>
      <w:jc w:val="center"/>
    </w:pPr>
    <w:rPr>
      <w:b/>
    </w:rPr>
  </w:style>
  <w:style w:type="paragraph" w:customStyle="1" w:styleId="aBankingDefinition">
    <w:name w:val="(a) Banking Definition"/>
    <w:basedOn w:val="Body"/>
    <w:uiPriority w:val="2"/>
    <w:semiHidden/>
    <w:qFormat/>
    <w:rsid w:val="00F44B9D"/>
    <w:pPr>
      <w:numPr>
        <w:numId w:val="8"/>
      </w:numPr>
    </w:pPr>
  </w:style>
  <w:style w:type="paragraph" w:customStyle="1" w:styleId="Sideheading">
    <w:name w:val="Sideheading"/>
    <w:basedOn w:val="Body"/>
    <w:qFormat/>
    <w:rsid w:val="005D221E"/>
    <w:rPr>
      <w:b/>
      <w:caps/>
    </w:rPr>
  </w:style>
  <w:style w:type="paragraph" w:customStyle="1" w:styleId="iBankingDefinition">
    <w:name w:val="(i) Banking Definition"/>
    <w:basedOn w:val="aBankingDefinition"/>
    <w:uiPriority w:val="2"/>
    <w:semiHidden/>
    <w:qFormat/>
    <w:rsid w:val="000D0EB3"/>
    <w:pPr>
      <w:numPr>
        <w:ilvl w:val="1"/>
      </w:numPr>
    </w:pPr>
  </w:style>
  <w:style w:type="paragraph" w:styleId="TOC1">
    <w:name w:val="toc 1"/>
    <w:basedOn w:val="Body"/>
    <w:next w:val="Normal"/>
    <w:semiHidden/>
    <w:rsid w:val="005D221E"/>
    <w:pPr>
      <w:tabs>
        <w:tab w:val="right" w:leader="dot" w:pos="9072"/>
      </w:tabs>
      <w:spacing w:after="60"/>
      <w:ind w:left="851" w:right="851" w:hanging="851"/>
    </w:pPr>
    <w:rPr>
      <w:caps/>
      <w:noProof/>
    </w:rPr>
  </w:style>
  <w:style w:type="paragraph" w:styleId="TOC2">
    <w:name w:val="toc 2"/>
    <w:basedOn w:val="Body"/>
    <w:next w:val="Normal"/>
    <w:semiHidden/>
    <w:rsid w:val="005D221E"/>
    <w:pPr>
      <w:tabs>
        <w:tab w:val="left" w:pos="1680"/>
        <w:tab w:val="right" w:leader="dot" w:pos="9072"/>
      </w:tabs>
      <w:spacing w:after="60"/>
      <w:ind w:left="1680" w:right="851" w:hanging="829"/>
    </w:pPr>
    <w:rPr>
      <w:noProof/>
    </w:rPr>
  </w:style>
  <w:style w:type="paragraph" w:styleId="TOC3">
    <w:name w:val="toc 3"/>
    <w:basedOn w:val="Body"/>
    <w:next w:val="Normal"/>
    <w:semiHidden/>
    <w:rsid w:val="005D221E"/>
    <w:pPr>
      <w:tabs>
        <w:tab w:val="right" w:leader="dot" w:pos="9072"/>
      </w:tabs>
      <w:spacing w:after="60"/>
      <w:ind w:left="851" w:right="851" w:hanging="851"/>
    </w:pPr>
    <w:rPr>
      <w:noProof/>
    </w:rPr>
  </w:style>
  <w:style w:type="paragraph" w:styleId="TOC4">
    <w:name w:val="toc 4"/>
    <w:basedOn w:val="Body"/>
    <w:next w:val="Normal"/>
    <w:semiHidden/>
    <w:rsid w:val="005D221E"/>
    <w:pPr>
      <w:keepNext/>
      <w:spacing w:after="60"/>
      <w:ind w:right="851"/>
    </w:pPr>
    <w:rPr>
      <w:b/>
      <w:noProof/>
    </w:rPr>
  </w:style>
  <w:style w:type="paragraph" w:styleId="TOC5">
    <w:name w:val="toc 5"/>
    <w:basedOn w:val="TOC1"/>
    <w:next w:val="Normal"/>
    <w:semiHidden/>
    <w:rsid w:val="0079192D"/>
    <w:pPr>
      <w:ind w:firstLine="0"/>
    </w:pPr>
    <w:rPr>
      <w:caps w:val="0"/>
    </w:rPr>
  </w:style>
  <w:style w:type="paragraph" w:styleId="TOC6">
    <w:name w:val="toc 6"/>
    <w:basedOn w:val="Normal"/>
    <w:next w:val="Normal"/>
    <w:semiHidden/>
    <w:rsid w:val="005D221E"/>
    <w:pPr>
      <w:tabs>
        <w:tab w:val="right" w:leader="dot" w:pos="9072"/>
      </w:tabs>
      <w:ind w:left="2835" w:right="851" w:hanging="1134"/>
    </w:pPr>
    <w:rPr>
      <w:noProof/>
    </w:rPr>
  </w:style>
  <w:style w:type="paragraph" w:customStyle="1" w:styleId="FootnoteTextContinuation">
    <w:name w:val="Footnote Text Continuation"/>
    <w:basedOn w:val="FootnoteText"/>
    <w:uiPriority w:val="2"/>
    <w:semiHidden/>
    <w:rsid w:val="00A86EAF"/>
    <w:pPr>
      <w:ind w:firstLine="0"/>
    </w:pPr>
  </w:style>
  <w:style w:type="paragraph" w:customStyle="1" w:styleId="Part">
    <w:name w:val="Part"/>
    <w:basedOn w:val="Body"/>
    <w:uiPriority w:val="1"/>
    <w:semiHidden/>
    <w:qFormat/>
    <w:rsid w:val="003000F0"/>
    <w:pPr>
      <w:numPr>
        <w:numId w:val="7"/>
      </w:numPr>
      <w:spacing w:line="312" w:lineRule="auto"/>
    </w:pPr>
    <w:rPr>
      <w:b/>
    </w:rPr>
  </w:style>
  <w:style w:type="character" w:customStyle="1" w:styleId="HeaderChar">
    <w:name w:val="Header Char"/>
    <w:basedOn w:val="DefaultParagraphFont"/>
    <w:link w:val="Header"/>
    <w:uiPriority w:val="99"/>
    <w:rsid w:val="004D78C3"/>
    <w:rPr>
      <w:rFonts w:ascii="Verdana" w:hAnsi="Verdana"/>
      <w:noProof/>
      <w:sz w:val="16"/>
      <w:lang w:eastAsia="en-GB"/>
    </w:rPr>
  </w:style>
  <w:style w:type="table" w:styleId="TableGrid">
    <w:name w:val="Table Grid"/>
    <w:basedOn w:val="TableNormal"/>
    <w:uiPriority w:val="59"/>
    <w:rsid w:val="004D78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0BBB"/>
    <w:rPr>
      <w:rFonts w:ascii="Segoe UI" w:hAnsi="Segoe UI" w:cs="Segoe UI"/>
      <w:szCs w:val="18"/>
    </w:rPr>
  </w:style>
  <w:style w:type="character" w:customStyle="1" w:styleId="BalloonTextChar">
    <w:name w:val="Balloon Text Char"/>
    <w:basedOn w:val="DefaultParagraphFont"/>
    <w:link w:val="BalloonText"/>
    <w:uiPriority w:val="99"/>
    <w:semiHidden/>
    <w:rsid w:val="00470BBB"/>
    <w:rPr>
      <w:rFonts w:ascii="Segoe UI" w:hAnsi="Segoe UI" w:cs="Segoe UI"/>
      <w:sz w:val="18"/>
      <w:szCs w:val="18"/>
      <w:lang w:eastAsia="en-GB"/>
    </w:rPr>
  </w:style>
  <w:style w:type="paragraph" w:customStyle="1" w:styleId="ExtraInfo">
    <w:name w:val="ExtraInfo"/>
    <w:basedOn w:val="Normal"/>
    <w:uiPriority w:val="2"/>
    <w:semiHidden/>
    <w:rsid w:val="00470BBB"/>
    <w:pPr>
      <w:framePr w:w="2206" w:h="919" w:hSpace="181" w:wrap="around" w:vAnchor="page" w:hAnchor="page" w:x="9385" w:y="211"/>
      <w:shd w:val="clear" w:color="auto" w:fill="FFFFFF"/>
    </w:pPr>
    <w:rPr>
      <w:sz w:val="14"/>
      <w:szCs w:val="14"/>
    </w:rPr>
  </w:style>
  <w:style w:type="paragraph" w:customStyle="1" w:styleId="Default">
    <w:name w:val="Default"/>
    <w:rsid w:val="00EC78A1"/>
    <w:pPr>
      <w:autoSpaceDE w:val="0"/>
      <w:autoSpaceDN w:val="0"/>
      <w:adjustRightInd w:val="0"/>
    </w:pPr>
    <w:rPr>
      <w:rFonts w:ascii="Verdana" w:hAnsi="Verdana" w:cs="Verdana"/>
      <w:color w:val="000000"/>
      <w:sz w:val="24"/>
      <w:szCs w:val="24"/>
    </w:rPr>
  </w:style>
  <w:style w:type="character" w:styleId="Hyperlink">
    <w:name w:val="Hyperlink"/>
    <w:basedOn w:val="DefaultParagraphFont"/>
    <w:uiPriority w:val="99"/>
    <w:unhideWhenUsed/>
    <w:rsid w:val="00461D81"/>
    <w:rPr>
      <w:color w:val="0000FF" w:themeColor="hyperlink"/>
      <w:u w:val="single"/>
    </w:rPr>
  </w:style>
  <w:style w:type="paragraph" w:styleId="ListParagraph">
    <w:name w:val="List Paragraph"/>
    <w:basedOn w:val="Normal"/>
    <w:link w:val="ListParagraphChar"/>
    <w:uiPriority w:val="34"/>
    <w:qFormat/>
    <w:rsid w:val="002469DE"/>
    <w:pPr>
      <w:ind w:left="720"/>
      <w:contextualSpacing/>
    </w:pPr>
  </w:style>
  <w:style w:type="paragraph" w:styleId="NormalWeb">
    <w:name w:val="Normal (Web)"/>
    <w:basedOn w:val="Normal"/>
    <w:uiPriority w:val="99"/>
    <w:unhideWhenUsed/>
    <w:rsid w:val="003E552B"/>
    <w:pPr>
      <w:spacing w:before="100" w:beforeAutospacing="1" w:after="100" w:afterAutospacing="1"/>
    </w:pPr>
    <w:rPr>
      <w:rFonts w:ascii="Times New Roman" w:hAnsi="Times New Roman"/>
      <w:color w:val="000000"/>
      <w:sz w:val="24"/>
      <w:szCs w:val="24"/>
      <w:lang w:val="et-EE" w:eastAsia="et-EE"/>
    </w:rPr>
  </w:style>
  <w:style w:type="table" w:customStyle="1" w:styleId="TableGrid2">
    <w:name w:val="Table Grid2"/>
    <w:basedOn w:val="TableNormal"/>
    <w:next w:val="TableGrid"/>
    <w:uiPriority w:val="59"/>
    <w:rsid w:val="009667D4"/>
    <w:rPr>
      <w:rFonts w:asciiTheme="minorHAnsi" w:hAnsi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hendamatamainimine1">
    <w:name w:val="Lahendamata mainimine1"/>
    <w:basedOn w:val="DefaultParagraphFont"/>
    <w:uiPriority w:val="99"/>
    <w:semiHidden/>
    <w:unhideWhenUsed/>
    <w:rsid w:val="00F507A5"/>
    <w:rPr>
      <w:color w:val="605E5C"/>
      <w:shd w:val="clear" w:color="auto" w:fill="E1DFDD"/>
    </w:rPr>
  </w:style>
  <w:style w:type="character" w:customStyle="1" w:styleId="FootnoteTextChar">
    <w:name w:val="Footnote Text Char"/>
    <w:basedOn w:val="DefaultParagraphFont"/>
    <w:link w:val="FootnoteText"/>
    <w:rsid w:val="004A5265"/>
    <w:rPr>
      <w:rFonts w:ascii="Verdana" w:hAnsi="Verdana"/>
      <w:sz w:val="16"/>
      <w:lang w:val="et-EE" w:eastAsia="en-GB"/>
    </w:rPr>
  </w:style>
  <w:style w:type="character" w:customStyle="1" w:styleId="Lahendamatamainimine2">
    <w:name w:val="Lahendamata mainimine2"/>
    <w:basedOn w:val="DefaultParagraphFont"/>
    <w:uiPriority w:val="99"/>
    <w:semiHidden/>
    <w:unhideWhenUsed/>
    <w:rsid w:val="00A66D51"/>
    <w:rPr>
      <w:color w:val="605E5C"/>
      <w:shd w:val="clear" w:color="auto" w:fill="E1DFDD"/>
    </w:rPr>
  </w:style>
  <w:style w:type="character" w:customStyle="1" w:styleId="Heading1Char">
    <w:name w:val="Heading 1 Char"/>
    <w:basedOn w:val="DefaultParagraphFont"/>
    <w:link w:val="Heading1"/>
    <w:rsid w:val="00F342BC"/>
    <w:rPr>
      <w:rFonts w:ascii="Verdana" w:hAnsi="Verdana"/>
      <w:b/>
      <w:sz w:val="18"/>
      <w:lang w:val="et-EE" w:eastAsia="en-GB"/>
    </w:rPr>
  </w:style>
  <w:style w:type="paragraph" w:customStyle="1" w:styleId="Lisadenimekiri">
    <w:name w:val="Lisade nimekiri"/>
    <w:basedOn w:val="Normal"/>
    <w:uiPriority w:val="1"/>
    <w:qFormat/>
    <w:rsid w:val="008F1361"/>
    <w:pPr>
      <w:tabs>
        <w:tab w:val="num" w:pos="720"/>
      </w:tabs>
      <w:outlineLvl w:val="0"/>
    </w:pPr>
    <w:rPr>
      <w:lang w:val="et-EE"/>
    </w:rPr>
  </w:style>
  <w:style w:type="character" w:customStyle="1" w:styleId="ListParagraphChar">
    <w:name w:val="List Paragraph Char"/>
    <w:basedOn w:val="DefaultParagraphFont"/>
    <w:link w:val="ListParagraph"/>
    <w:uiPriority w:val="34"/>
    <w:rsid w:val="008F1361"/>
    <w:rPr>
      <w:rFonts w:ascii="Verdana" w:hAnsi="Verdana"/>
      <w:sz w:val="18"/>
      <w:lang w:eastAsia="en-GB"/>
    </w:rPr>
  </w:style>
  <w:style w:type="character" w:customStyle="1" w:styleId="Level1Mrk">
    <w:name w:val="Level 1 Märk"/>
    <w:basedOn w:val="ListParagraphChar"/>
    <w:link w:val="Level1"/>
    <w:uiPriority w:val="1"/>
    <w:rsid w:val="00633735"/>
    <w:rPr>
      <w:rFonts w:ascii="Verdana" w:hAnsi="Verdana"/>
      <w:bCs/>
      <w:sz w:val="18"/>
      <w:szCs w:val="18"/>
      <w:lang w:val="et-EE" w:eastAsia="en-GB"/>
    </w:rPr>
  </w:style>
  <w:style w:type="paragraph" w:customStyle="1" w:styleId="Level21">
    <w:name w:val="Level2.1"/>
    <w:basedOn w:val="Level2"/>
    <w:next w:val="Normal"/>
    <w:qFormat/>
    <w:rsid w:val="00D76760"/>
    <w:pPr>
      <w:numPr>
        <w:ilvl w:val="0"/>
        <w:numId w:val="0"/>
      </w:numPr>
      <w:ind w:left="709"/>
    </w:pPr>
    <w:rPr>
      <w:b/>
      <w:i/>
      <w:u w:val="single"/>
    </w:rPr>
  </w:style>
  <w:style w:type="paragraph" w:customStyle="1" w:styleId="Muu">
    <w:name w:val="Muu"/>
    <w:basedOn w:val="Level1"/>
    <w:link w:val="MuuMrk"/>
    <w:qFormat/>
    <w:rsid w:val="00B33FAF"/>
    <w:pPr>
      <w:numPr>
        <w:numId w:val="11"/>
      </w:numPr>
      <w:ind w:left="754" w:hanging="357"/>
    </w:pPr>
  </w:style>
  <w:style w:type="character" w:customStyle="1" w:styleId="MuuMrk">
    <w:name w:val="Muu Märk"/>
    <w:basedOn w:val="Level1Mrk"/>
    <w:link w:val="Muu"/>
    <w:rsid w:val="00B33FAF"/>
    <w:rPr>
      <w:rFonts w:ascii="Verdana" w:hAnsi="Verdana"/>
      <w:bCs/>
      <w:sz w:val="18"/>
      <w:szCs w:val="18"/>
      <w:lang w:val="et-EE" w:eastAsia="en-GB"/>
    </w:rPr>
  </w:style>
  <w:style w:type="character" w:customStyle="1" w:styleId="Lahendamatamainimine3">
    <w:name w:val="Lahendamata mainimine3"/>
    <w:basedOn w:val="DefaultParagraphFont"/>
    <w:uiPriority w:val="99"/>
    <w:semiHidden/>
    <w:unhideWhenUsed/>
    <w:rsid w:val="00EE11AD"/>
    <w:rPr>
      <w:color w:val="605E5C"/>
      <w:shd w:val="clear" w:color="auto" w:fill="E1DFDD"/>
    </w:rPr>
  </w:style>
  <w:style w:type="character" w:styleId="CommentReference">
    <w:name w:val="annotation reference"/>
    <w:basedOn w:val="DefaultParagraphFont"/>
    <w:uiPriority w:val="99"/>
    <w:semiHidden/>
    <w:unhideWhenUsed/>
    <w:rsid w:val="00BF741D"/>
    <w:rPr>
      <w:sz w:val="16"/>
      <w:szCs w:val="16"/>
    </w:rPr>
  </w:style>
  <w:style w:type="paragraph" w:styleId="CommentText">
    <w:name w:val="annotation text"/>
    <w:basedOn w:val="Normal"/>
    <w:link w:val="CommentTextChar"/>
    <w:uiPriority w:val="99"/>
    <w:semiHidden/>
    <w:unhideWhenUsed/>
    <w:rsid w:val="00BF741D"/>
    <w:rPr>
      <w:sz w:val="20"/>
    </w:rPr>
  </w:style>
  <w:style w:type="character" w:customStyle="1" w:styleId="CommentTextChar">
    <w:name w:val="Comment Text Char"/>
    <w:basedOn w:val="DefaultParagraphFont"/>
    <w:link w:val="CommentText"/>
    <w:uiPriority w:val="99"/>
    <w:semiHidden/>
    <w:rsid w:val="00BF741D"/>
    <w:rPr>
      <w:rFonts w:ascii="Verdana" w:hAnsi="Verdana"/>
      <w:lang w:eastAsia="en-GB"/>
    </w:rPr>
  </w:style>
  <w:style w:type="paragraph" w:styleId="CommentSubject">
    <w:name w:val="annotation subject"/>
    <w:basedOn w:val="CommentText"/>
    <w:next w:val="CommentText"/>
    <w:link w:val="CommentSubjectChar"/>
    <w:uiPriority w:val="99"/>
    <w:semiHidden/>
    <w:unhideWhenUsed/>
    <w:rsid w:val="00BF741D"/>
    <w:rPr>
      <w:b/>
      <w:bCs/>
    </w:rPr>
  </w:style>
  <w:style w:type="character" w:customStyle="1" w:styleId="CommentSubjectChar">
    <w:name w:val="Comment Subject Char"/>
    <w:basedOn w:val="CommentTextChar"/>
    <w:link w:val="CommentSubject"/>
    <w:uiPriority w:val="99"/>
    <w:semiHidden/>
    <w:rsid w:val="00BF741D"/>
    <w:rPr>
      <w:rFonts w:ascii="Verdana" w:hAnsi="Verdana"/>
      <w:b/>
      <w:bCs/>
      <w:lang w:eastAsia="en-GB"/>
    </w:rPr>
  </w:style>
  <w:style w:type="character" w:styleId="UnresolvedMention">
    <w:name w:val="Unresolved Mention"/>
    <w:basedOn w:val="DefaultParagraphFont"/>
    <w:uiPriority w:val="99"/>
    <w:semiHidden/>
    <w:unhideWhenUsed/>
    <w:rsid w:val="004E2906"/>
    <w:rPr>
      <w:color w:val="605E5C"/>
      <w:shd w:val="clear" w:color="auto" w:fill="E1DFDD"/>
    </w:rPr>
  </w:style>
  <w:style w:type="paragraph" w:customStyle="1" w:styleId="text-3mezera">
    <w:name w:val="text - 3 mezera"/>
    <w:basedOn w:val="Normal"/>
    <w:uiPriority w:val="99"/>
    <w:rsid w:val="003F6CA3"/>
    <w:pPr>
      <w:spacing w:before="60" w:line="240" w:lineRule="exact"/>
    </w:pPr>
    <w:rPr>
      <w:rFonts w:ascii="Arial" w:eastAsiaTheme="minorHAnsi" w:hAnsi="Arial" w:cs="Arial"/>
      <w:sz w:val="24"/>
      <w:szCs w:val="24"/>
      <w:lang w:val="et-EE" w:eastAsia="ar-SA"/>
    </w:rPr>
  </w:style>
  <w:style w:type="table" w:customStyle="1" w:styleId="Kontuurtabel1">
    <w:name w:val="Kontuurtabel1"/>
    <w:basedOn w:val="TableNormal"/>
    <w:next w:val="TableGrid"/>
    <w:uiPriority w:val="39"/>
    <w:rsid w:val="00557BF4"/>
    <w:rPr>
      <w:rFonts w:ascii="Calibri" w:eastAsia="Calibri" w:hAnsi="Calibri"/>
      <w:sz w:val="22"/>
      <w:szCs w:val="22"/>
      <w:lang w:val="et-E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67819"/>
    <w:rPr>
      <w:color w:val="800080" w:themeColor="followedHyperlink"/>
      <w:u w:val="single"/>
    </w:rPr>
  </w:style>
  <w:style w:type="paragraph" w:styleId="BodyTextIndent">
    <w:name w:val="Body Text Indent"/>
    <w:basedOn w:val="Normal"/>
    <w:link w:val="BodyTextIndentChar"/>
    <w:uiPriority w:val="99"/>
    <w:semiHidden/>
    <w:unhideWhenUsed/>
    <w:rsid w:val="00A003BE"/>
    <w:pPr>
      <w:spacing w:after="120"/>
      <w:ind w:left="283"/>
    </w:pPr>
  </w:style>
  <w:style w:type="character" w:customStyle="1" w:styleId="BodyTextIndentChar">
    <w:name w:val="Body Text Indent Char"/>
    <w:basedOn w:val="DefaultParagraphFont"/>
    <w:link w:val="BodyTextIndent"/>
    <w:uiPriority w:val="99"/>
    <w:semiHidden/>
    <w:rsid w:val="00A003BE"/>
    <w:rPr>
      <w:rFonts w:ascii="Verdana" w:hAnsi="Verdana"/>
      <w:sz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48655">
      <w:bodyDiv w:val="1"/>
      <w:marLeft w:val="0"/>
      <w:marRight w:val="0"/>
      <w:marTop w:val="0"/>
      <w:marBottom w:val="0"/>
      <w:divBdr>
        <w:top w:val="none" w:sz="0" w:space="0" w:color="auto"/>
        <w:left w:val="none" w:sz="0" w:space="0" w:color="auto"/>
        <w:bottom w:val="none" w:sz="0" w:space="0" w:color="auto"/>
        <w:right w:val="none" w:sz="0" w:space="0" w:color="auto"/>
      </w:divBdr>
    </w:div>
    <w:div w:id="57637665">
      <w:bodyDiv w:val="1"/>
      <w:marLeft w:val="0"/>
      <w:marRight w:val="0"/>
      <w:marTop w:val="0"/>
      <w:marBottom w:val="0"/>
      <w:divBdr>
        <w:top w:val="none" w:sz="0" w:space="0" w:color="auto"/>
        <w:left w:val="none" w:sz="0" w:space="0" w:color="auto"/>
        <w:bottom w:val="none" w:sz="0" w:space="0" w:color="auto"/>
        <w:right w:val="none" w:sz="0" w:space="0" w:color="auto"/>
      </w:divBdr>
    </w:div>
    <w:div w:id="65609943">
      <w:bodyDiv w:val="1"/>
      <w:marLeft w:val="0"/>
      <w:marRight w:val="0"/>
      <w:marTop w:val="0"/>
      <w:marBottom w:val="0"/>
      <w:divBdr>
        <w:top w:val="none" w:sz="0" w:space="0" w:color="auto"/>
        <w:left w:val="none" w:sz="0" w:space="0" w:color="auto"/>
        <w:bottom w:val="none" w:sz="0" w:space="0" w:color="auto"/>
        <w:right w:val="none" w:sz="0" w:space="0" w:color="auto"/>
      </w:divBdr>
    </w:div>
    <w:div w:id="70542378">
      <w:bodyDiv w:val="1"/>
      <w:marLeft w:val="0"/>
      <w:marRight w:val="0"/>
      <w:marTop w:val="0"/>
      <w:marBottom w:val="0"/>
      <w:divBdr>
        <w:top w:val="none" w:sz="0" w:space="0" w:color="auto"/>
        <w:left w:val="none" w:sz="0" w:space="0" w:color="auto"/>
        <w:bottom w:val="none" w:sz="0" w:space="0" w:color="auto"/>
        <w:right w:val="none" w:sz="0" w:space="0" w:color="auto"/>
      </w:divBdr>
    </w:div>
    <w:div w:id="208961307">
      <w:bodyDiv w:val="1"/>
      <w:marLeft w:val="0"/>
      <w:marRight w:val="0"/>
      <w:marTop w:val="0"/>
      <w:marBottom w:val="0"/>
      <w:divBdr>
        <w:top w:val="none" w:sz="0" w:space="0" w:color="auto"/>
        <w:left w:val="none" w:sz="0" w:space="0" w:color="auto"/>
        <w:bottom w:val="none" w:sz="0" w:space="0" w:color="auto"/>
        <w:right w:val="none" w:sz="0" w:space="0" w:color="auto"/>
      </w:divBdr>
    </w:div>
    <w:div w:id="232669134">
      <w:bodyDiv w:val="1"/>
      <w:marLeft w:val="0"/>
      <w:marRight w:val="0"/>
      <w:marTop w:val="0"/>
      <w:marBottom w:val="0"/>
      <w:divBdr>
        <w:top w:val="none" w:sz="0" w:space="0" w:color="auto"/>
        <w:left w:val="none" w:sz="0" w:space="0" w:color="auto"/>
        <w:bottom w:val="none" w:sz="0" w:space="0" w:color="auto"/>
        <w:right w:val="none" w:sz="0" w:space="0" w:color="auto"/>
      </w:divBdr>
    </w:div>
    <w:div w:id="258106035">
      <w:bodyDiv w:val="1"/>
      <w:marLeft w:val="0"/>
      <w:marRight w:val="0"/>
      <w:marTop w:val="0"/>
      <w:marBottom w:val="0"/>
      <w:divBdr>
        <w:top w:val="none" w:sz="0" w:space="0" w:color="auto"/>
        <w:left w:val="none" w:sz="0" w:space="0" w:color="auto"/>
        <w:bottom w:val="none" w:sz="0" w:space="0" w:color="auto"/>
        <w:right w:val="none" w:sz="0" w:space="0" w:color="auto"/>
      </w:divBdr>
    </w:div>
    <w:div w:id="360671337">
      <w:bodyDiv w:val="1"/>
      <w:marLeft w:val="0"/>
      <w:marRight w:val="0"/>
      <w:marTop w:val="0"/>
      <w:marBottom w:val="0"/>
      <w:divBdr>
        <w:top w:val="none" w:sz="0" w:space="0" w:color="auto"/>
        <w:left w:val="none" w:sz="0" w:space="0" w:color="auto"/>
        <w:bottom w:val="none" w:sz="0" w:space="0" w:color="auto"/>
        <w:right w:val="none" w:sz="0" w:space="0" w:color="auto"/>
      </w:divBdr>
    </w:div>
    <w:div w:id="426930189">
      <w:bodyDiv w:val="1"/>
      <w:marLeft w:val="0"/>
      <w:marRight w:val="0"/>
      <w:marTop w:val="0"/>
      <w:marBottom w:val="0"/>
      <w:divBdr>
        <w:top w:val="none" w:sz="0" w:space="0" w:color="auto"/>
        <w:left w:val="none" w:sz="0" w:space="0" w:color="auto"/>
        <w:bottom w:val="none" w:sz="0" w:space="0" w:color="auto"/>
        <w:right w:val="none" w:sz="0" w:space="0" w:color="auto"/>
      </w:divBdr>
    </w:div>
    <w:div w:id="428156826">
      <w:bodyDiv w:val="1"/>
      <w:marLeft w:val="0"/>
      <w:marRight w:val="0"/>
      <w:marTop w:val="0"/>
      <w:marBottom w:val="0"/>
      <w:divBdr>
        <w:top w:val="none" w:sz="0" w:space="0" w:color="auto"/>
        <w:left w:val="none" w:sz="0" w:space="0" w:color="auto"/>
        <w:bottom w:val="none" w:sz="0" w:space="0" w:color="auto"/>
        <w:right w:val="none" w:sz="0" w:space="0" w:color="auto"/>
      </w:divBdr>
    </w:div>
    <w:div w:id="476459431">
      <w:bodyDiv w:val="1"/>
      <w:marLeft w:val="0"/>
      <w:marRight w:val="0"/>
      <w:marTop w:val="0"/>
      <w:marBottom w:val="0"/>
      <w:divBdr>
        <w:top w:val="none" w:sz="0" w:space="0" w:color="auto"/>
        <w:left w:val="none" w:sz="0" w:space="0" w:color="auto"/>
        <w:bottom w:val="none" w:sz="0" w:space="0" w:color="auto"/>
        <w:right w:val="none" w:sz="0" w:space="0" w:color="auto"/>
      </w:divBdr>
    </w:div>
    <w:div w:id="536312442">
      <w:bodyDiv w:val="1"/>
      <w:marLeft w:val="0"/>
      <w:marRight w:val="0"/>
      <w:marTop w:val="0"/>
      <w:marBottom w:val="0"/>
      <w:divBdr>
        <w:top w:val="none" w:sz="0" w:space="0" w:color="auto"/>
        <w:left w:val="none" w:sz="0" w:space="0" w:color="auto"/>
        <w:bottom w:val="none" w:sz="0" w:space="0" w:color="auto"/>
        <w:right w:val="none" w:sz="0" w:space="0" w:color="auto"/>
      </w:divBdr>
    </w:div>
    <w:div w:id="846290918">
      <w:bodyDiv w:val="1"/>
      <w:marLeft w:val="0"/>
      <w:marRight w:val="0"/>
      <w:marTop w:val="0"/>
      <w:marBottom w:val="0"/>
      <w:divBdr>
        <w:top w:val="none" w:sz="0" w:space="0" w:color="auto"/>
        <w:left w:val="none" w:sz="0" w:space="0" w:color="auto"/>
        <w:bottom w:val="none" w:sz="0" w:space="0" w:color="auto"/>
        <w:right w:val="none" w:sz="0" w:space="0" w:color="auto"/>
      </w:divBdr>
    </w:div>
    <w:div w:id="866335999">
      <w:bodyDiv w:val="1"/>
      <w:marLeft w:val="0"/>
      <w:marRight w:val="0"/>
      <w:marTop w:val="0"/>
      <w:marBottom w:val="0"/>
      <w:divBdr>
        <w:top w:val="none" w:sz="0" w:space="0" w:color="auto"/>
        <w:left w:val="none" w:sz="0" w:space="0" w:color="auto"/>
        <w:bottom w:val="none" w:sz="0" w:space="0" w:color="auto"/>
        <w:right w:val="none" w:sz="0" w:space="0" w:color="auto"/>
      </w:divBdr>
    </w:div>
    <w:div w:id="977490548">
      <w:bodyDiv w:val="1"/>
      <w:marLeft w:val="0"/>
      <w:marRight w:val="0"/>
      <w:marTop w:val="0"/>
      <w:marBottom w:val="0"/>
      <w:divBdr>
        <w:top w:val="none" w:sz="0" w:space="0" w:color="auto"/>
        <w:left w:val="none" w:sz="0" w:space="0" w:color="auto"/>
        <w:bottom w:val="none" w:sz="0" w:space="0" w:color="auto"/>
        <w:right w:val="none" w:sz="0" w:space="0" w:color="auto"/>
      </w:divBdr>
    </w:div>
    <w:div w:id="1046176177">
      <w:bodyDiv w:val="1"/>
      <w:marLeft w:val="0"/>
      <w:marRight w:val="0"/>
      <w:marTop w:val="0"/>
      <w:marBottom w:val="0"/>
      <w:divBdr>
        <w:top w:val="none" w:sz="0" w:space="0" w:color="auto"/>
        <w:left w:val="none" w:sz="0" w:space="0" w:color="auto"/>
        <w:bottom w:val="none" w:sz="0" w:space="0" w:color="auto"/>
        <w:right w:val="none" w:sz="0" w:space="0" w:color="auto"/>
      </w:divBdr>
    </w:div>
    <w:div w:id="1196121227">
      <w:bodyDiv w:val="1"/>
      <w:marLeft w:val="0"/>
      <w:marRight w:val="0"/>
      <w:marTop w:val="0"/>
      <w:marBottom w:val="0"/>
      <w:divBdr>
        <w:top w:val="none" w:sz="0" w:space="0" w:color="auto"/>
        <w:left w:val="none" w:sz="0" w:space="0" w:color="auto"/>
        <w:bottom w:val="none" w:sz="0" w:space="0" w:color="auto"/>
        <w:right w:val="none" w:sz="0" w:space="0" w:color="auto"/>
      </w:divBdr>
      <w:divsChild>
        <w:div w:id="2108426587">
          <w:marLeft w:val="0"/>
          <w:marRight w:val="0"/>
          <w:marTop w:val="0"/>
          <w:marBottom w:val="0"/>
          <w:divBdr>
            <w:top w:val="none" w:sz="0" w:space="0" w:color="auto"/>
            <w:left w:val="none" w:sz="0" w:space="0" w:color="auto"/>
            <w:bottom w:val="none" w:sz="0" w:space="0" w:color="auto"/>
            <w:right w:val="none" w:sz="0" w:space="0" w:color="auto"/>
          </w:divBdr>
        </w:div>
      </w:divsChild>
    </w:div>
    <w:div w:id="1220215052">
      <w:bodyDiv w:val="1"/>
      <w:marLeft w:val="0"/>
      <w:marRight w:val="0"/>
      <w:marTop w:val="0"/>
      <w:marBottom w:val="0"/>
      <w:divBdr>
        <w:top w:val="none" w:sz="0" w:space="0" w:color="auto"/>
        <w:left w:val="none" w:sz="0" w:space="0" w:color="auto"/>
        <w:bottom w:val="none" w:sz="0" w:space="0" w:color="auto"/>
        <w:right w:val="none" w:sz="0" w:space="0" w:color="auto"/>
      </w:divBdr>
    </w:div>
    <w:div w:id="1224364459">
      <w:bodyDiv w:val="1"/>
      <w:marLeft w:val="0"/>
      <w:marRight w:val="0"/>
      <w:marTop w:val="0"/>
      <w:marBottom w:val="0"/>
      <w:divBdr>
        <w:top w:val="none" w:sz="0" w:space="0" w:color="auto"/>
        <w:left w:val="none" w:sz="0" w:space="0" w:color="auto"/>
        <w:bottom w:val="none" w:sz="0" w:space="0" w:color="auto"/>
        <w:right w:val="none" w:sz="0" w:space="0" w:color="auto"/>
      </w:divBdr>
    </w:div>
    <w:div w:id="1252202873">
      <w:bodyDiv w:val="1"/>
      <w:marLeft w:val="0"/>
      <w:marRight w:val="0"/>
      <w:marTop w:val="0"/>
      <w:marBottom w:val="0"/>
      <w:divBdr>
        <w:top w:val="none" w:sz="0" w:space="0" w:color="auto"/>
        <w:left w:val="none" w:sz="0" w:space="0" w:color="auto"/>
        <w:bottom w:val="none" w:sz="0" w:space="0" w:color="auto"/>
        <w:right w:val="none" w:sz="0" w:space="0" w:color="auto"/>
      </w:divBdr>
    </w:div>
    <w:div w:id="1367484417">
      <w:bodyDiv w:val="1"/>
      <w:marLeft w:val="0"/>
      <w:marRight w:val="0"/>
      <w:marTop w:val="0"/>
      <w:marBottom w:val="0"/>
      <w:divBdr>
        <w:top w:val="none" w:sz="0" w:space="0" w:color="auto"/>
        <w:left w:val="none" w:sz="0" w:space="0" w:color="auto"/>
        <w:bottom w:val="none" w:sz="0" w:space="0" w:color="auto"/>
        <w:right w:val="none" w:sz="0" w:space="0" w:color="auto"/>
      </w:divBdr>
    </w:div>
    <w:div w:id="1373111676">
      <w:bodyDiv w:val="1"/>
      <w:marLeft w:val="0"/>
      <w:marRight w:val="0"/>
      <w:marTop w:val="0"/>
      <w:marBottom w:val="0"/>
      <w:divBdr>
        <w:top w:val="none" w:sz="0" w:space="0" w:color="auto"/>
        <w:left w:val="none" w:sz="0" w:space="0" w:color="auto"/>
        <w:bottom w:val="none" w:sz="0" w:space="0" w:color="auto"/>
        <w:right w:val="none" w:sz="0" w:space="0" w:color="auto"/>
      </w:divBdr>
    </w:div>
    <w:div w:id="1538469429">
      <w:bodyDiv w:val="1"/>
      <w:marLeft w:val="0"/>
      <w:marRight w:val="0"/>
      <w:marTop w:val="0"/>
      <w:marBottom w:val="0"/>
      <w:divBdr>
        <w:top w:val="none" w:sz="0" w:space="0" w:color="auto"/>
        <w:left w:val="none" w:sz="0" w:space="0" w:color="auto"/>
        <w:bottom w:val="none" w:sz="0" w:space="0" w:color="auto"/>
        <w:right w:val="none" w:sz="0" w:space="0" w:color="auto"/>
      </w:divBdr>
    </w:div>
    <w:div w:id="1578126094">
      <w:bodyDiv w:val="1"/>
      <w:marLeft w:val="0"/>
      <w:marRight w:val="0"/>
      <w:marTop w:val="0"/>
      <w:marBottom w:val="0"/>
      <w:divBdr>
        <w:top w:val="none" w:sz="0" w:space="0" w:color="auto"/>
        <w:left w:val="none" w:sz="0" w:space="0" w:color="auto"/>
        <w:bottom w:val="none" w:sz="0" w:space="0" w:color="auto"/>
        <w:right w:val="none" w:sz="0" w:space="0" w:color="auto"/>
      </w:divBdr>
    </w:div>
    <w:div w:id="1660115412">
      <w:bodyDiv w:val="1"/>
      <w:marLeft w:val="0"/>
      <w:marRight w:val="0"/>
      <w:marTop w:val="0"/>
      <w:marBottom w:val="0"/>
      <w:divBdr>
        <w:top w:val="none" w:sz="0" w:space="0" w:color="auto"/>
        <w:left w:val="none" w:sz="0" w:space="0" w:color="auto"/>
        <w:bottom w:val="none" w:sz="0" w:space="0" w:color="auto"/>
        <w:right w:val="none" w:sz="0" w:space="0" w:color="auto"/>
      </w:divBdr>
    </w:div>
    <w:div w:id="1672678327">
      <w:bodyDiv w:val="1"/>
      <w:marLeft w:val="0"/>
      <w:marRight w:val="0"/>
      <w:marTop w:val="0"/>
      <w:marBottom w:val="0"/>
      <w:divBdr>
        <w:top w:val="none" w:sz="0" w:space="0" w:color="auto"/>
        <w:left w:val="none" w:sz="0" w:space="0" w:color="auto"/>
        <w:bottom w:val="none" w:sz="0" w:space="0" w:color="auto"/>
        <w:right w:val="none" w:sz="0" w:space="0" w:color="auto"/>
      </w:divBdr>
    </w:div>
    <w:div w:id="1717197817">
      <w:bodyDiv w:val="1"/>
      <w:marLeft w:val="0"/>
      <w:marRight w:val="0"/>
      <w:marTop w:val="0"/>
      <w:marBottom w:val="0"/>
      <w:divBdr>
        <w:top w:val="none" w:sz="0" w:space="0" w:color="auto"/>
        <w:left w:val="none" w:sz="0" w:space="0" w:color="auto"/>
        <w:bottom w:val="none" w:sz="0" w:space="0" w:color="auto"/>
        <w:right w:val="none" w:sz="0" w:space="0" w:color="auto"/>
      </w:divBdr>
    </w:div>
    <w:div w:id="1808623045">
      <w:bodyDiv w:val="1"/>
      <w:marLeft w:val="0"/>
      <w:marRight w:val="0"/>
      <w:marTop w:val="0"/>
      <w:marBottom w:val="0"/>
      <w:divBdr>
        <w:top w:val="none" w:sz="0" w:space="0" w:color="auto"/>
        <w:left w:val="none" w:sz="0" w:space="0" w:color="auto"/>
        <w:bottom w:val="none" w:sz="0" w:space="0" w:color="auto"/>
        <w:right w:val="none" w:sz="0" w:space="0" w:color="auto"/>
      </w:divBdr>
    </w:div>
    <w:div w:id="1839812028">
      <w:bodyDiv w:val="1"/>
      <w:marLeft w:val="0"/>
      <w:marRight w:val="0"/>
      <w:marTop w:val="0"/>
      <w:marBottom w:val="0"/>
      <w:divBdr>
        <w:top w:val="none" w:sz="0" w:space="0" w:color="auto"/>
        <w:left w:val="none" w:sz="0" w:space="0" w:color="auto"/>
        <w:bottom w:val="none" w:sz="0" w:space="0" w:color="auto"/>
        <w:right w:val="none" w:sz="0" w:space="0" w:color="auto"/>
      </w:divBdr>
    </w:div>
    <w:div w:id="1988585441">
      <w:bodyDiv w:val="1"/>
      <w:marLeft w:val="0"/>
      <w:marRight w:val="0"/>
      <w:marTop w:val="0"/>
      <w:marBottom w:val="0"/>
      <w:divBdr>
        <w:top w:val="none" w:sz="0" w:space="0" w:color="auto"/>
        <w:left w:val="none" w:sz="0" w:space="0" w:color="auto"/>
        <w:bottom w:val="none" w:sz="0" w:space="0" w:color="auto"/>
        <w:right w:val="none" w:sz="0" w:space="0" w:color="auto"/>
      </w:divBdr>
    </w:div>
    <w:div w:id="2004355666">
      <w:bodyDiv w:val="1"/>
      <w:marLeft w:val="0"/>
      <w:marRight w:val="0"/>
      <w:marTop w:val="0"/>
      <w:marBottom w:val="0"/>
      <w:divBdr>
        <w:top w:val="none" w:sz="0" w:space="0" w:color="auto"/>
        <w:left w:val="none" w:sz="0" w:space="0" w:color="auto"/>
        <w:bottom w:val="none" w:sz="0" w:space="0" w:color="auto"/>
        <w:right w:val="none" w:sz="0" w:space="0" w:color="auto"/>
      </w:divBdr>
    </w:div>
    <w:div w:id="211439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iiumaa@rmk.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ndres.tammeveski@rmk.e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ena\AppData\Roaming\Microsoft\Templates\Apellatsioonkaeb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267"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C4C3512-91B3-4261-8062-9A593173A587}">
  <we:reference id="wa104381077" version="1.0.0.3" store="et-EE" storeType="OMEX"/>
  <we:alternateReferences>
    <we:reference id="wa104381077" version="1.0.0.3"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5107F-77D8-4E55-AAB8-138A49EB7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Apellatsioonkaebus</Template>
  <TotalTime>2082</TotalTime>
  <Pages>3</Pages>
  <Words>1298</Words>
  <Characters>8687</Characters>
  <Application>Microsoft Office Word</Application>
  <DocSecurity>0</DocSecurity>
  <Lines>72</Lines>
  <Paragraphs>19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House Style</vt:lpstr>
      <vt:lpstr>House Style</vt:lpstr>
    </vt:vector>
  </TitlesOfParts>
  <Company>Eversheds</Company>
  <LinksUpToDate>false</LinksUpToDate>
  <CharactersWithSpaces>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House Style</dc:title>
  <dc:subject/>
  <dc:creator>Eversheds Sutherland</dc:creator>
  <cp:keywords/>
  <dc:description/>
  <cp:lastModifiedBy>Toomas Pikamäe / Eversheds Sutherland</cp:lastModifiedBy>
  <cp:revision>740</cp:revision>
  <cp:lastPrinted>2021-03-10T13:30:00Z</cp:lastPrinted>
  <dcterms:created xsi:type="dcterms:W3CDTF">2021-07-19T10:15:00Z</dcterms:created>
  <dcterms:modified xsi:type="dcterms:W3CDTF">2023-11-09T12:44:00Z</dcterms:modified>
</cp:coreProperties>
</file>